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obre-esta-plantilla"/>
    <w:p w14:paraId="263C021F" w14:textId="77777777" w:rsidR="00714FDC" w:rsidRDefault="00587BB4" w:rsidP="000B08CA">
      <w:pPr>
        <w:pStyle w:val="Textoindependiente"/>
        <w:rPr>
          <w:noProof/>
        </w:rPr>
      </w:pPr>
      <w:r>
        <w:rPr>
          <w:noProof/>
        </w:rPr>
        <mc:AlternateContent>
          <mc:Choice Requires="wps">
            <w:drawing>
              <wp:anchor distT="0" distB="0" distL="114300" distR="114300" simplePos="0" relativeHeight="251658240" behindDoc="0" locked="0" layoutInCell="1" allowOverlap="1" wp14:anchorId="326FA573" wp14:editId="1947B1DA">
                <wp:simplePos x="0" y="0"/>
                <wp:positionH relativeFrom="column">
                  <wp:posOffset>2335530</wp:posOffset>
                </wp:positionH>
                <wp:positionV relativeFrom="paragraph">
                  <wp:posOffset>302260</wp:posOffset>
                </wp:positionV>
                <wp:extent cx="3992880" cy="4404360"/>
                <wp:effectExtent l="0" t="0" r="7620" b="15240"/>
                <wp:wrapNone/>
                <wp:docPr id="7" name="Cuadro de texto 7"/>
                <wp:cNvGraphicFramePr/>
                <a:graphic xmlns:a="http://schemas.openxmlformats.org/drawingml/2006/main">
                  <a:graphicData uri="http://schemas.microsoft.com/office/word/2010/wordprocessingShape">
                    <wps:wsp>
                      <wps:cNvSpPr txBox="1"/>
                      <wps:spPr>
                        <a:xfrm>
                          <a:off x="0" y="0"/>
                          <a:ext cx="3992880" cy="4404360"/>
                        </a:xfrm>
                        <a:prstGeom prst="rect">
                          <a:avLst/>
                        </a:prstGeom>
                        <a:noFill/>
                        <a:ln w="6350">
                          <a:noFill/>
                        </a:ln>
                      </wps:spPr>
                      <wps:txbx>
                        <w:txbxContent>
                          <w:p w14:paraId="5F270632" w14:textId="77777777" w:rsidR="00C0369F" w:rsidRDefault="00C0369F" w:rsidP="0096758D">
                            <w:pPr>
                              <w:pStyle w:val="Tituloportada"/>
                              <w:jc w:val="center"/>
                              <w:rPr>
                                <w:rFonts w:ascii="Arial" w:hAnsi="Arial" w:cs="Arial"/>
                                <w:b/>
                                <w:color w:val="003C6E" w:themeColor="accent6"/>
                                <w:sz w:val="36"/>
                                <w:szCs w:val="30"/>
                              </w:rPr>
                            </w:pPr>
                          </w:p>
                          <w:p w14:paraId="021752E7" w14:textId="2316FB18" w:rsidR="00E30751" w:rsidRPr="002E6704" w:rsidRDefault="00C0369F" w:rsidP="0096758D">
                            <w:pPr>
                              <w:pStyle w:val="Tituloportada"/>
                              <w:jc w:val="center"/>
                              <w:rPr>
                                <w:sz w:val="40"/>
                                <w:szCs w:val="40"/>
                                <w:lang w:val="es-ES"/>
                              </w:rPr>
                            </w:pPr>
                            <w:r w:rsidRPr="002E6704">
                              <w:rPr>
                                <w:sz w:val="40"/>
                                <w:szCs w:val="40"/>
                                <w:lang w:val="es-ES"/>
                              </w:rPr>
                              <w:t xml:space="preserve">Acuerdo de </w:t>
                            </w:r>
                            <w:r w:rsidR="00135603">
                              <w:rPr>
                                <w:sz w:val="40"/>
                                <w:szCs w:val="40"/>
                                <w:lang w:val="es-ES"/>
                              </w:rPr>
                              <w:t>adhesión</w:t>
                            </w:r>
                            <w:r w:rsidR="00135603" w:rsidRPr="002E6704">
                              <w:rPr>
                                <w:sz w:val="40"/>
                                <w:szCs w:val="40"/>
                                <w:lang w:val="es-ES"/>
                              </w:rPr>
                              <w:t xml:space="preserve"> al</w:t>
                            </w:r>
                            <w:r w:rsidR="000D65C7" w:rsidRPr="002E6704">
                              <w:rPr>
                                <w:sz w:val="40"/>
                                <w:szCs w:val="40"/>
                                <w:lang w:val="es-ES"/>
                              </w:rPr>
                              <w:t xml:space="preserve"> Proyecto de demostración regulatorio para el servicio de control de tensión </w:t>
                            </w:r>
                            <w:r w:rsidR="0096758D" w:rsidRPr="002E6704">
                              <w:rPr>
                                <w:sz w:val="40"/>
                                <w:szCs w:val="40"/>
                                <w:lang w:val="es-ES"/>
                              </w:rPr>
                              <w:t>entre</w:t>
                            </w:r>
                          </w:p>
                          <w:p w14:paraId="5C5A1338" w14:textId="77777777" w:rsidR="000D65C7" w:rsidRPr="00B75B38" w:rsidRDefault="000D65C7" w:rsidP="0096758D">
                            <w:pPr>
                              <w:pStyle w:val="Tituloportada"/>
                              <w:jc w:val="center"/>
                              <w:rPr>
                                <w:rFonts w:ascii="Arial" w:hAnsi="Arial" w:cs="Arial"/>
                                <w:b/>
                                <w:color w:val="003C6E" w:themeColor="accent6"/>
                                <w:sz w:val="36"/>
                                <w:szCs w:val="30"/>
                              </w:rPr>
                            </w:pPr>
                          </w:p>
                          <w:p w14:paraId="0BEF3A93" w14:textId="651A8226" w:rsidR="00E30751" w:rsidRPr="00AF6A40" w:rsidRDefault="00E30751" w:rsidP="0096758D">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Red Eléctrica de España, S.A.U.</w:t>
                            </w:r>
                          </w:p>
                          <w:p w14:paraId="75C8B1BB" w14:textId="3A1A0C0D" w:rsidR="00E30751" w:rsidRPr="00AF6A40" w:rsidRDefault="0096758D" w:rsidP="0096758D">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y</w:t>
                            </w:r>
                          </w:p>
                          <w:p w14:paraId="440558B2" w14:textId="661BBEBF" w:rsidR="00E30751" w:rsidRPr="00AF6A40" w:rsidRDefault="0096758D" w:rsidP="00C0369F">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w:t>
                            </w:r>
                            <w:r w:rsidR="000554CC" w:rsidRPr="00AF6A40">
                              <w:rPr>
                                <w:rFonts w:ascii="Arial" w:hAnsi="Arial" w:cs="Arial"/>
                                <w:b/>
                                <w:color w:val="003C6E" w:themeColor="accent6"/>
                                <w:sz w:val="36"/>
                                <w:szCs w:val="30"/>
                              </w:rPr>
                              <w:t xml:space="preserve">Nombre </w:t>
                            </w:r>
                            <w:r w:rsidRPr="00AF6A40">
                              <w:rPr>
                                <w:rFonts w:ascii="Arial" w:hAnsi="Arial" w:cs="Arial"/>
                                <w:b/>
                                <w:color w:val="003C6E" w:themeColor="accent6"/>
                                <w:sz w:val="36"/>
                                <w:szCs w:val="30"/>
                              </w:rPr>
                              <w:t>Participante]</w:t>
                            </w:r>
                          </w:p>
                          <w:p w14:paraId="0D70C6ED" w14:textId="77777777" w:rsidR="00E6585C" w:rsidRPr="008E337C" w:rsidRDefault="00E6585C" w:rsidP="00DF32D6">
                            <w:pPr>
                              <w:pStyle w:val="Ttul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26FA573" id="_x0000_t202" coordsize="21600,21600" o:spt="202" path="m,l,21600r21600,l21600,xe">
                <v:stroke joinstyle="miter"/>
                <v:path gradientshapeok="t" o:connecttype="rect"/>
              </v:shapetype>
              <v:shape id="Cuadro de texto 7" o:spid="_x0000_s1026" type="#_x0000_t202" style="position:absolute;left:0;text-align:left;margin-left:183.9pt;margin-top:23.8pt;width:314.4pt;height:34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" filled="f" stroked="f" strokeweight=".5pt">
                <v:textbox inset="0,0,0,0">
                  <w:txbxContent>
                    <w:p w14:paraId="5F270632" w14:textId="77777777" w:rsidR="00C0369F" w:rsidRDefault="00C0369F" w:rsidP="0096758D">
                      <w:pPr>
                        <w:pStyle w:val="Tituloportada"/>
                        <w:jc w:val="center"/>
                        <w:rPr>
                          <w:rFonts w:ascii="Arial" w:hAnsi="Arial" w:cs="Arial"/>
                          <w:b/>
                          <w:color w:val="003C6E" w:themeColor="accent6"/>
                          <w:sz w:val="36"/>
                          <w:szCs w:val="30"/>
                        </w:rPr>
                      </w:pPr>
                    </w:p>
                    <w:p w14:paraId="021752E7" w14:textId="2316FB18" w:rsidR="00E30751" w:rsidRPr="002E6704" w:rsidRDefault="00C0369F" w:rsidP="0096758D">
                      <w:pPr>
                        <w:pStyle w:val="Tituloportada"/>
                        <w:jc w:val="center"/>
                        <w:rPr>
                          <w:sz w:val="40"/>
                          <w:szCs w:val="40"/>
                          <w:lang w:val="es-ES"/>
                        </w:rPr>
                      </w:pPr>
                      <w:r w:rsidRPr="002E6704">
                        <w:rPr>
                          <w:sz w:val="40"/>
                          <w:szCs w:val="40"/>
                          <w:lang w:val="es-ES"/>
                        </w:rPr>
                        <w:t xml:space="preserve">Acuerdo de </w:t>
                      </w:r>
                      <w:r w:rsidR="00135603">
                        <w:rPr>
                          <w:sz w:val="40"/>
                          <w:szCs w:val="40"/>
                          <w:lang w:val="es-ES"/>
                        </w:rPr>
                        <w:t>adhesión</w:t>
                      </w:r>
                      <w:r w:rsidR="00135603" w:rsidRPr="002E6704">
                        <w:rPr>
                          <w:sz w:val="40"/>
                          <w:szCs w:val="40"/>
                          <w:lang w:val="es-ES"/>
                        </w:rPr>
                        <w:t xml:space="preserve"> al</w:t>
                      </w:r>
                      <w:r w:rsidR="000D65C7" w:rsidRPr="002E6704">
                        <w:rPr>
                          <w:sz w:val="40"/>
                          <w:szCs w:val="40"/>
                          <w:lang w:val="es-ES"/>
                        </w:rPr>
                        <w:t xml:space="preserve"> Proyecto de demostración regulatorio para el servicio de control de tensión </w:t>
                      </w:r>
                      <w:r w:rsidR="0096758D" w:rsidRPr="002E6704">
                        <w:rPr>
                          <w:sz w:val="40"/>
                          <w:szCs w:val="40"/>
                          <w:lang w:val="es-ES"/>
                        </w:rPr>
                        <w:t>entre</w:t>
                      </w:r>
                    </w:p>
                    <w:p w14:paraId="5C5A1338" w14:textId="77777777" w:rsidR="000D65C7" w:rsidRPr="00B75B38" w:rsidRDefault="000D65C7" w:rsidP="0096758D">
                      <w:pPr>
                        <w:pStyle w:val="Tituloportada"/>
                        <w:jc w:val="center"/>
                        <w:rPr>
                          <w:rFonts w:ascii="Arial" w:hAnsi="Arial" w:cs="Arial"/>
                          <w:b/>
                          <w:color w:val="003C6E" w:themeColor="accent6"/>
                          <w:sz w:val="36"/>
                          <w:szCs w:val="30"/>
                        </w:rPr>
                      </w:pPr>
                    </w:p>
                    <w:p w14:paraId="0BEF3A93" w14:textId="651A8226" w:rsidR="00E30751" w:rsidRPr="00AF6A40" w:rsidRDefault="00E30751" w:rsidP="0096758D">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Red Eléctrica de España, S.A.U.</w:t>
                      </w:r>
                    </w:p>
                    <w:p w14:paraId="75C8B1BB" w14:textId="3A1A0C0D" w:rsidR="00E30751" w:rsidRPr="00AF6A40" w:rsidRDefault="0096758D" w:rsidP="0096758D">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y</w:t>
                      </w:r>
                    </w:p>
                    <w:p w14:paraId="440558B2" w14:textId="661BBEBF" w:rsidR="00E30751" w:rsidRPr="00AF6A40" w:rsidRDefault="0096758D" w:rsidP="00C0369F">
                      <w:pPr>
                        <w:pStyle w:val="Tituloportada"/>
                        <w:jc w:val="center"/>
                        <w:rPr>
                          <w:rFonts w:ascii="Arial" w:hAnsi="Arial" w:cs="Arial"/>
                          <w:b/>
                          <w:color w:val="003C6E" w:themeColor="accent6"/>
                          <w:sz w:val="36"/>
                          <w:szCs w:val="30"/>
                        </w:rPr>
                      </w:pPr>
                      <w:r w:rsidRPr="00AF6A40">
                        <w:rPr>
                          <w:rFonts w:ascii="Arial" w:hAnsi="Arial" w:cs="Arial"/>
                          <w:b/>
                          <w:color w:val="003C6E" w:themeColor="accent6"/>
                          <w:sz w:val="36"/>
                          <w:szCs w:val="30"/>
                        </w:rPr>
                        <w:t>[</w:t>
                      </w:r>
                      <w:r w:rsidR="000554CC" w:rsidRPr="00AF6A40">
                        <w:rPr>
                          <w:rFonts w:ascii="Arial" w:hAnsi="Arial" w:cs="Arial"/>
                          <w:b/>
                          <w:color w:val="003C6E" w:themeColor="accent6"/>
                          <w:sz w:val="36"/>
                          <w:szCs w:val="30"/>
                        </w:rPr>
                        <w:t xml:space="preserve">Nombre </w:t>
                      </w:r>
                      <w:r w:rsidRPr="00AF6A40">
                        <w:rPr>
                          <w:rFonts w:ascii="Arial" w:hAnsi="Arial" w:cs="Arial"/>
                          <w:b/>
                          <w:color w:val="003C6E" w:themeColor="accent6"/>
                          <w:sz w:val="36"/>
                          <w:szCs w:val="30"/>
                        </w:rPr>
                        <w:t>Participante]</w:t>
                      </w:r>
                    </w:p>
                    <w:p w14:paraId="0D70C6ED" w14:textId="77777777" w:rsidR="00E6585C" w:rsidRPr="008E337C" w:rsidRDefault="00E6585C" w:rsidP="00DF32D6">
                      <w:pPr>
                        <w:pStyle w:val="Title"/>
                      </w:pPr>
                    </w:p>
                  </w:txbxContent>
                </v:textbox>
              </v:shape>
            </w:pict>
          </mc:Fallback>
        </mc:AlternateContent>
      </w:r>
      <w:r w:rsidR="00A84D7D" w:rsidRPr="00A544DD">
        <w:rPr>
          <w:noProof/>
        </w:rPr>
        <mc:AlternateContent>
          <mc:Choice Requires="wpg">
            <w:drawing>
              <wp:anchor distT="0" distB="0" distL="114300" distR="114300" simplePos="0" relativeHeight="251658242" behindDoc="0" locked="0" layoutInCell="1" allowOverlap="1" wp14:anchorId="0AE0CD26" wp14:editId="6D2AD00B">
                <wp:simplePos x="0" y="0"/>
                <wp:positionH relativeFrom="column">
                  <wp:posOffset>563245</wp:posOffset>
                </wp:positionH>
                <wp:positionV relativeFrom="paragraph">
                  <wp:posOffset>-3391535</wp:posOffset>
                </wp:positionV>
                <wp:extent cx="2340000" cy="586788"/>
                <wp:effectExtent l="0" t="19050" r="3175" b="3810"/>
                <wp:wrapNone/>
                <wp:docPr id="21" name="Gru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340000" cy="586788"/>
                          <a:chOff x="0" y="0"/>
                          <a:chExt cx="2494800" cy="625537"/>
                        </a:xfrm>
                      </wpg:grpSpPr>
                      <wpg:grpSp>
                        <wpg:cNvPr id="23" name="Grupo 23"/>
                        <wpg:cNvGrpSpPr/>
                        <wpg:grpSpPr>
                          <a:xfrm>
                            <a:off x="30799" y="0"/>
                            <a:ext cx="2434410" cy="300435"/>
                            <a:chOff x="30799" y="0"/>
                            <a:chExt cx="2434410" cy="300435"/>
                          </a:xfrm>
                        </wpg:grpSpPr>
                        <wps:wsp>
                          <wps:cNvPr id="25" name="Forma libre: forma 25"/>
                          <wps:cNvSpPr/>
                          <wps:spPr>
                            <a:xfrm>
                              <a:off x="1956973" y="0"/>
                              <a:ext cx="72979" cy="72985"/>
                            </a:xfrm>
                            <a:custGeom>
                              <a:avLst/>
                              <a:gdLst>
                                <a:gd name="connsiteX0" fmla="*/ 36640 w 72979"/>
                                <a:gd name="connsiteY0" fmla="*/ 72776 h 72985"/>
                                <a:gd name="connsiteX1" fmla="*/ 72797 w 72979"/>
                                <a:gd name="connsiteY1" fmla="*/ 35962 h 72985"/>
                                <a:gd name="connsiteX2" fmla="*/ 35983 w 72979"/>
                                <a:gd name="connsiteY2" fmla="*/ -194 h 72985"/>
                                <a:gd name="connsiteX3" fmla="*/ -174 w 72979"/>
                                <a:gd name="connsiteY3" fmla="*/ 36225 h 72985"/>
                                <a:gd name="connsiteX4" fmla="*/ 34911 w 72979"/>
                                <a:gd name="connsiteY4" fmla="*/ 72783 h 72985"/>
                                <a:gd name="connsiteX5" fmla="*/ 36640 w 72979"/>
                                <a:gd name="connsiteY5" fmla="*/ 72776 h 729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2979" h="72985">
                                  <a:moveTo>
                                    <a:pt x="36640" y="72776"/>
                                  </a:moveTo>
                                  <a:cubicBezTo>
                                    <a:pt x="56789" y="72592"/>
                                    <a:pt x="72974" y="56111"/>
                                    <a:pt x="72797" y="35962"/>
                                  </a:cubicBezTo>
                                  <a:cubicBezTo>
                                    <a:pt x="72613" y="15813"/>
                                    <a:pt x="56132" y="-372"/>
                                    <a:pt x="35983" y="-194"/>
                                  </a:cubicBezTo>
                                  <a:cubicBezTo>
                                    <a:pt x="15985" y="-10"/>
                                    <a:pt x="-134" y="16227"/>
                                    <a:pt x="-174" y="36225"/>
                                  </a:cubicBezTo>
                                  <a:cubicBezTo>
                                    <a:pt x="-581" y="56006"/>
                                    <a:pt x="15124" y="72375"/>
                                    <a:pt x="34911" y="72783"/>
                                  </a:cubicBezTo>
                                  <a:cubicBezTo>
                                    <a:pt x="35483" y="72796"/>
                                    <a:pt x="36062" y="72789"/>
                                    <a:pt x="36640" y="72776"/>
                                  </a:cubicBezTo>
                                </a:path>
                              </a:pathLst>
                            </a:custGeom>
                            <a:solidFill>
                              <a:srgbClr val="0096FF"/>
                            </a:solidFill>
                            <a:ln w="6565" cap="flat">
                              <a:noFill/>
                              <a:prstDash val="solid"/>
                              <a:miter/>
                            </a:ln>
                          </wps:spPr>
                          <wps:bodyPr rtlCol="0" anchor="ctr"/>
                        </wps:wsp>
                        <wps:wsp>
                          <wps:cNvPr id="26" name="Forma libre: forma 26"/>
                          <wps:cNvSpPr/>
                          <wps:spPr>
                            <a:xfrm>
                              <a:off x="30799" y="2937"/>
                              <a:ext cx="2434410" cy="297498"/>
                            </a:xfrm>
                            <a:custGeom>
                              <a:avLst/>
                              <a:gdLst>
                                <a:gd name="connsiteX0" fmla="*/ 2345942 w 2434410"/>
                                <a:gd name="connsiteY0" fmla="*/ 86733 h 297498"/>
                                <a:gd name="connsiteX1" fmla="*/ 2287434 w 2434410"/>
                                <a:gd name="connsiteY1" fmla="*/ 107441 h 297498"/>
                                <a:gd name="connsiteX2" fmla="*/ 2283194 w 2434410"/>
                                <a:gd name="connsiteY2" fmla="*/ 128497 h 297498"/>
                                <a:gd name="connsiteX3" fmla="*/ 2284738 w 2434410"/>
                                <a:gd name="connsiteY3" fmla="*/ 130450 h 297498"/>
                                <a:gd name="connsiteX4" fmla="*/ 2288617 w 2434410"/>
                                <a:gd name="connsiteY4" fmla="*/ 135183 h 297498"/>
                                <a:gd name="connsiteX5" fmla="*/ 2305335 w 2434410"/>
                                <a:gd name="connsiteY5" fmla="*/ 137786 h 297498"/>
                                <a:gd name="connsiteX6" fmla="*/ 2305972 w 2434410"/>
                                <a:gd name="connsiteY6" fmla="*/ 137286 h 297498"/>
                                <a:gd name="connsiteX7" fmla="*/ 2346731 w 2434410"/>
                                <a:gd name="connsiteY7" fmla="*/ 121969 h 297498"/>
                                <a:gd name="connsiteX8" fmla="*/ 2396824 w 2434410"/>
                                <a:gd name="connsiteY8" fmla="*/ 166277 h 297498"/>
                                <a:gd name="connsiteX9" fmla="*/ 2396824 w 2434410"/>
                                <a:gd name="connsiteY9" fmla="*/ 176533 h 297498"/>
                                <a:gd name="connsiteX10" fmla="*/ 2347322 w 2434410"/>
                                <a:gd name="connsiteY10" fmla="*/ 171208 h 297498"/>
                                <a:gd name="connsiteX11" fmla="*/ 2267186 w 2434410"/>
                                <a:gd name="connsiteY11" fmla="*/ 232542 h 297498"/>
                                <a:gd name="connsiteX12" fmla="*/ 2335095 w 2434410"/>
                                <a:gd name="connsiteY12" fmla="*/ 296901 h 297498"/>
                                <a:gd name="connsiteX13" fmla="*/ 2396824 w 2434410"/>
                                <a:gd name="connsiteY13" fmla="*/ 272380 h 297498"/>
                                <a:gd name="connsiteX14" fmla="*/ 2396824 w 2434410"/>
                                <a:gd name="connsiteY14" fmla="*/ 275930 h 297498"/>
                                <a:gd name="connsiteX15" fmla="*/ 2409216 w 2434410"/>
                                <a:gd name="connsiteY15" fmla="*/ 292319 h 297498"/>
                                <a:gd name="connsiteX16" fmla="*/ 2412864 w 2434410"/>
                                <a:gd name="connsiteY16" fmla="*/ 292365 h 297498"/>
                                <a:gd name="connsiteX17" fmla="*/ 2418781 w 2434410"/>
                                <a:gd name="connsiteY17" fmla="*/ 292365 h 297498"/>
                                <a:gd name="connsiteX18" fmla="*/ 2434230 w 2434410"/>
                                <a:gd name="connsiteY18" fmla="*/ 275930 h 297498"/>
                                <a:gd name="connsiteX19" fmla="*/ 2434230 w 2434410"/>
                                <a:gd name="connsiteY19" fmla="*/ 166672 h 297498"/>
                                <a:gd name="connsiteX20" fmla="*/ 2345942 w 2434410"/>
                                <a:gd name="connsiteY20" fmla="*/ 86733 h 297498"/>
                                <a:gd name="connsiteX21" fmla="*/ 2396692 w 2434410"/>
                                <a:gd name="connsiteY21" fmla="*/ 240102 h 297498"/>
                                <a:gd name="connsiteX22" fmla="*/ 2340880 w 2434410"/>
                                <a:gd name="connsiteY22" fmla="*/ 263834 h 297498"/>
                                <a:gd name="connsiteX23" fmla="*/ 2304855 w 2434410"/>
                                <a:gd name="connsiteY23" fmla="*/ 232542 h 297498"/>
                                <a:gd name="connsiteX24" fmla="*/ 2348177 w 2434410"/>
                                <a:gd name="connsiteY24" fmla="*/ 201316 h 297498"/>
                                <a:gd name="connsiteX25" fmla="*/ 2396692 w 2434410"/>
                                <a:gd name="connsiteY25" fmla="*/ 205458 h 297498"/>
                                <a:gd name="connsiteX26" fmla="*/ 365353 w 2434410"/>
                                <a:gd name="connsiteY26" fmla="*/ 235567 h 297498"/>
                                <a:gd name="connsiteX27" fmla="*/ 367062 w 2434410"/>
                                <a:gd name="connsiteY27" fmla="*/ 255946 h 297498"/>
                                <a:gd name="connsiteX28" fmla="*/ 366536 w 2434410"/>
                                <a:gd name="connsiteY28" fmla="*/ 256537 h 297498"/>
                                <a:gd name="connsiteX29" fmla="*/ 285151 w 2434410"/>
                                <a:gd name="connsiteY29" fmla="*/ 297098 h 297498"/>
                                <a:gd name="connsiteX30" fmla="*/ 179508 w 2434410"/>
                                <a:gd name="connsiteY30" fmla="*/ 189023 h 297498"/>
                                <a:gd name="connsiteX31" fmla="*/ 279629 w 2434410"/>
                                <a:gd name="connsiteY31" fmla="*/ 86733 h 297498"/>
                                <a:gd name="connsiteX32" fmla="*/ 371269 w 2434410"/>
                                <a:gd name="connsiteY32" fmla="*/ 180543 h 297498"/>
                                <a:gd name="connsiteX33" fmla="*/ 351548 w 2434410"/>
                                <a:gd name="connsiteY33" fmla="*/ 197372 h 297498"/>
                                <a:gd name="connsiteX34" fmla="*/ 216783 w 2434410"/>
                                <a:gd name="connsiteY34" fmla="*/ 197372 h 297498"/>
                                <a:gd name="connsiteX35" fmla="*/ 284671 w 2434410"/>
                                <a:gd name="connsiteY35" fmla="*/ 260889 h 297498"/>
                                <a:gd name="connsiteX36" fmla="*/ 285020 w 2434410"/>
                                <a:gd name="connsiteY36" fmla="*/ 260876 h 297498"/>
                                <a:gd name="connsiteX37" fmla="*/ 340043 w 2434410"/>
                                <a:gd name="connsiteY37" fmla="*/ 233200 h 297498"/>
                                <a:gd name="connsiteX38" fmla="*/ 361672 w 2434410"/>
                                <a:gd name="connsiteY38" fmla="*/ 232017 h 297498"/>
                                <a:gd name="connsiteX39" fmla="*/ 362855 w 2434410"/>
                                <a:gd name="connsiteY39" fmla="*/ 233200 h 297498"/>
                                <a:gd name="connsiteX40" fmla="*/ 218689 w 2434410"/>
                                <a:gd name="connsiteY40" fmla="*/ 163911 h 297498"/>
                                <a:gd name="connsiteX41" fmla="*/ 329920 w 2434410"/>
                                <a:gd name="connsiteY41" fmla="*/ 163911 h 297498"/>
                                <a:gd name="connsiteX42" fmla="*/ 276474 w 2434410"/>
                                <a:gd name="connsiteY42" fmla="*/ 118748 h 297498"/>
                                <a:gd name="connsiteX43" fmla="*/ 218689 w 2434410"/>
                                <a:gd name="connsiteY43" fmla="*/ 163911 h 297498"/>
                                <a:gd name="connsiteX44" fmla="*/ 604775 w 2434410"/>
                                <a:gd name="connsiteY44" fmla="*/ 21980 h 297498"/>
                                <a:gd name="connsiteX45" fmla="*/ 604775 w 2434410"/>
                                <a:gd name="connsiteY45" fmla="*/ 276128 h 297498"/>
                                <a:gd name="connsiteX46" fmla="*/ 592035 w 2434410"/>
                                <a:gd name="connsiteY46" fmla="*/ 292365 h 297498"/>
                                <a:gd name="connsiteX47" fmla="*/ 588537 w 2434410"/>
                                <a:gd name="connsiteY47" fmla="*/ 292365 h 297498"/>
                                <a:gd name="connsiteX48" fmla="*/ 582950 w 2434410"/>
                                <a:gd name="connsiteY48" fmla="*/ 292365 h 297498"/>
                                <a:gd name="connsiteX49" fmla="*/ 567369 w 2434410"/>
                                <a:gd name="connsiteY49" fmla="*/ 276128 h 297498"/>
                                <a:gd name="connsiteX50" fmla="*/ 567369 w 2434410"/>
                                <a:gd name="connsiteY50" fmla="*/ 271592 h 297498"/>
                                <a:gd name="connsiteX51" fmla="*/ 503011 w 2434410"/>
                                <a:gd name="connsiteY51" fmla="*/ 297296 h 297498"/>
                                <a:gd name="connsiteX52" fmla="*/ 402298 w 2434410"/>
                                <a:gd name="connsiteY52" fmla="*/ 191587 h 297498"/>
                                <a:gd name="connsiteX53" fmla="*/ 503011 w 2434410"/>
                                <a:gd name="connsiteY53" fmla="*/ 86404 h 297498"/>
                                <a:gd name="connsiteX54" fmla="*/ 567369 w 2434410"/>
                                <a:gd name="connsiteY54" fmla="*/ 111714 h 297498"/>
                                <a:gd name="connsiteX55" fmla="*/ 567369 w 2434410"/>
                                <a:gd name="connsiteY55" fmla="*/ 21651 h 297498"/>
                                <a:gd name="connsiteX56" fmla="*/ 582950 w 2434410"/>
                                <a:gd name="connsiteY56" fmla="*/ 5217 h 297498"/>
                                <a:gd name="connsiteX57" fmla="*/ 588866 w 2434410"/>
                                <a:gd name="connsiteY57" fmla="*/ 5217 h 297498"/>
                                <a:gd name="connsiteX58" fmla="*/ 605130 w 2434410"/>
                                <a:gd name="connsiteY58" fmla="*/ 17773 h 297498"/>
                                <a:gd name="connsiteX59" fmla="*/ 605104 w 2434410"/>
                                <a:gd name="connsiteY59" fmla="*/ 21651 h 297498"/>
                                <a:gd name="connsiteX60" fmla="*/ 567698 w 2434410"/>
                                <a:gd name="connsiteY60" fmla="*/ 230044 h 297498"/>
                                <a:gd name="connsiteX61" fmla="*/ 567698 w 2434410"/>
                                <a:gd name="connsiteY61" fmla="*/ 153590 h 297498"/>
                                <a:gd name="connsiteX62" fmla="*/ 507744 w 2434410"/>
                                <a:gd name="connsiteY62" fmla="*/ 122758 h 297498"/>
                                <a:gd name="connsiteX63" fmla="*/ 442978 w 2434410"/>
                                <a:gd name="connsiteY63" fmla="*/ 196044 h 297498"/>
                                <a:gd name="connsiteX64" fmla="*/ 507744 w 2434410"/>
                                <a:gd name="connsiteY64" fmla="*/ 260810 h 297498"/>
                                <a:gd name="connsiteX65" fmla="*/ 567698 w 2434410"/>
                                <a:gd name="connsiteY65" fmla="*/ 230110 h 297498"/>
                                <a:gd name="connsiteX66" fmla="*/ 128692 w 2434410"/>
                                <a:gd name="connsiteY66" fmla="*/ 273169 h 297498"/>
                                <a:gd name="connsiteX67" fmla="*/ 115538 w 2434410"/>
                                <a:gd name="connsiteY67" fmla="*/ 257267 h 297498"/>
                                <a:gd name="connsiteX68" fmla="*/ 112257 w 2434410"/>
                                <a:gd name="connsiteY68" fmla="*/ 257326 h 297498"/>
                                <a:gd name="connsiteX69" fmla="*/ 76101 w 2434410"/>
                                <a:gd name="connsiteY69" fmla="*/ 257326 h 297498"/>
                                <a:gd name="connsiteX70" fmla="*/ 76101 w 2434410"/>
                                <a:gd name="connsiteY70" fmla="*/ 107901 h 297498"/>
                                <a:gd name="connsiteX71" fmla="*/ 63788 w 2434410"/>
                                <a:gd name="connsiteY71" fmla="*/ 91683 h 297498"/>
                                <a:gd name="connsiteX72" fmla="*/ 60060 w 2434410"/>
                                <a:gd name="connsiteY72" fmla="*/ 91664 h 297498"/>
                                <a:gd name="connsiteX73" fmla="*/ 55130 w 2434410"/>
                                <a:gd name="connsiteY73" fmla="*/ 91664 h 297498"/>
                                <a:gd name="connsiteX74" fmla="*/ 38537 w 2434410"/>
                                <a:gd name="connsiteY74" fmla="*/ 104404 h 297498"/>
                                <a:gd name="connsiteX75" fmla="*/ 38498 w 2434410"/>
                                <a:gd name="connsiteY75" fmla="*/ 107901 h 297498"/>
                                <a:gd name="connsiteX76" fmla="*/ 38498 w 2434410"/>
                                <a:gd name="connsiteY76" fmla="*/ 257326 h 297498"/>
                                <a:gd name="connsiteX77" fmla="*/ 16344 w 2434410"/>
                                <a:gd name="connsiteY77" fmla="*/ 257326 h 297498"/>
                                <a:gd name="connsiteX78" fmla="*/ -25 w 2434410"/>
                                <a:gd name="connsiteY78" fmla="*/ 269435 h 297498"/>
                                <a:gd name="connsiteX79" fmla="*/ -91 w 2434410"/>
                                <a:gd name="connsiteY79" fmla="*/ 273169 h 297498"/>
                                <a:gd name="connsiteX80" fmla="*/ -91 w 2434410"/>
                                <a:gd name="connsiteY80" fmla="*/ 276128 h 297498"/>
                                <a:gd name="connsiteX81" fmla="*/ 12925 w 2434410"/>
                                <a:gd name="connsiteY81" fmla="*/ 292385 h 297498"/>
                                <a:gd name="connsiteX82" fmla="*/ 16344 w 2434410"/>
                                <a:gd name="connsiteY82" fmla="*/ 292365 h 297498"/>
                                <a:gd name="connsiteX83" fmla="*/ 112060 w 2434410"/>
                                <a:gd name="connsiteY83" fmla="*/ 292365 h 297498"/>
                                <a:gd name="connsiteX84" fmla="*/ 128475 w 2434410"/>
                                <a:gd name="connsiteY84" fmla="*/ 279105 h 297498"/>
                                <a:gd name="connsiteX85" fmla="*/ 128495 w 2434410"/>
                                <a:gd name="connsiteY85" fmla="*/ 276128 h 297498"/>
                                <a:gd name="connsiteX86" fmla="*/ 128495 w 2434410"/>
                                <a:gd name="connsiteY86" fmla="*/ 273169 h 297498"/>
                                <a:gd name="connsiteX87" fmla="*/ 91352 w 2434410"/>
                                <a:gd name="connsiteY87" fmla="*/ 122955 h 297498"/>
                                <a:gd name="connsiteX88" fmla="*/ 127772 w 2434410"/>
                                <a:gd name="connsiteY88" fmla="*/ 159506 h 297498"/>
                                <a:gd name="connsiteX89" fmla="*/ 164323 w 2434410"/>
                                <a:gd name="connsiteY89" fmla="*/ 123087 h 297498"/>
                                <a:gd name="connsiteX90" fmla="*/ 128166 w 2434410"/>
                                <a:gd name="connsiteY90" fmla="*/ 86536 h 297498"/>
                                <a:gd name="connsiteX91" fmla="*/ 91359 w 2434410"/>
                                <a:gd name="connsiteY91" fmla="*/ 121759 h 297498"/>
                                <a:gd name="connsiteX92" fmla="*/ 91352 w 2434410"/>
                                <a:gd name="connsiteY92" fmla="*/ 122955 h 297498"/>
                                <a:gd name="connsiteX93" fmla="*/ 2015405 w 2434410"/>
                                <a:gd name="connsiteY93" fmla="*/ 257326 h 297498"/>
                                <a:gd name="connsiteX94" fmla="*/ 1985363 w 2434410"/>
                                <a:gd name="connsiteY94" fmla="*/ 257326 h 297498"/>
                                <a:gd name="connsiteX95" fmla="*/ 1985363 w 2434410"/>
                                <a:gd name="connsiteY95" fmla="*/ 107901 h 297498"/>
                                <a:gd name="connsiteX96" fmla="*/ 1968928 w 2434410"/>
                                <a:gd name="connsiteY96" fmla="*/ 91664 h 297498"/>
                                <a:gd name="connsiteX97" fmla="*/ 1922910 w 2434410"/>
                                <a:gd name="connsiteY97" fmla="*/ 91664 h 297498"/>
                                <a:gd name="connsiteX98" fmla="*/ 1906712 w 2434410"/>
                                <a:gd name="connsiteY98" fmla="*/ 104450 h 297498"/>
                                <a:gd name="connsiteX99" fmla="*/ 1906673 w 2434410"/>
                                <a:gd name="connsiteY99" fmla="*/ 107507 h 297498"/>
                                <a:gd name="connsiteX100" fmla="*/ 1906673 w 2434410"/>
                                <a:gd name="connsiteY100" fmla="*/ 110662 h 297498"/>
                                <a:gd name="connsiteX101" fmla="*/ 1919932 w 2434410"/>
                                <a:gd name="connsiteY101" fmla="*/ 126722 h 297498"/>
                                <a:gd name="connsiteX102" fmla="*/ 1922910 w 2434410"/>
                                <a:gd name="connsiteY102" fmla="*/ 126702 h 297498"/>
                                <a:gd name="connsiteX103" fmla="*/ 1947628 w 2434410"/>
                                <a:gd name="connsiteY103" fmla="*/ 126702 h 297498"/>
                                <a:gd name="connsiteX104" fmla="*/ 1947628 w 2434410"/>
                                <a:gd name="connsiteY104" fmla="*/ 257326 h 297498"/>
                                <a:gd name="connsiteX105" fmla="*/ 1917783 w 2434410"/>
                                <a:gd name="connsiteY105" fmla="*/ 257326 h 297498"/>
                                <a:gd name="connsiteX106" fmla="*/ 1901466 w 2434410"/>
                                <a:gd name="connsiteY106" fmla="*/ 269817 h 297498"/>
                                <a:gd name="connsiteX107" fmla="*/ 1901414 w 2434410"/>
                                <a:gd name="connsiteY107" fmla="*/ 273169 h 297498"/>
                                <a:gd name="connsiteX108" fmla="*/ 1901414 w 2434410"/>
                                <a:gd name="connsiteY108" fmla="*/ 276128 h 297498"/>
                                <a:gd name="connsiteX109" fmla="*/ 1914732 w 2434410"/>
                                <a:gd name="connsiteY109" fmla="*/ 292378 h 297498"/>
                                <a:gd name="connsiteX110" fmla="*/ 1917783 w 2434410"/>
                                <a:gd name="connsiteY110" fmla="*/ 292365 h 297498"/>
                                <a:gd name="connsiteX111" fmla="*/ 2015405 w 2434410"/>
                                <a:gd name="connsiteY111" fmla="*/ 292365 h 297498"/>
                                <a:gd name="connsiteX112" fmla="*/ 2031998 w 2434410"/>
                                <a:gd name="connsiteY112" fmla="*/ 279474 h 297498"/>
                                <a:gd name="connsiteX113" fmla="*/ 2032037 w 2434410"/>
                                <a:gd name="connsiteY113" fmla="*/ 276128 h 297498"/>
                                <a:gd name="connsiteX114" fmla="*/ 2032037 w 2434410"/>
                                <a:gd name="connsiteY114" fmla="*/ 273169 h 297498"/>
                                <a:gd name="connsiteX115" fmla="*/ 2019060 w 2434410"/>
                                <a:gd name="connsiteY115" fmla="*/ 257234 h 297498"/>
                                <a:gd name="connsiteX116" fmla="*/ 2015405 w 2434410"/>
                                <a:gd name="connsiteY116" fmla="*/ 257326 h 297498"/>
                                <a:gd name="connsiteX117" fmla="*/ 1806552 w 2434410"/>
                                <a:gd name="connsiteY117" fmla="*/ 122955 h 297498"/>
                                <a:gd name="connsiteX118" fmla="*/ 1842972 w 2434410"/>
                                <a:gd name="connsiteY118" fmla="*/ 159638 h 297498"/>
                                <a:gd name="connsiteX119" fmla="*/ 1879654 w 2434410"/>
                                <a:gd name="connsiteY119" fmla="*/ 123218 h 297498"/>
                                <a:gd name="connsiteX120" fmla="*/ 1843366 w 2434410"/>
                                <a:gd name="connsiteY120" fmla="*/ 86536 h 297498"/>
                                <a:gd name="connsiteX121" fmla="*/ 1806559 w 2434410"/>
                                <a:gd name="connsiteY121" fmla="*/ 121759 h 297498"/>
                                <a:gd name="connsiteX122" fmla="*/ 1806552 w 2434410"/>
                                <a:gd name="connsiteY122" fmla="*/ 122955 h 297498"/>
                                <a:gd name="connsiteX123" fmla="*/ 1247178 w 2434410"/>
                                <a:gd name="connsiteY123" fmla="*/ 12053 h 297498"/>
                                <a:gd name="connsiteX124" fmla="*/ 1244088 w 2434410"/>
                                <a:gd name="connsiteY124" fmla="*/ 7452 h 297498"/>
                                <a:gd name="connsiteX125" fmla="*/ 1221737 w 2434410"/>
                                <a:gd name="connsiteY125" fmla="*/ 3639 h 297498"/>
                                <a:gd name="connsiteX126" fmla="*/ 1173944 w 2434410"/>
                                <a:gd name="connsiteY126" fmla="*/ 35654 h 297498"/>
                                <a:gd name="connsiteX127" fmla="*/ 1169014 w 2434410"/>
                                <a:gd name="connsiteY127" fmla="*/ 57808 h 297498"/>
                                <a:gd name="connsiteX128" fmla="*/ 1172104 w 2434410"/>
                                <a:gd name="connsiteY128" fmla="*/ 62410 h 297498"/>
                                <a:gd name="connsiteX129" fmla="*/ 1191700 w 2434410"/>
                                <a:gd name="connsiteY129" fmla="*/ 68892 h 297498"/>
                                <a:gd name="connsiteX130" fmla="*/ 1194849 w 2434410"/>
                                <a:gd name="connsiteY130" fmla="*/ 66748 h 297498"/>
                                <a:gd name="connsiteX131" fmla="*/ 1242445 w 2434410"/>
                                <a:gd name="connsiteY131" fmla="*/ 34668 h 297498"/>
                                <a:gd name="connsiteX132" fmla="*/ 1249249 w 2434410"/>
                                <a:gd name="connsiteY132" fmla="*/ 15380 h 297498"/>
                                <a:gd name="connsiteX133" fmla="*/ 1247046 w 2434410"/>
                                <a:gd name="connsiteY133" fmla="*/ 12053 h 297498"/>
                                <a:gd name="connsiteX134" fmla="*/ 943857 w 2434410"/>
                                <a:gd name="connsiteY134" fmla="*/ 235567 h 297498"/>
                                <a:gd name="connsiteX135" fmla="*/ 945567 w 2434410"/>
                                <a:gd name="connsiteY135" fmla="*/ 255946 h 297498"/>
                                <a:gd name="connsiteX136" fmla="*/ 945041 w 2434410"/>
                                <a:gd name="connsiteY136" fmla="*/ 256537 h 297498"/>
                                <a:gd name="connsiteX137" fmla="*/ 863721 w 2434410"/>
                                <a:gd name="connsiteY137" fmla="*/ 297098 h 297498"/>
                                <a:gd name="connsiteX138" fmla="*/ 758013 w 2434410"/>
                                <a:gd name="connsiteY138" fmla="*/ 189023 h 297498"/>
                                <a:gd name="connsiteX139" fmla="*/ 858134 w 2434410"/>
                                <a:gd name="connsiteY139" fmla="*/ 86733 h 297498"/>
                                <a:gd name="connsiteX140" fmla="*/ 949774 w 2434410"/>
                                <a:gd name="connsiteY140" fmla="*/ 180543 h 297498"/>
                                <a:gd name="connsiteX141" fmla="*/ 930052 w 2434410"/>
                                <a:gd name="connsiteY141" fmla="*/ 197372 h 297498"/>
                                <a:gd name="connsiteX142" fmla="*/ 795287 w 2434410"/>
                                <a:gd name="connsiteY142" fmla="*/ 197372 h 297498"/>
                                <a:gd name="connsiteX143" fmla="*/ 863176 w 2434410"/>
                                <a:gd name="connsiteY143" fmla="*/ 260889 h 297498"/>
                                <a:gd name="connsiteX144" fmla="*/ 863590 w 2434410"/>
                                <a:gd name="connsiteY144" fmla="*/ 260876 h 297498"/>
                                <a:gd name="connsiteX145" fmla="*/ 918548 w 2434410"/>
                                <a:gd name="connsiteY145" fmla="*/ 233200 h 297498"/>
                                <a:gd name="connsiteX146" fmla="*/ 940176 w 2434410"/>
                                <a:gd name="connsiteY146" fmla="*/ 232017 h 297498"/>
                                <a:gd name="connsiteX147" fmla="*/ 941359 w 2434410"/>
                                <a:gd name="connsiteY147" fmla="*/ 233200 h 297498"/>
                                <a:gd name="connsiteX148" fmla="*/ 797193 w 2434410"/>
                                <a:gd name="connsiteY148" fmla="*/ 163911 h 297498"/>
                                <a:gd name="connsiteX149" fmla="*/ 908424 w 2434410"/>
                                <a:gd name="connsiteY149" fmla="*/ 163911 h 297498"/>
                                <a:gd name="connsiteX150" fmla="*/ 854978 w 2434410"/>
                                <a:gd name="connsiteY150" fmla="*/ 118748 h 297498"/>
                                <a:gd name="connsiteX151" fmla="*/ 797193 w 2434410"/>
                                <a:gd name="connsiteY151" fmla="*/ 163911 h 297498"/>
                                <a:gd name="connsiteX152" fmla="*/ 1292603 w 2434410"/>
                                <a:gd name="connsiteY152" fmla="*/ 235567 h 297498"/>
                                <a:gd name="connsiteX153" fmla="*/ 1294497 w 2434410"/>
                                <a:gd name="connsiteY153" fmla="*/ 255748 h 297498"/>
                                <a:gd name="connsiteX154" fmla="*/ 1293787 w 2434410"/>
                                <a:gd name="connsiteY154" fmla="*/ 256537 h 297498"/>
                                <a:gd name="connsiteX155" fmla="*/ 1212467 w 2434410"/>
                                <a:gd name="connsiteY155" fmla="*/ 297098 h 297498"/>
                                <a:gd name="connsiteX156" fmla="*/ 1106759 w 2434410"/>
                                <a:gd name="connsiteY156" fmla="*/ 189023 h 297498"/>
                                <a:gd name="connsiteX157" fmla="*/ 1206945 w 2434410"/>
                                <a:gd name="connsiteY157" fmla="*/ 86733 h 297498"/>
                                <a:gd name="connsiteX158" fmla="*/ 1298520 w 2434410"/>
                                <a:gd name="connsiteY158" fmla="*/ 180543 h 297498"/>
                                <a:gd name="connsiteX159" fmla="*/ 1278798 w 2434410"/>
                                <a:gd name="connsiteY159" fmla="*/ 197372 h 297498"/>
                                <a:gd name="connsiteX160" fmla="*/ 1144033 w 2434410"/>
                                <a:gd name="connsiteY160" fmla="*/ 197372 h 297498"/>
                                <a:gd name="connsiteX161" fmla="*/ 1217345 w 2434410"/>
                                <a:gd name="connsiteY161" fmla="*/ 260699 h 297498"/>
                                <a:gd name="connsiteX162" fmla="*/ 1267360 w 2434410"/>
                                <a:gd name="connsiteY162" fmla="*/ 233200 h 297498"/>
                                <a:gd name="connsiteX163" fmla="*/ 1288896 w 2434410"/>
                                <a:gd name="connsiteY163" fmla="*/ 231990 h 297498"/>
                                <a:gd name="connsiteX164" fmla="*/ 1290106 w 2434410"/>
                                <a:gd name="connsiteY164" fmla="*/ 233200 h 297498"/>
                                <a:gd name="connsiteX165" fmla="*/ 1145939 w 2434410"/>
                                <a:gd name="connsiteY165" fmla="*/ 163911 h 297498"/>
                                <a:gd name="connsiteX166" fmla="*/ 1257433 w 2434410"/>
                                <a:gd name="connsiteY166" fmla="*/ 163911 h 297498"/>
                                <a:gd name="connsiteX167" fmla="*/ 1203987 w 2434410"/>
                                <a:gd name="connsiteY167" fmla="*/ 118748 h 297498"/>
                                <a:gd name="connsiteX168" fmla="*/ 1146203 w 2434410"/>
                                <a:gd name="connsiteY168" fmla="*/ 163911 h 297498"/>
                                <a:gd name="connsiteX169" fmla="*/ 1333953 w 2434410"/>
                                <a:gd name="connsiteY169" fmla="*/ 191193 h 297498"/>
                                <a:gd name="connsiteX170" fmla="*/ 1438209 w 2434410"/>
                                <a:gd name="connsiteY170" fmla="*/ 297296 h 297498"/>
                                <a:gd name="connsiteX171" fmla="*/ 1439596 w 2434410"/>
                                <a:gd name="connsiteY171" fmla="*/ 297296 h 297498"/>
                                <a:gd name="connsiteX172" fmla="*/ 1526109 w 2434410"/>
                                <a:gd name="connsiteY172" fmla="*/ 248977 h 297498"/>
                                <a:gd name="connsiteX173" fmla="*/ 1519535 w 2434410"/>
                                <a:gd name="connsiteY173" fmla="*/ 228006 h 297498"/>
                                <a:gd name="connsiteX174" fmla="*/ 1514605 w 2434410"/>
                                <a:gd name="connsiteY174" fmla="*/ 225048 h 297498"/>
                                <a:gd name="connsiteX175" fmla="*/ 1494028 w 2434410"/>
                                <a:gd name="connsiteY175" fmla="*/ 229584 h 297498"/>
                                <a:gd name="connsiteX176" fmla="*/ 1438610 w 2434410"/>
                                <a:gd name="connsiteY176" fmla="*/ 262059 h 297498"/>
                                <a:gd name="connsiteX177" fmla="*/ 1371951 w 2434410"/>
                                <a:gd name="connsiteY177" fmla="*/ 191193 h 297498"/>
                                <a:gd name="connsiteX178" fmla="*/ 1437690 w 2434410"/>
                                <a:gd name="connsiteY178" fmla="*/ 121969 h 297498"/>
                                <a:gd name="connsiteX179" fmla="*/ 1491727 w 2434410"/>
                                <a:gd name="connsiteY179" fmla="*/ 149448 h 297498"/>
                                <a:gd name="connsiteX180" fmla="*/ 1512501 w 2434410"/>
                                <a:gd name="connsiteY180" fmla="*/ 152012 h 297498"/>
                                <a:gd name="connsiteX181" fmla="*/ 1516643 w 2434410"/>
                                <a:gd name="connsiteY181" fmla="*/ 148857 h 297498"/>
                                <a:gd name="connsiteX182" fmla="*/ 1522500 w 2434410"/>
                                <a:gd name="connsiteY182" fmla="*/ 128681 h 297498"/>
                                <a:gd name="connsiteX183" fmla="*/ 1522033 w 2434410"/>
                                <a:gd name="connsiteY183" fmla="*/ 127886 h 297498"/>
                                <a:gd name="connsiteX184" fmla="*/ 1439859 w 2434410"/>
                                <a:gd name="connsiteY184" fmla="*/ 86733 h 297498"/>
                                <a:gd name="connsiteX185" fmla="*/ 1334230 w 2434410"/>
                                <a:gd name="connsiteY185" fmla="*/ 189339 h 297498"/>
                                <a:gd name="connsiteX186" fmla="*/ 1334216 w 2434410"/>
                                <a:gd name="connsiteY186" fmla="*/ 191193 h 297498"/>
                                <a:gd name="connsiteX187" fmla="*/ 2046303 w 2434410"/>
                                <a:gd name="connsiteY187" fmla="*/ 191193 h 297498"/>
                                <a:gd name="connsiteX188" fmla="*/ 2150558 w 2434410"/>
                                <a:gd name="connsiteY188" fmla="*/ 297296 h 297498"/>
                                <a:gd name="connsiteX189" fmla="*/ 2152011 w 2434410"/>
                                <a:gd name="connsiteY189" fmla="*/ 297296 h 297498"/>
                                <a:gd name="connsiteX190" fmla="*/ 2238524 w 2434410"/>
                                <a:gd name="connsiteY190" fmla="*/ 248977 h 297498"/>
                                <a:gd name="connsiteX191" fmla="*/ 2231950 w 2434410"/>
                                <a:gd name="connsiteY191" fmla="*/ 228006 h 297498"/>
                                <a:gd name="connsiteX192" fmla="*/ 2227020 w 2434410"/>
                                <a:gd name="connsiteY192" fmla="*/ 225048 h 297498"/>
                                <a:gd name="connsiteX193" fmla="*/ 2206443 w 2434410"/>
                                <a:gd name="connsiteY193" fmla="*/ 229584 h 297498"/>
                                <a:gd name="connsiteX194" fmla="*/ 2151025 w 2434410"/>
                                <a:gd name="connsiteY194" fmla="*/ 262059 h 297498"/>
                                <a:gd name="connsiteX195" fmla="*/ 2084300 w 2434410"/>
                                <a:gd name="connsiteY195" fmla="*/ 191193 h 297498"/>
                                <a:gd name="connsiteX196" fmla="*/ 2150039 w 2434410"/>
                                <a:gd name="connsiteY196" fmla="*/ 121969 h 297498"/>
                                <a:gd name="connsiteX197" fmla="*/ 2204077 w 2434410"/>
                                <a:gd name="connsiteY197" fmla="*/ 149448 h 297498"/>
                                <a:gd name="connsiteX198" fmla="*/ 2224850 w 2434410"/>
                                <a:gd name="connsiteY198" fmla="*/ 152012 h 297498"/>
                                <a:gd name="connsiteX199" fmla="*/ 2228992 w 2434410"/>
                                <a:gd name="connsiteY199" fmla="*/ 148857 h 297498"/>
                                <a:gd name="connsiteX200" fmla="*/ 2234843 w 2434410"/>
                                <a:gd name="connsiteY200" fmla="*/ 128773 h 297498"/>
                                <a:gd name="connsiteX201" fmla="*/ 2234317 w 2434410"/>
                                <a:gd name="connsiteY201" fmla="*/ 127886 h 297498"/>
                                <a:gd name="connsiteX202" fmla="*/ 2152209 w 2434410"/>
                                <a:gd name="connsiteY202" fmla="*/ 86733 h 297498"/>
                                <a:gd name="connsiteX203" fmla="*/ 2046513 w 2434410"/>
                                <a:gd name="connsiteY203" fmla="*/ 189405 h 297498"/>
                                <a:gd name="connsiteX204" fmla="*/ 2046500 w 2434410"/>
                                <a:gd name="connsiteY204" fmla="*/ 191193 h 297498"/>
                                <a:gd name="connsiteX205" fmla="*/ 1843826 w 2434410"/>
                                <a:gd name="connsiteY205" fmla="*/ 273169 h 297498"/>
                                <a:gd name="connsiteX206" fmla="*/ 1830672 w 2434410"/>
                                <a:gd name="connsiteY206" fmla="*/ 257267 h 297498"/>
                                <a:gd name="connsiteX207" fmla="*/ 1827391 w 2434410"/>
                                <a:gd name="connsiteY207" fmla="*/ 257326 h 297498"/>
                                <a:gd name="connsiteX208" fmla="*/ 1791432 w 2434410"/>
                                <a:gd name="connsiteY208" fmla="*/ 257326 h 297498"/>
                                <a:gd name="connsiteX209" fmla="*/ 1791432 w 2434410"/>
                                <a:gd name="connsiteY209" fmla="*/ 107901 h 297498"/>
                                <a:gd name="connsiteX210" fmla="*/ 1779119 w 2434410"/>
                                <a:gd name="connsiteY210" fmla="*/ 91683 h 297498"/>
                                <a:gd name="connsiteX211" fmla="*/ 1775392 w 2434410"/>
                                <a:gd name="connsiteY211" fmla="*/ 91664 h 297498"/>
                                <a:gd name="connsiteX212" fmla="*/ 1770461 w 2434410"/>
                                <a:gd name="connsiteY212" fmla="*/ 91664 h 297498"/>
                                <a:gd name="connsiteX213" fmla="*/ 1753869 w 2434410"/>
                                <a:gd name="connsiteY213" fmla="*/ 104404 h 297498"/>
                                <a:gd name="connsiteX214" fmla="*/ 1753829 w 2434410"/>
                                <a:gd name="connsiteY214" fmla="*/ 107901 h 297498"/>
                                <a:gd name="connsiteX215" fmla="*/ 1753829 w 2434410"/>
                                <a:gd name="connsiteY215" fmla="*/ 257326 h 297498"/>
                                <a:gd name="connsiteX216" fmla="*/ 1731675 w 2434410"/>
                                <a:gd name="connsiteY216" fmla="*/ 257326 h 297498"/>
                                <a:gd name="connsiteX217" fmla="*/ 1715306 w 2434410"/>
                                <a:gd name="connsiteY217" fmla="*/ 269435 h 297498"/>
                                <a:gd name="connsiteX218" fmla="*/ 1715240 w 2434410"/>
                                <a:gd name="connsiteY218" fmla="*/ 273169 h 297498"/>
                                <a:gd name="connsiteX219" fmla="*/ 1715240 w 2434410"/>
                                <a:gd name="connsiteY219" fmla="*/ 276128 h 297498"/>
                                <a:gd name="connsiteX220" fmla="*/ 1728257 w 2434410"/>
                                <a:gd name="connsiteY220" fmla="*/ 292385 h 297498"/>
                                <a:gd name="connsiteX221" fmla="*/ 1731675 w 2434410"/>
                                <a:gd name="connsiteY221" fmla="*/ 292365 h 297498"/>
                                <a:gd name="connsiteX222" fmla="*/ 1827391 w 2434410"/>
                                <a:gd name="connsiteY222" fmla="*/ 292365 h 297498"/>
                                <a:gd name="connsiteX223" fmla="*/ 1843807 w 2434410"/>
                                <a:gd name="connsiteY223" fmla="*/ 279105 h 297498"/>
                                <a:gd name="connsiteX224" fmla="*/ 1843826 w 2434410"/>
                                <a:gd name="connsiteY224" fmla="*/ 276128 h 297498"/>
                                <a:gd name="connsiteX225" fmla="*/ 1843826 w 2434410"/>
                                <a:gd name="connsiteY225" fmla="*/ 273169 h 297498"/>
                                <a:gd name="connsiteX226" fmla="*/ 1690983 w 2434410"/>
                                <a:gd name="connsiteY226" fmla="*/ 107770 h 297498"/>
                                <a:gd name="connsiteX227" fmla="*/ 1678670 w 2434410"/>
                                <a:gd name="connsiteY227" fmla="*/ 91552 h 297498"/>
                                <a:gd name="connsiteX228" fmla="*/ 1674942 w 2434410"/>
                                <a:gd name="connsiteY228" fmla="*/ 91532 h 297498"/>
                                <a:gd name="connsiteX229" fmla="*/ 1616961 w 2434410"/>
                                <a:gd name="connsiteY229" fmla="*/ 91532 h 297498"/>
                                <a:gd name="connsiteX230" fmla="*/ 1616961 w 2434410"/>
                                <a:gd name="connsiteY230" fmla="*/ 51365 h 297498"/>
                                <a:gd name="connsiteX231" fmla="*/ 1604444 w 2434410"/>
                                <a:gd name="connsiteY231" fmla="*/ 34950 h 297498"/>
                                <a:gd name="connsiteX232" fmla="*/ 1600723 w 2434410"/>
                                <a:gd name="connsiteY232" fmla="*/ 34931 h 297498"/>
                                <a:gd name="connsiteX233" fmla="*/ 1595990 w 2434410"/>
                                <a:gd name="connsiteY233" fmla="*/ 34931 h 297498"/>
                                <a:gd name="connsiteX234" fmla="*/ 1579555 w 2434410"/>
                                <a:gd name="connsiteY234" fmla="*/ 47875 h 297498"/>
                                <a:gd name="connsiteX235" fmla="*/ 1579555 w 2434410"/>
                                <a:gd name="connsiteY235" fmla="*/ 51365 h 297498"/>
                                <a:gd name="connsiteX236" fmla="*/ 1579555 w 2434410"/>
                                <a:gd name="connsiteY236" fmla="*/ 91532 h 297498"/>
                                <a:gd name="connsiteX237" fmla="*/ 1557204 w 2434410"/>
                                <a:gd name="connsiteY237" fmla="*/ 91532 h 297498"/>
                                <a:gd name="connsiteX238" fmla="*/ 1540966 w 2434410"/>
                                <a:gd name="connsiteY238" fmla="*/ 104272 h 297498"/>
                                <a:gd name="connsiteX239" fmla="*/ 1540966 w 2434410"/>
                                <a:gd name="connsiteY239" fmla="*/ 107770 h 297498"/>
                                <a:gd name="connsiteX240" fmla="*/ 1540966 w 2434410"/>
                                <a:gd name="connsiteY240" fmla="*/ 109939 h 297498"/>
                                <a:gd name="connsiteX241" fmla="*/ 1553857 w 2434410"/>
                                <a:gd name="connsiteY241" fmla="*/ 126532 h 297498"/>
                                <a:gd name="connsiteX242" fmla="*/ 1557204 w 2434410"/>
                                <a:gd name="connsiteY242" fmla="*/ 126571 h 297498"/>
                                <a:gd name="connsiteX243" fmla="*/ 1579555 w 2434410"/>
                                <a:gd name="connsiteY243" fmla="*/ 126571 h 297498"/>
                                <a:gd name="connsiteX244" fmla="*/ 1579555 w 2434410"/>
                                <a:gd name="connsiteY244" fmla="*/ 222550 h 297498"/>
                                <a:gd name="connsiteX245" fmla="*/ 1650225 w 2434410"/>
                                <a:gd name="connsiteY245" fmla="*/ 296967 h 297498"/>
                                <a:gd name="connsiteX246" fmla="*/ 1677966 w 2434410"/>
                                <a:gd name="connsiteY246" fmla="*/ 293022 h 297498"/>
                                <a:gd name="connsiteX247" fmla="*/ 1689076 w 2434410"/>
                                <a:gd name="connsiteY247" fmla="*/ 278113 h 297498"/>
                                <a:gd name="connsiteX248" fmla="*/ 1688813 w 2434410"/>
                                <a:gd name="connsiteY248" fmla="*/ 276785 h 297498"/>
                                <a:gd name="connsiteX249" fmla="*/ 1687236 w 2434410"/>
                                <a:gd name="connsiteY249" fmla="*/ 267713 h 297498"/>
                                <a:gd name="connsiteX250" fmla="*/ 1671787 w 2434410"/>
                                <a:gd name="connsiteY250" fmla="*/ 258772 h 297498"/>
                                <a:gd name="connsiteX251" fmla="*/ 1653577 w 2434410"/>
                                <a:gd name="connsiteY251" fmla="*/ 261796 h 297498"/>
                                <a:gd name="connsiteX252" fmla="*/ 1616961 w 2434410"/>
                                <a:gd name="connsiteY252" fmla="*/ 219789 h 297498"/>
                                <a:gd name="connsiteX253" fmla="*/ 1616961 w 2434410"/>
                                <a:gd name="connsiteY253" fmla="*/ 126571 h 297498"/>
                                <a:gd name="connsiteX254" fmla="*/ 1674942 w 2434410"/>
                                <a:gd name="connsiteY254" fmla="*/ 126571 h 297498"/>
                                <a:gd name="connsiteX255" fmla="*/ 1691022 w 2434410"/>
                                <a:gd name="connsiteY255" fmla="*/ 113338 h 297498"/>
                                <a:gd name="connsiteX256" fmla="*/ 1690983 w 2434410"/>
                                <a:gd name="connsiteY256" fmla="*/ 110136 h 297498"/>
                                <a:gd name="connsiteX257" fmla="*/ 1690983 w 2434410"/>
                                <a:gd name="connsiteY257" fmla="*/ 107770 h 297498"/>
                                <a:gd name="connsiteX258" fmla="*/ 1080332 w 2434410"/>
                                <a:gd name="connsiteY258" fmla="*/ 257326 h 297498"/>
                                <a:gd name="connsiteX259" fmla="*/ 1050355 w 2434410"/>
                                <a:gd name="connsiteY259" fmla="*/ 257326 h 297498"/>
                                <a:gd name="connsiteX260" fmla="*/ 1050355 w 2434410"/>
                                <a:gd name="connsiteY260" fmla="*/ 21783 h 297498"/>
                                <a:gd name="connsiteX261" fmla="*/ 1033920 w 2434410"/>
                                <a:gd name="connsiteY261" fmla="*/ 5545 h 297498"/>
                                <a:gd name="connsiteX262" fmla="*/ 987903 w 2434410"/>
                                <a:gd name="connsiteY262" fmla="*/ 5545 h 297498"/>
                                <a:gd name="connsiteX263" fmla="*/ 971764 w 2434410"/>
                                <a:gd name="connsiteY263" fmla="*/ 18410 h 297498"/>
                                <a:gd name="connsiteX264" fmla="*/ 971731 w 2434410"/>
                                <a:gd name="connsiteY264" fmla="*/ 21388 h 297498"/>
                                <a:gd name="connsiteX265" fmla="*/ 971731 w 2434410"/>
                                <a:gd name="connsiteY265" fmla="*/ 24544 h 297498"/>
                                <a:gd name="connsiteX266" fmla="*/ 984997 w 2434410"/>
                                <a:gd name="connsiteY266" fmla="*/ 40597 h 297498"/>
                                <a:gd name="connsiteX267" fmla="*/ 987903 w 2434410"/>
                                <a:gd name="connsiteY267" fmla="*/ 40584 h 297498"/>
                                <a:gd name="connsiteX268" fmla="*/ 1012686 w 2434410"/>
                                <a:gd name="connsiteY268" fmla="*/ 40584 h 297498"/>
                                <a:gd name="connsiteX269" fmla="*/ 1012686 w 2434410"/>
                                <a:gd name="connsiteY269" fmla="*/ 257523 h 297498"/>
                                <a:gd name="connsiteX270" fmla="*/ 982841 w 2434410"/>
                                <a:gd name="connsiteY270" fmla="*/ 257523 h 297498"/>
                                <a:gd name="connsiteX271" fmla="*/ 966465 w 2434410"/>
                                <a:gd name="connsiteY271" fmla="*/ 270086 h 297498"/>
                                <a:gd name="connsiteX272" fmla="*/ 966406 w 2434410"/>
                                <a:gd name="connsiteY272" fmla="*/ 273367 h 297498"/>
                                <a:gd name="connsiteX273" fmla="*/ 966406 w 2434410"/>
                                <a:gd name="connsiteY273" fmla="*/ 276325 h 297498"/>
                                <a:gd name="connsiteX274" fmla="*/ 979863 w 2434410"/>
                                <a:gd name="connsiteY274" fmla="*/ 292582 h 297498"/>
                                <a:gd name="connsiteX275" fmla="*/ 982841 w 2434410"/>
                                <a:gd name="connsiteY275" fmla="*/ 292562 h 297498"/>
                                <a:gd name="connsiteX276" fmla="*/ 1080266 w 2434410"/>
                                <a:gd name="connsiteY276" fmla="*/ 292562 h 297498"/>
                                <a:gd name="connsiteX277" fmla="*/ 1096859 w 2434410"/>
                                <a:gd name="connsiteY277" fmla="*/ 279671 h 297498"/>
                                <a:gd name="connsiteX278" fmla="*/ 1096898 w 2434410"/>
                                <a:gd name="connsiteY278" fmla="*/ 276325 h 297498"/>
                                <a:gd name="connsiteX279" fmla="*/ 1096898 w 2434410"/>
                                <a:gd name="connsiteY279" fmla="*/ 273367 h 297498"/>
                                <a:gd name="connsiteX280" fmla="*/ 1083921 w 2434410"/>
                                <a:gd name="connsiteY280" fmla="*/ 257431 h 297498"/>
                                <a:gd name="connsiteX281" fmla="*/ 1080266 w 2434410"/>
                                <a:gd name="connsiteY281" fmla="*/ 257523 h 2974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Lst>
                              <a:rect l="l" t="t" r="r" b="b"/>
                              <a:pathLst>
                                <a:path w="2434410" h="297498">
                                  <a:moveTo>
                                    <a:pt x="2345942" y="86733"/>
                                  </a:moveTo>
                                  <a:cubicBezTo>
                                    <a:pt x="2324702" y="87062"/>
                                    <a:pt x="2304151" y="94339"/>
                                    <a:pt x="2287434" y="107441"/>
                                  </a:cubicBezTo>
                                  <a:cubicBezTo>
                                    <a:pt x="2280452" y="112082"/>
                                    <a:pt x="2278553" y="121509"/>
                                    <a:pt x="2283194" y="128497"/>
                                  </a:cubicBezTo>
                                  <a:cubicBezTo>
                                    <a:pt x="2283654" y="129187"/>
                                    <a:pt x="2284173" y="129838"/>
                                    <a:pt x="2284738" y="130450"/>
                                  </a:cubicBezTo>
                                  <a:lnTo>
                                    <a:pt x="2288617" y="135183"/>
                                  </a:lnTo>
                                  <a:cubicBezTo>
                                    <a:pt x="2292516" y="140521"/>
                                    <a:pt x="2300003" y="141684"/>
                                    <a:pt x="2305335" y="137786"/>
                                  </a:cubicBezTo>
                                  <a:cubicBezTo>
                                    <a:pt x="2305552" y="137628"/>
                                    <a:pt x="2305769" y="137457"/>
                                    <a:pt x="2305972" y="137286"/>
                                  </a:cubicBezTo>
                                  <a:cubicBezTo>
                                    <a:pt x="2317424" y="127702"/>
                                    <a:pt x="2331801" y="122298"/>
                                    <a:pt x="2346731" y="121969"/>
                                  </a:cubicBezTo>
                                  <a:cubicBezTo>
                                    <a:pt x="2376050" y="121969"/>
                                    <a:pt x="2396824" y="140968"/>
                                    <a:pt x="2396824" y="166277"/>
                                  </a:cubicBezTo>
                                  <a:lnTo>
                                    <a:pt x="2396824" y="176533"/>
                                  </a:lnTo>
                                  <a:cubicBezTo>
                                    <a:pt x="2380560" y="172989"/>
                                    <a:pt x="2363967" y="171201"/>
                                    <a:pt x="2347322" y="171208"/>
                                  </a:cubicBezTo>
                                  <a:cubicBezTo>
                                    <a:pt x="2301305" y="171208"/>
                                    <a:pt x="2267186" y="193756"/>
                                    <a:pt x="2267186" y="232542"/>
                                  </a:cubicBezTo>
                                  <a:cubicBezTo>
                                    <a:pt x="2267186" y="271329"/>
                                    <a:pt x="2295323" y="296901"/>
                                    <a:pt x="2335095" y="296901"/>
                                  </a:cubicBezTo>
                                  <a:cubicBezTo>
                                    <a:pt x="2358051" y="296921"/>
                                    <a:pt x="2380139" y="288151"/>
                                    <a:pt x="2396824" y="272380"/>
                                  </a:cubicBezTo>
                                  <a:lnTo>
                                    <a:pt x="2396824" y="275930"/>
                                  </a:lnTo>
                                  <a:cubicBezTo>
                                    <a:pt x="2395719" y="283878"/>
                                    <a:pt x="2401268" y="291215"/>
                                    <a:pt x="2409216" y="292319"/>
                                  </a:cubicBezTo>
                                  <a:cubicBezTo>
                                    <a:pt x="2410425" y="292490"/>
                                    <a:pt x="2411648" y="292503"/>
                                    <a:pt x="2412864" y="292365"/>
                                  </a:cubicBezTo>
                                  <a:lnTo>
                                    <a:pt x="2418781" y="292365"/>
                                  </a:lnTo>
                                  <a:cubicBezTo>
                                    <a:pt x="2429102" y="292365"/>
                                    <a:pt x="2434230" y="286580"/>
                                    <a:pt x="2434230" y="275930"/>
                                  </a:cubicBezTo>
                                  <a:lnTo>
                                    <a:pt x="2434230" y="166672"/>
                                  </a:lnTo>
                                  <a:cubicBezTo>
                                    <a:pt x="2434230" y="117565"/>
                                    <a:pt x="2397021" y="86733"/>
                                    <a:pt x="2345942" y="86733"/>
                                  </a:cubicBezTo>
                                  <a:close/>
                                  <a:moveTo>
                                    <a:pt x="2396692" y="240102"/>
                                  </a:moveTo>
                                  <a:cubicBezTo>
                                    <a:pt x="2382085" y="255269"/>
                                    <a:pt x="2361936" y="263834"/>
                                    <a:pt x="2340880" y="263834"/>
                                  </a:cubicBezTo>
                                  <a:cubicBezTo>
                                    <a:pt x="2319515" y="263834"/>
                                    <a:pt x="2304855" y="250686"/>
                                    <a:pt x="2304855" y="232542"/>
                                  </a:cubicBezTo>
                                  <a:cubicBezTo>
                                    <a:pt x="2304855" y="214399"/>
                                    <a:pt x="2323459" y="201316"/>
                                    <a:pt x="2348177" y="201316"/>
                                  </a:cubicBezTo>
                                  <a:cubicBezTo>
                                    <a:pt x="2364428" y="201520"/>
                                    <a:pt x="2380646" y="202901"/>
                                    <a:pt x="2396692" y="205458"/>
                                  </a:cubicBezTo>
                                  <a:close/>
                                  <a:moveTo>
                                    <a:pt x="365353" y="235567"/>
                                  </a:moveTo>
                                  <a:cubicBezTo>
                                    <a:pt x="371454" y="240720"/>
                                    <a:pt x="372216" y="249845"/>
                                    <a:pt x="367062" y="255946"/>
                                  </a:cubicBezTo>
                                  <a:cubicBezTo>
                                    <a:pt x="366891" y="256149"/>
                                    <a:pt x="366714" y="256347"/>
                                    <a:pt x="366536" y="256537"/>
                                  </a:cubicBezTo>
                                  <a:cubicBezTo>
                                    <a:pt x="347748" y="282636"/>
                                    <a:pt x="317304" y="297808"/>
                                    <a:pt x="285151" y="297098"/>
                                  </a:cubicBezTo>
                                  <a:cubicBezTo>
                                    <a:pt x="222436" y="297098"/>
                                    <a:pt x="179508" y="247597"/>
                                    <a:pt x="179508" y="189023"/>
                                  </a:cubicBezTo>
                                  <a:cubicBezTo>
                                    <a:pt x="179508" y="130450"/>
                                    <a:pt x="219478" y="86733"/>
                                    <a:pt x="279629" y="86733"/>
                                  </a:cubicBezTo>
                                  <a:cubicBezTo>
                                    <a:pt x="333864" y="86733"/>
                                    <a:pt x="371269" y="126177"/>
                                    <a:pt x="371269" y="180543"/>
                                  </a:cubicBezTo>
                                  <a:cubicBezTo>
                                    <a:pt x="371269" y="190995"/>
                                    <a:pt x="364696" y="197372"/>
                                    <a:pt x="351548" y="197372"/>
                                  </a:cubicBezTo>
                                  <a:lnTo>
                                    <a:pt x="216783" y="197372"/>
                                  </a:lnTo>
                                  <a:cubicBezTo>
                                    <a:pt x="217992" y="233660"/>
                                    <a:pt x="248383" y="262099"/>
                                    <a:pt x="284671" y="260889"/>
                                  </a:cubicBezTo>
                                  <a:cubicBezTo>
                                    <a:pt x="284790" y="260883"/>
                                    <a:pt x="284901" y="260883"/>
                                    <a:pt x="285020" y="260876"/>
                                  </a:cubicBezTo>
                                  <a:cubicBezTo>
                                    <a:pt x="306839" y="261448"/>
                                    <a:pt x="327494" y="251061"/>
                                    <a:pt x="340043" y="233200"/>
                                  </a:cubicBezTo>
                                  <a:cubicBezTo>
                                    <a:pt x="345690" y="226902"/>
                                    <a:pt x="355374" y="226370"/>
                                    <a:pt x="361672" y="232017"/>
                                  </a:cubicBezTo>
                                  <a:cubicBezTo>
                                    <a:pt x="362086" y="232391"/>
                                    <a:pt x="362480" y="232786"/>
                                    <a:pt x="362855" y="233200"/>
                                  </a:cubicBezTo>
                                  <a:close/>
                                  <a:moveTo>
                                    <a:pt x="218689" y="163911"/>
                                  </a:moveTo>
                                  <a:lnTo>
                                    <a:pt x="329920" y="163911"/>
                                  </a:lnTo>
                                  <a:cubicBezTo>
                                    <a:pt x="326587" y="137234"/>
                                    <a:pt x="303335" y="117584"/>
                                    <a:pt x="276474" y="118748"/>
                                  </a:cubicBezTo>
                                  <a:cubicBezTo>
                                    <a:pt x="248791" y="117736"/>
                                    <a:pt x="224395" y="136800"/>
                                    <a:pt x="218689" y="163911"/>
                                  </a:cubicBezTo>
                                  <a:moveTo>
                                    <a:pt x="604775" y="21980"/>
                                  </a:moveTo>
                                  <a:lnTo>
                                    <a:pt x="604775" y="276128"/>
                                  </a:lnTo>
                                  <a:cubicBezTo>
                                    <a:pt x="605741" y="284128"/>
                                    <a:pt x="600035" y="291399"/>
                                    <a:pt x="592035" y="292365"/>
                                  </a:cubicBezTo>
                                  <a:cubicBezTo>
                                    <a:pt x="590871" y="292503"/>
                                    <a:pt x="589701" y="292503"/>
                                    <a:pt x="588537" y="292365"/>
                                  </a:cubicBezTo>
                                  <a:lnTo>
                                    <a:pt x="582950" y="292365"/>
                                  </a:lnTo>
                                  <a:cubicBezTo>
                                    <a:pt x="572300" y="292365"/>
                                    <a:pt x="567369" y="286580"/>
                                    <a:pt x="567369" y="276128"/>
                                  </a:cubicBezTo>
                                  <a:lnTo>
                                    <a:pt x="567369" y="271592"/>
                                  </a:lnTo>
                                  <a:cubicBezTo>
                                    <a:pt x="550166" y="288342"/>
                                    <a:pt x="527019" y="297585"/>
                                    <a:pt x="503011" y="297296"/>
                                  </a:cubicBezTo>
                                  <a:cubicBezTo>
                                    <a:pt x="446804" y="297296"/>
                                    <a:pt x="402298" y="250555"/>
                                    <a:pt x="402298" y="191587"/>
                                  </a:cubicBezTo>
                                  <a:cubicBezTo>
                                    <a:pt x="402298" y="132619"/>
                                    <a:pt x="446804" y="86404"/>
                                    <a:pt x="503011" y="86404"/>
                                  </a:cubicBezTo>
                                  <a:cubicBezTo>
                                    <a:pt x="526960" y="86017"/>
                                    <a:pt x="550093" y="95115"/>
                                    <a:pt x="567369" y="111714"/>
                                  </a:cubicBezTo>
                                  <a:lnTo>
                                    <a:pt x="567369" y="21651"/>
                                  </a:lnTo>
                                  <a:cubicBezTo>
                                    <a:pt x="567369" y="10804"/>
                                    <a:pt x="572300" y="5217"/>
                                    <a:pt x="582950" y="5217"/>
                                  </a:cubicBezTo>
                                  <a:lnTo>
                                    <a:pt x="588866" y="5217"/>
                                  </a:lnTo>
                                  <a:cubicBezTo>
                                    <a:pt x="596827" y="4191"/>
                                    <a:pt x="604104" y="9818"/>
                                    <a:pt x="605130" y="17773"/>
                                  </a:cubicBezTo>
                                  <a:cubicBezTo>
                                    <a:pt x="605294" y="19061"/>
                                    <a:pt x="605288" y="20369"/>
                                    <a:pt x="605104" y="21651"/>
                                  </a:cubicBezTo>
                                  <a:moveTo>
                                    <a:pt x="567698" y="230044"/>
                                  </a:moveTo>
                                  <a:lnTo>
                                    <a:pt x="567698" y="153590"/>
                                  </a:lnTo>
                                  <a:cubicBezTo>
                                    <a:pt x="554458" y="133559"/>
                                    <a:pt x="531739" y="121877"/>
                                    <a:pt x="507744" y="122758"/>
                                  </a:cubicBezTo>
                                  <a:cubicBezTo>
                                    <a:pt x="469622" y="125112"/>
                                    <a:pt x="440624" y="157922"/>
                                    <a:pt x="442978" y="196044"/>
                                  </a:cubicBezTo>
                                  <a:cubicBezTo>
                                    <a:pt x="445134" y="230886"/>
                                    <a:pt x="472909" y="258661"/>
                                    <a:pt x="507744" y="260810"/>
                                  </a:cubicBezTo>
                                  <a:cubicBezTo>
                                    <a:pt x="531686" y="261606"/>
                                    <a:pt x="554346" y="250003"/>
                                    <a:pt x="567698" y="230110"/>
                                  </a:cubicBezTo>
                                  <a:moveTo>
                                    <a:pt x="128692" y="273169"/>
                                  </a:moveTo>
                                  <a:cubicBezTo>
                                    <a:pt x="129448" y="265143"/>
                                    <a:pt x="123558" y="258023"/>
                                    <a:pt x="115538" y="257267"/>
                                  </a:cubicBezTo>
                                  <a:cubicBezTo>
                                    <a:pt x="114446" y="257162"/>
                                    <a:pt x="113342" y="257182"/>
                                    <a:pt x="112257" y="257326"/>
                                  </a:cubicBezTo>
                                  <a:lnTo>
                                    <a:pt x="76101" y="257326"/>
                                  </a:lnTo>
                                  <a:lnTo>
                                    <a:pt x="76101" y="107901"/>
                                  </a:lnTo>
                                  <a:cubicBezTo>
                                    <a:pt x="77179" y="100026"/>
                                    <a:pt x="71663" y="92761"/>
                                    <a:pt x="63788" y="91683"/>
                                  </a:cubicBezTo>
                                  <a:cubicBezTo>
                                    <a:pt x="62552" y="91519"/>
                                    <a:pt x="61296" y="91512"/>
                                    <a:pt x="60060" y="91664"/>
                                  </a:cubicBezTo>
                                  <a:lnTo>
                                    <a:pt x="55130" y="91664"/>
                                  </a:lnTo>
                                  <a:cubicBezTo>
                                    <a:pt x="47031" y="90599"/>
                                    <a:pt x="39602" y="96305"/>
                                    <a:pt x="38537" y="104404"/>
                                  </a:cubicBezTo>
                                  <a:cubicBezTo>
                                    <a:pt x="38386" y="105567"/>
                                    <a:pt x="38373" y="106738"/>
                                    <a:pt x="38498" y="107901"/>
                                  </a:cubicBezTo>
                                  <a:lnTo>
                                    <a:pt x="38498" y="257326"/>
                                  </a:lnTo>
                                  <a:lnTo>
                                    <a:pt x="16344" y="257326"/>
                                  </a:lnTo>
                                  <a:cubicBezTo>
                                    <a:pt x="8482" y="256149"/>
                                    <a:pt x="1152" y="261573"/>
                                    <a:pt x="-25" y="269435"/>
                                  </a:cubicBezTo>
                                  <a:cubicBezTo>
                                    <a:pt x="-209" y="270671"/>
                                    <a:pt x="-229" y="271927"/>
                                    <a:pt x="-91" y="273169"/>
                                  </a:cubicBezTo>
                                  <a:lnTo>
                                    <a:pt x="-91" y="276128"/>
                                  </a:lnTo>
                                  <a:cubicBezTo>
                                    <a:pt x="-985" y="284213"/>
                                    <a:pt x="4840" y="291491"/>
                                    <a:pt x="12925" y="292385"/>
                                  </a:cubicBezTo>
                                  <a:cubicBezTo>
                                    <a:pt x="14063" y="292510"/>
                                    <a:pt x="15207" y="292503"/>
                                    <a:pt x="16344" y="292365"/>
                                  </a:cubicBezTo>
                                  <a:lnTo>
                                    <a:pt x="112060" y="292365"/>
                                  </a:lnTo>
                                  <a:cubicBezTo>
                                    <a:pt x="120258" y="293239"/>
                                    <a:pt x="127607" y="287297"/>
                                    <a:pt x="128475" y="279105"/>
                                  </a:cubicBezTo>
                                  <a:cubicBezTo>
                                    <a:pt x="128580" y="278113"/>
                                    <a:pt x="128587" y="277120"/>
                                    <a:pt x="128495" y="276128"/>
                                  </a:cubicBezTo>
                                  <a:lnTo>
                                    <a:pt x="128495" y="273169"/>
                                  </a:lnTo>
                                  <a:moveTo>
                                    <a:pt x="91352" y="122955"/>
                                  </a:moveTo>
                                  <a:cubicBezTo>
                                    <a:pt x="91319" y="143104"/>
                                    <a:pt x="107623" y="159467"/>
                                    <a:pt x="127772" y="159506"/>
                                  </a:cubicBezTo>
                                  <a:cubicBezTo>
                                    <a:pt x="147921" y="159539"/>
                                    <a:pt x="164290" y="143236"/>
                                    <a:pt x="164323" y="123087"/>
                                  </a:cubicBezTo>
                                  <a:cubicBezTo>
                                    <a:pt x="164356" y="103036"/>
                                    <a:pt x="148210" y="86713"/>
                                    <a:pt x="128166" y="86536"/>
                                  </a:cubicBezTo>
                                  <a:cubicBezTo>
                                    <a:pt x="108274" y="86102"/>
                                    <a:pt x="91793" y="101873"/>
                                    <a:pt x="91359" y="121759"/>
                                  </a:cubicBezTo>
                                  <a:cubicBezTo>
                                    <a:pt x="91352" y="122160"/>
                                    <a:pt x="91346" y="122554"/>
                                    <a:pt x="91352" y="122955"/>
                                  </a:cubicBezTo>
                                  <a:moveTo>
                                    <a:pt x="2015405" y="257326"/>
                                  </a:moveTo>
                                  <a:lnTo>
                                    <a:pt x="1985363" y="257326"/>
                                  </a:lnTo>
                                  <a:lnTo>
                                    <a:pt x="1985363" y="107901"/>
                                  </a:lnTo>
                                  <a:cubicBezTo>
                                    <a:pt x="1985363" y="96397"/>
                                    <a:pt x="1980432" y="91664"/>
                                    <a:pt x="1968928" y="91664"/>
                                  </a:cubicBezTo>
                                  <a:lnTo>
                                    <a:pt x="1922910" y="91664"/>
                                  </a:lnTo>
                                  <a:cubicBezTo>
                                    <a:pt x="1914903" y="90723"/>
                                    <a:pt x="1907652" y="96449"/>
                                    <a:pt x="1906712" y="104450"/>
                                  </a:cubicBezTo>
                                  <a:cubicBezTo>
                                    <a:pt x="1906594" y="105469"/>
                                    <a:pt x="1906581" y="106488"/>
                                    <a:pt x="1906673" y="107507"/>
                                  </a:cubicBezTo>
                                  <a:lnTo>
                                    <a:pt x="1906673" y="110662"/>
                                  </a:lnTo>
                                  <a:cubicBezTo>
                                    <a:pt x="1905897" y="118761"/>
                                    <a:pt x="1911833" y="125947"/>
                                    <a:pt x="1919932" y="126722"/>
                                  </a:cubicBezTo>
                                  <a:cubicBezTo>
                                    <a:pt x="1920925" y="126814"/>
                                    <a:pt x="1921918" y="126808"/>
                                    <a:pt x="1922910" y="126702"/>
                                  </a:cubicBezTo>
                                  <a:lnTo>
                                    <a:pt x="1947628" y="126702"/>
                                  </a:lnTo>
                                  <a:lnTo>
                                    <a:pt x="1947628" y="257326"/>
                                  </a:lnTo>
                                  <a:lnTo>
                                    <a:pt x="1917783" y="257326"/>
                                  </a:lnTo>
                                  <a:cubicBezTo>
                                    <a:pt x="1909828" y="256268"/>
                                    <a:pt x="1902525" y="261862"/>
                                    <a:pt x="1901466" y="269817"/>
                                  </a:cubicBezTo>
                                  <a:cubicBezTo>
                                    <a:pt x="1901322" y="270928"/>
                                    <a:pt x="1901302" y="272052"/>
                                    <a:pt x="1901414" y="273169"/>
                                  </a:cubicBezTo>
                                  <a:lnTo>
                                    <a:pt x="1901414" y="276128"/>
                                  </a:lnTo>
                                  <a:cubicBezTo>
                                    <a:pt x="1900605" y="284292"/>
                                    <a:pt x="1906568" y="291570"/>
                                    <a:pt x="1914732" y="292378"/>
                                  </a:cubicBezTo>
                                  <a:cubicBezTo>
                                    <a:pt x="1915745" y="292477"/>
                                    <a:pt x="1916770" y="292477"/>
                                    <a:pt x="1917783" y="292365"/>
                                  </a:cubicBezTo>
                                  <a:lnTo>
                                    <a:pt x="2015405" y="292365"/>
                                  </a:lnTo>
                                  <a:cubicBezTo>
                                    <a:pt x="2023544" y="293384"/>
                                    <a:pt x="2030972" y="287619"/>
                                    <a:pt x="2031998" y="279474"/>
                                  </a:cubicBezTo>
                                  <a:cubicBezTo>
                                    <a:pt x="2032136" y="278363"/>
                                    <a:pt x="2032149" y="277239"/>
                                    <a:pt x="2032037" y="276128"/>
                                  </a:cubicBezTo>
                                  <a:lnTo>
                                    <a:pt x="2032037" y="273169"/>
                                  </a:lnTo>
                                  <a:cubicBezTo>
                                    <a:pt x="2032852" y="265189"/>
                                    <a:pt x="2027048" y="258056"/>
                                    <a:pt x="2019060" y="257234"/>
                                  </a:cubicBezTo>
                                  <a:cubicBezTo>
                                    <a:pt x="2017844" y="257116"/>
                                    <a:pt x="2016615" y="257142"/>
                                    <a:pt x="2015405" y="257326"/>
                                  </a:cubicBezTo>
                                  <a:moveTo>
                                    <a:pt x="1806552" y="122955"/>
                                  </a:moveTo>
                                  <a:cubicBezTo>
                                    <a:pt x="1806480" y="143144"/>
                                    <a:pt x="1822783" y="159566"/>
                                    <a:pt x="1842972" y="159638"/>
                                  </a:cubicBezTo>
                                  <a:cubicBezTo>
                                    <a:pt x="1863160" y="159710"/>
                                    <a:pt x="1879582" y="143400"/>
                                    <a:pt x="1879654" y="123218"/>
                                  </a:cubicBezTo>
                                  <a:cubicBezTo>
                                    <a:pt x="1879726" y="103082"/>
                                    <a:pt x="1863502" y="86680"/>
                                    <a:pt x="1843366" y="86536"/>
                                  </a:cubicBezTo>
                                  <a:cubicBezTo>
                                    <a:pt x="1823473" y="86102"/>
                                    <a:pt x="1806993" y="101873"/>
                                    <a:pt x="1806559" y="121759"/>
                                  </a:cubicBezTo>
                                  <a:cubicBezTo>
                                    <a:pt x="1806552" y="122160"/>
                                    <a:pt x="1806546" y="122554"/>
                                    <a:pt x="1806552" y="122955"/>
                                  </a:cubicBezTo>
                                  <a:moveTo>
                                    <a:pt x="1247178" y="12053"/>
                                  </a:moveTo>
                                  <a:lnTo>
                                    <a:pt x="1244088" y="7452"/>
                                  </a:lnTo>
                                  <a:cubicBezTo>
                                    <a:pt x="1238171" y="-1423"/>
                                    <a:pt x="1230940" y="-2409"/>
                                    <a:pt x="1221737" y="3639"/>
                                  </a:cubicBezTo>
                                  <a:lnTo>
                                    <a:pt x="1173944" y="35654"/>
                                  </a:lnTo>
                                  <a:cubicBezTo>
                                    <a:pt x="1164938" y="41768"/>
                                    <a:pt x="1163098" y="48802"/>
                                    <a:pt x="1169014" y="57808"/>
                                  </a:cubicBezTo>
                                  <a:lnTo>
                                    <a:pt x="1172104" y="62410"/>
                                  </a:lnTo>
                                  <a:cubicBezTo>
                                    <a:pt x="1175726" y="69608"/>
                                    <a:pt x="1184496" y="72514"/>
                                    <a:pt x="1191700" y="68892"/>
                                  </a:cubicBezTo>
                                  <a:cubicBezTo>
                                    <a:pt x="1192838" y="68313"/>
                                    <a:pt x="1193896" y="67596"/>
                                    <a:pt x="1194849" y="66748"/>
                                  </a:cubicBezTo>
                                  <a:lnTo>
                                    <a:pt x="1242445" y="34668"/>
                                  </a:lnTo>
                                  <a:cubicBezTo>
                                    <a:pt x="1249650" y="31223"/>
                                    <a:pt x="1252693" y="22585"/>
                                    <a:pt x="1249249" y="15380"/>
                                  </a:cubicBezTo>
                                  <a:cubicBezTo>
                                    <a:pt x="1248670" y="14177"/>
                                    <a:pt x="1247927" y="13053"/>
                                    <a:pt x="1247046" y="12053"/>
                                  </a:cubicBezTo>
                                  <a:moveTo>
                                    <a:pt x="943857" y="235567"/>
                                  </a:moveTo>
                                  <a:cubicBezTo>
                                    <a:pt x="949958" y="240720"/>
                                    <a:pt x="950721" y="249845"/>
                                    <a:pt x="945567" y="255946"/>
                                  </a:cubicBezTo>
                                  <a:cubicBezTo>
                                    <a:pt x="945396" y="256149"/>
                                    <a:pt x="945218" y="256347"/>
                                    <a:pt x="945041" y="256537"/>
                                  </a:cubicBezTo>
                                  <a:cubicBezTo>
                                    <a:pt x="926266" y="282616"/>
                                    <a:pt x="895855" y="297789"/>
                                    <a:pt x="863721" y="297098"/>
                                  </a:cubicBezTo>
                                  <a:cubicBezTo>
                                    <a:pt x="800941" y="297098"/>
                                    <a:pt x="758013" y="247597"/>
                                    <a:pt x="758013" y="189023"/>
                                  </a:cubicBezTo>
                                  <a:cubicBezTo>
                                    <a:pt x="758013" y="130450"/>
                                    <a:pt x="797982" y="86733"/>
                                    <a:pt x="858134" y="86733"/>
                                  </a:cubicBezTo>
                                  <a:cubicBezTo>
                                    <a:pt x="912368" y="86733"/>
                                    <a:pt x="949774" y="126177"/>
                                    <a:pt x="949774" y="180543"/>
                                  </a:cubicBezTo>
                                  <a:cubicBezTo>
                                    <a:pt x="949774" y="190995"/>
                                    <a:pt x="943200" y="197372"/>
                                    <a:pt x="930052" y="197372"/>
                                  </a:cubicBezTo>
                                  <a:lnTo>
                                    <a:pt x="795287" y="197372"/>
                                  </a:lnTo>
                                  <a:cubicBezTo>
                                    <a:pt x="796490" y="233660"/>
                                    <a:pt x="826888" y="262099"/>
                                    <a:pt x="863176" y="260889"/>
                                  </a:cubicBezTo>
                                  <a:cubicBezTo>
                                    <a:pt x="863314" y="260889"/>
                                    <a:pt x="863452" y="260883"/>
                                    <a:pt x="863590" y="260876"/>
                                  </a:cubicBezTo>
                                  <a:cubicBezTo>
                                    <a:pt x="885389" y="261428"/>
                                    <a:pt x="906011" y="251041"/>
                                    <a:pt x="918548" y="233200"/>
                                  </a:cubicBezTo>
                                  <a:cubicBezTo>
                                    <a:pt x="924195" y="226902"/>
                                    <a:pt x="933878" y="226370"/>
                                    <a:pt x="940176" y="232017"/>
                                  </a:cubicBezTo>
                                  <a:cubicBezTo>
                                    <a:pt x="940590" y="232391"/>
                                    <a:pt x="940985" y="232786"/>
                                    <a:pt x="941359" y="233200"/>
                                  </a:cubicBezTo>
                                  <a:close/>
                                  <a:moveTo>
                                    <a:pt x="797193" y="163911"/>
                                  </a:moveTo>
                                  <a:lnTo>
                                    <a:pt x="908424" y="163911"/>
                                  </a:lnTo>
                                  <a:cubicBezTo>
                                    <a:pt x="905091" y="137234"/>
                                    <a:pt x="881839" y="117584"/>
                                    <a:pt x="854978" y="118748"/>
                                  </a:cubicBezTo>
                                  <a:cubicBezTo>
                                    <a:pt x="827295" y="117736"/>
                                    <a:pt x="802900" y="136800"/>
                                    <a:pt x="797193" y="163911"/>
                                  </a:cubicBezTo>
                                  <a:moveTo>
                                    <a:pt x="1292603" y="235567"/>
                                  </a:moveTo>
                                  <a:cubicBezTo>
                                    <a:pt x="1298698" y="240615"/>
                                    <a:pt x="1299546" y="249654"/>
                                    <a:pt x="1294497" y="255748"/>
                                  </a:cubicBezTo>
                                  <a:cubicBezTo>
                                    <a:pt x="1294267" y="256018"/>
                                    <a:pt x="1294030" y="256281"/>
                                    <a:pt x="1293787" y="256537"/>
                                  </a:cubicBezTo>
                                  <a:cubicBezTo>
                                    <a:pt x="1275012" y="282616"/>
                                    <a:pt x="1244601" y="297789"/>
                                    <a:pt x="1212467" y="297098"/>
                                  </a:cubicBezTo>
                                  <a:cubicBezTo>
                                    <a:pt x="1149752" y="297098"/>
                                    <a:pt x="1106759" y="247597"/>
                                    <a:pt x="1106759" y="189023"/>
                                  </a:cubicBezTo>
                                  <a:cubicBezTo>
                                    <a:pt x="1106759" y="130450"/>
                                    <a:pt x="1146728" y="86733"/>
                                    <a:pt x="1206945" y="86733"/>
                                  </a:cubicBezTo>
                                  <a:cubicBezTo>
                                    <a:pt x="1261115" y="86733"/>
                                    <a:pt x="1298520" y="126177"/>
                                    <a:pt x="1298520" y="180543"/>
                                  </a:cubicBezTo>
                                  <a:cubicBezTo>
                                    <a:pt x="1298520" y="190995"/>
                                    <a:pt x="1291946" y="197372"/>
                                    <a:pt x="1278798" y="197372"/>
                                  </a:cubicBezTo>
                                  <a:lnTo>
                                    <a:pt x="1144033" y="197372"/>
                                  </a:lnTo>
                                  <a:cubicBezTo>
                                    <a:pt x="1146788" y="235100"/>
                                    <a:pt x="1179611" y="263453"/>
                                    <a:pt x="1217345" y="260699"/>
                                  </a:cubicBezTo>
                                  <a:cubicBezTo>
                                    <a:pt x="1237225" y="259246"/>
                                    <a:pt x="1255481" y="249207"/>
                                    <a:pt x="1267360" y="233200"/>
                                  </a:cubicBezTo>
                                  <a:cubicBezTo>
                                    <a:pt x="1272974" y="226922"/>
                                    <a:pt x="1282611" y="226376"/>
                                    <a:pt x="1288896" y="231990"/>
                                  </a:cubicBezTo>
                                  <a:cubicBezTo>
                                    <a:pt x="1289323" y="232372"/>
                                    <a:pt x="1289724" y="232773"/>
                                    <a:pt x="1290106" y="233200"/>
                                  </a:cubicBezTo>
                                  <a:close/>
                                  <a:moveTo>
                                    <a:pt x="1145939" y="163911"/>
                                  </a:moveTo>
                                  <a:lnTo>
                                    <a:pt x="1257433" y="163911"/>
                                  </a:lnTo>
                                  <a:cubicBezTo>
                                    <a:pt x="1254100" y="137234"/>
                                    <a:pt x="1230848" y="117584"/>
                                    <a:pt x="1203987" y="118748"/>
                                  </a:cubicBezTo>
                                  <a:cubicBezTo>
                                    <a:pt x="1176318" y="117795"/>
                                    <a:pt x="1151961" y="136833"/>
                                    <a:pt x="1146203" y="163911"/>
                                  </a:cubicBezTo>
                                  <a:moveTo>
                                    <a:pt x="1333953" y="191193"/>
                                  </a:moveTo>
                                  <a:cubicBezTo>
                                    <a:pt x="1333447" y="249280"/>
                                    <a:pt x="1380122" y="296783"/>
                                    <a:pt x="1438209" y="297296"/>
                                  </a:cubicBezTo>
                                  <a:cubicBezTo>
                                    <a:pt x="1438669" y="297296"/>
                                    <a:pt x="1439136" y="297296"/>
                                    <a:pt x="1439596" y="297296"/>
                                  </a:cubicBezTo>
                                  <a:cubicBezTo>
                                    <a:pt x="1477988" y="297296"/>
                                    <a:pt x="1509674" y="279480"/>
                                    <a:pt x="1526109" y="248977"/>
                                  </a:cubicBezTo>
                                  <a:cubicBezTo>
                                    <a:pt x="1531039" y="240694"/>
                                    <a:pt x="1528673" y="233594"/>
                                    <a:pt x="1519535" y="228006"/>
                                  </a:cubicBezTo>
                                  <a:lnTo>
                                    <a:pt x="1514605" y="225048"/>
                                  </a:lnTo>
                                  <a:cubicBezTo>
                                    <a:pt x="1507636" y="220821"/>
                                    <a:pt x="1498571" y="222813"/>
                                    <a:pt x="1494028" y="229584"/>
                                  </a:cubicBezTo>
                                  <a:cubicBezTo>
                                    <a:pt x="1483188" y="250023"/>
                                    <a:pt x="1461737" y="262592"/>
                                    <a:pt x="1438610" y="262059"/>
                                  </a:cubicBezTo>
                                  <a:cubicBezTo>
                                    <a:pt x="1400021" y="262059"/>
                                    <a:pt x="1371951" y="231556"/>
                                    <a:pt x="1371951" y="191193"/>
                                  </a:cubicBezTo>
                                  <a:cubicBezTo>
                                    <a:pt x="1371951" y="152209"/>
                                    <a:pt x="1400021" y="121969"/>
                                    <a:pt x="1437690" y="121969"/>
                                  </a:cubicBezTo>
                                  <a:cubicBezTo>
                                    <a:pt x="1459167" y="121502"/>
                                    <a:pt x="1479454" y="131817"/>
                                    <a:pt x="1491727" y="149448"/>
                                  </a:cubicBezTo>
                                  <a:cubicBezTo>
                                    <a:pt x="1496973" y="155490"/>
                                    <a:pt x="1505940" y="156594"/>
                                    <a:pt x="1512501" y="152012"/>
                                  </a:cubicBezTo>
                                  <a:lnTo>
                                    <a:pt x="1516643" y="148857"/>
                                  </a:lnTo>
                                  <a:cubicBezTo>
                                    <a:pt x="1523834" y="144906"/>
                                    <a:pt x="1526457" y="135867"/>
                                    <a:pt x="1522500" y="128681"/>
                                  </a:cubicBezTo>
                                  <a:cubicBezTo>
                                    <a:pt x="1522355" y="128412"/>
                                    <a:pt x="1522198" y="128142"/>
                                    <a:pt x="1522033" y="127886"/>
                                  </a:cubicBezTo>
                                  <a:cubicBezTo>
                                    <a:pt x="1505993" y="101590"/>
                                    <a:pt x="1475095" y="86733"/>
                                    <a:pt x="1439859" y="86733"/>
                                  </a:cubicBezTo>
                                  <a:cubicBezTo>
                                    <a:pt x="1382357" y="85898"/>
                                    <a:pt x="1335064" y="131837"/>
                                    <a:pt x="1334230" y="189339"/>
                                  </a:cubicBezTo>
                                  <a:cubicBezTo>
                                    <a:pt x="1334216" y="189957"/>
                                    <a:pt x="1334216" y="190575"/>
                                    <a:pt x="1334216" y="191193"/>
                                  </a:cubicBezTo>
                                  <a:moveTo>
                                    <a:pt x="2046303" y="191193"/>
                                  </a:moveTo>
                                  <a:cubicBezTo>
                                    <a:pt x="2045796" y="249280"/>
                                    <a:pt x="2092471" y="296783"/>
                                    <a:pt x="2150558" y="297296"/>
                                  </a:cubicBezTo>
                                  <a:cubicBezTo>
                                    <a:pt x="2151045" y="297296"/>
                                    <a:pt x="2151525" y="297296"/>
                                    <a:pt x="2152011" y="297296"/>
                                  </a:cubicBezTo>
                                  <a:cubicBezTo>
                                    <a:pt x="2190403" y="297296"/>
                                    <a:pt x="2222089" y="279480"/>
                                    <a:pt x="2238524" y="248977"/>
                                  </a:cubicBezTo>
                                  <a:cubicBezTo>
                                    <a:pt x="2243454" y="240694"/>
                                    <a:pt x="2241088" y="233594"/>
                                    <a:pt x="2231950" y="228006"/>
                                  </a:cubicBezTo>
                                  <a:lnTo>
                                    <a:pt x="2227020" y="225048"/>
                                  </a:lnTo>
                                  <a:cubicBezTo>
                                    <a:pt x="2220051" y="220821"/>
                                    <a:pt x="2210986" y="222813"/>
                                    <a:pt x="2206443" y="229584"/>
                                  </a:cubicBezTo>
                                  <a:cubicBezTo>
                                    <a:pt x="2195583" y="250003"/>
                                    <a:pt x="2174146" y="262559"/>
                                    <a:pt x="2151025" y="262059"/>
                                  </a:cubicBezTo>
                                  <a:cubicBezTo>
                                    <a:pt x="2112436" y="262059"/>
                                    <a:pt x="2084300" y="231556"/>
                                    <a:pt x="2084300" y="191193"/>
                                  </a:cubicBezTo>
                                  <a:cubicBezTo>
                                    <a:pt x="2084300" y="152209"/>
                                    <a:pt x="2112436" y="121969"/>
                                    <a:pt x="2150039" y="121969"/>
                                  </a:cubicBezTo>
                                  <a:cubicBezTo>
                                    <a:pt x="2171516" y="121502"/>
                                    <a:pt x="2191803" y="131817"/>
                                    <a:pt x="2204077" y="149448"/>
                                  </a:cubicBezTo>
                                  <a:cubicBezTo>
                                    <a:pt x="2209329" y="155490"/>
                                    <a:pt x="2218290" y="156594"/>
                                    <a:pt x="2224850" y="152012"/>
                                  </a:cubicBezTo>
                                  <a:lnTo>
                                    <a:pt x="2228992" y="148857"/>
                                  </a:lnTo>
                                  <a:cubicBezTo>
                                    <a:pt x="2236151" y="144925"/>
                                    <a:pt x="2238774" y="135939"/>
                                    <a:pt x="2234843" y="128773"/>
                                  </a:cubicBezTo>
                                  <a:cubicBezTo>
                                    <a:pt x="2234678" y="128471"/>
                                    <a:pt x="2234501" y="128175"/>
                                    <a:pt x="2234317" y="127886"/>
                                  </a:cubicBezTo>
                                  <a:cubicBezTo>
                                    <a:pt x="2218342" y="101590"/>
                                    <a:pt x="2187445" y="86733"/>
                                    <a:pt x="2152209" y="86733"/>
                                  </a:cubicBezTo>
                                  <a:cubicBezTo>
                                    <a:pt x="2094667" y="85898"/>
                                    <a:pt x="2047348" y="131863"/>
                                    <a:pt x="2046513" y="189405"/>
                                  </a:cubicBezTo>
                                  <a:cubicBezTo>
                                    <a:pt x="2046500" y="190003"/>
                                    <a:pt x="2046500" y="190594"/>
                                    <a:pt x="2046500" y="191193"/>
                                  </a:cubicBezTo>
                                  <a:moveTo>
                                    <a:pt x="1843826" y="273169"/>
                                  </a:moveTo>
                                  <a:cubicBezTo>
                                    <a:pt x="1844582" y="265143"/>
                                    <a:pt x="1838692" y="258023"/>
                                    <a:pt x="1830672" y="257267"/>
                                  </a:cubicBezTo>
                                  <a:cubicBezTo>
                                    <a:pt x="1829581" y="257162"/>
                                    <a:pt x="1828476" y="257182"/>
                                    <a:pt x="1827391" y="257326"/>
                                  </a:cubicBezTo>
                                  <a:lnTo>
                                    <a:pt x="1791432" y="257326"/>
                                  </a:lnTo>
                                  <a:lnTo>
                                    <a:pt x="1791432" y="107901"/>
                                  </a:lnTo>
                                  <a:cubicBezTo>
                                    <a:pt x="1792510" y="100026"/>
                                    <a:pt x="1786995" y="92761"/>
                                    <a:pt x="1779119" y="91683"/>
                                  </a:cubicBezTo>
                                  <a:cubicBezTo>
                                    <a:pt x="1777883" y="91519"/>
                                    <a:pt x="1776628" y="91512"/>
                                    <a:pt x="1775392" y="91664"/>
                                  </a:cubicBezTo>
                                  <a:lnTo>
                                    <a:pt x="1770461" y="91664"/>
                                  </a:lnTo>
                                  <a:cubicBezTo>
                                    <a:pt x="1762362" y="90599"/>
                                    <a:pt x="1754934" y="96305"/>
                                    <a:pt x="1753869" y="104404"/>
                                  </a:cubicBezTo>
                                  <a:cubicBezTo>
                                    <a:pt x="1753718" y="105567"/>
                                    <a:pt x="1753704" y="106738"/>
                                    <a:pt x="1753829" y="107901"/>
                                  </a:cubicBezTo>
                                  <a:lnTo>
                                    <a:pt x="1753829" y="257326"/>
                                  </a:lnTo>
                                  <a:lnTo>
                                    <a:pt x="1731675" y="257326"/>
                                  </a:lnTo>
                                  <a:cubicBezTo>
                                    <a:pt x="1723813" y="256149"/>
                                    <a:pt x="1716483" y="261573"/>
                                    <a:pt x="1715306" y="269435"/>
                                  </a:cubicBezTo>
                                  <a:cubicBezTo>
                                    <a:pt x="1715122" y="270671"/>
                                    <a:pt x="1715102" y="271927"/>
                                    <a:pt x="1715240" y="273169"/>
                                  </a:cubicBezTo>
                                  <a:lnTo>
                                    <a:pt x="1715240" y="276128"/>
                                  </a:lnTo>
                                  <a:cubicBezTo>
                                    <a:pt x="1714346" y="284213"/>
                                    <a:pt x="1720171" y="291491"/>
                                    <a:pt x="1728257" y="292385"/>
                                  </a:cubicBezTo>
                                  <a:cubicBezTo>
                                    <a:pt x="1729394" y="292510"/>
                                    <a:pt x="1730538" y="292503"/>
                                    <a:pt x="1731675" y="292365"/>
                                  </a:cubicBezTo>
                                  <a:lnTo>
                                    <a:pt x="1827391" y="292365"/>
                                  </a:lnTo>
                                  <a:cubicBezTo>
                                    <a:pt x="1835589" y="293239"/>
                                    <a:pt x="1842939" y="287297"/>
                                    <a:pt x="1843807" y="279105"/>
                                  </a:cubicBezTo>
                                  <a:cubicBezTo>
                                    <a:pt x="1843912" y="278113"/>
                                    <a:pt x="1843918" y="277120"/>
                                    <a:pt x="1843826" y="276128"/>
                                  </a:cubicBezTo>
                                  <a:lnTo>
                                    <a:pt x="1843826" y="273169"/>
                                  </a:lnTo>
                                  <a:moveTo>
                                    <a:pt x="1690983" y="107770"/>
                                  </a:moveTo>
                                  <a:cubicBezTo>
                                    <a:pt x="1692061" y="99894"/>
                                    <a:pt x="1686545" y="92630"/>
                                    <a:pt x="1678670" y="91552"/>
                                  </a:cubicBezTo>
                                  <a:cubicBezTo>
                                    <a:pt x="1677434" y="91387"/>
                                    <a:pt x="1676178" y="91381"/>
                                    <a:pt x="1674942" y="91532"/>
                                  </a:cubicBezTo>
                                  <a:lnTo>
                                    <a:pt x="1616961" y="91532"/>
                                  </a:lnTo>
                                  <a:lnTo>
                                    <a:pt x="1616961" y="51365"/>
                                  </a:lnTo>
                                  <a:cubicBezTo>
                                    <a:pt x="1618038" y="43378"/>
                                    <a:pt x="1612431" y="36028"/>
                                    <a:pt x="1604444" y="34950"/>
                                  </a:cubicBezTo>
                                  <a:cubicBezTo>
                                    <a:pt x="1603208" y="34786"/>
                                    <a:pt x="1601959" y="34780"/>
                                    <a:pt x="1600723" y="34931"/>
                                  </a:cubicBezTo>
                                  <a:lnTo>
                                    <a:pt x="1595990" y="34931"/>
                                  </a:lnTo>
                                  <a:cubicBezTo>
                                    <a:pt x="1587877" y="33964"/>
                                    <a:pt x="1580521" y="39763"/>
                                    <a:pt x="1579555" y="47875"/>
                                  </a:cubicBezTo>
                                  <a:cubicBezTo>
                                    <a:pt x="1579417" y="49032"/>
                                    <a:pt x="1579417" y="50202"/>
                                    <a:pt x="1579555" y="51365"/>
                                  </a:cubicBezTo>
                                  <a:lnTo>
                                    <a:pt x="1579555" y="91532"/>
                                  </a:lnTo>
                                  <a:lnTo>
                                    <a:pt x="1557204" y="91532"/>
                                  </a:lnTo>
                                  <a:cubicBezTo>
                                    <a:pt x="1549203" y="90566"/>
                                    <a:pt x="1541932" y="96272"/>
                                    <a:pt x="1540966" y="104272"/>
                                  </a:cubicBezTo>
                                  <a:cubicBezTo>
                                    <a:pt x="1540828" y="105436"/>
                                    <a:pt x="1540828" y="106606"/>
                                    <a:pt x="1540966" y="107770"/>
                                  </a:cubicBezTo>
                                  <a:lnTo>
                                    <a:pt x="1540966" y="109939"/>
                                  </a:lnTo>
                                  <a:cubicBezTo>
                                    <a:pt x="1539947" y="118078"/>
                                    <a:pt x="1545712" y="125506"/>
                                    <a:pt x="1553857" y="126532"/>
                                  </a:cubicBezTo>
                                  <a:cubicBezTo>
                                    <a:pt x="1554968" y="126670"/>
                                    <a:pt x="1556093" y="126683"/>
                                    <a:pt x="1557204" y="126571"/>
                                  </a:cubicBezTo>
                                  <a:lnTo>
                                    <a:pt x="1579555" y="126571"/>
                                  </a:lnTo>
                                  <a:lnTo>
                                    <a:pt x="1579555" y="222550"/>
                                  </a:lnTo>
                                  <a:cubicBezTo>
                                    <a:pt x="1579555" y="265938"/>
                                    <a:pt x="1604930" y="296967"/>
                                    <a:pt x="1650225" y="296967"/>
                                  </a:cubicBezTo>
                                  <a:cubicBezTo>
                                    <a:pt x="1659612" y="297000"/>
                                    <a:pt x="1668960" y="295672"/>
                                    <a:pt x="1677966" y="293022"/>
                                  </a:cubicBezTo>
                                  <a:cubicBezTo>
                                    <a:pt x="1685152" y="291971"/>
                                    <a:pt x="1690128" y="285298"/>
                                    <a:pt x="1689076" y="278113"/>
                                  </a:cubicBezTo>
                                  <a:cubicBezTo>
                                    <a:pt x="1689011" y="277666"/>
                                    <a:pt x="1688925" y="277225"/>
                                    <a:pt x="1688813" y="276785"/>
                                  </a:cubicBezTo>
                                  <a:lnTo>
                                    <a:pt x="1687236" y="267713"/>
                                  </a:lnTo>
                                  <a:cubicBezTo>
                                    <a:pt x="1685855" y="259364"/>
                                    <a:pt x="1679939" y="257786"/>
                                    <a:pt x="1671787" y="258772"/>
                                  </a:cubicBezTo>
                                  <a:cubicBezTo>
                                    <a:pt x="1665923" y="260758"/>
                                    <a:pt x="1659770" y="261783"/>
                                    <a:pt x="1653577" y="261796"/>
                                  </a:cubicBezTo>
                                  <a:cubicBezTo>
                                    <a:pt x="1630831" y="261796"/>
                                    <a:pt x="1616961" y="244573"/>
                                    <a:pt x="1616961" y="219789"/>
                                  </a:cubicBezTo>
                                  <a:lnTo>
                                    <a:pt x="1616961" y="126571"/>
                                  </a:lnTo>
                                  <a:lnTo>
                                    <a:pt x="1674942" y="126571"/>
                                  </a:lnTo>
                                  <a:cubicBezTo>
                                    <a:pt x="1683035" y="127360"/>
                                    <a:pt x="1690233" y="121430"/>
                                    <a:pt x="1691022" y="113338"/>
                                  </a:cubicBezTo>
                                  <a:cubicBezTo>
                                    <a:pt x="1691127" y="112273"/>
                                    <a:pt x="1691114" y="111201"/>
                                    <a:pt x="1690983" y="110136"/>
                                  </a:cubicBezTo>
                                  <a:lnTo>
                                    <a:pt x="1690983" y="107770"/>
                                  </a:lnTo>
                                  <a:moveTo>
                                    <a:pt x="1080332" y="257326"/>
                                  </a:moveTo>
                                  <a:lnTo>
                                    <a:pt x="1050355" y="257326"/>
                                  </a:lnTo>
                                  <a:lnTo>
                                    <a:pt x="1050355" y="21783"/>
                                  </a:lnTo>
                                  <a:cubicBezTo>
                                    <a:pt x="1050355" y="10344"/>
                                    <a:pt x="1045359" y="5545"/>
                                    <a:pt x="1033920" y="5545"/>
                                  </a:cubicBezTo>
                                  <a:lnTo>
                                    <a:pt x="987903" y="5545"/>
                                  </a:lnTo>
                                  <a:cubicBezTo>
                                    <a:pt x="979896" y="4638"/>
                                    <a:pt x="972664" y="10397"/>
                                    <a:pt x="971764" y="18410"/>
                                  </a:cubicBezTo>
                                  <a:cubicBezTo>
                                    <a:pt x="971652" y="19396"/>
                                    <a:pt x="971639" y="20396"/>
                                    <a:pt x="971731" y="21388"/>
                                  </a:cubicBezTo>
                                  <a:lnTo>
                                    <a:pt x="971731" y="24544"/>
                                  </a:lnTo>
                                  <a:cubicBezTo>
                                    <a:pt x="970962" y="32643"/>
                                    <a:pt x="976905" y="39828"/>
                                    <a:pt x="984997" y="40597"/>
                                  </a:cubicBezTo>
                                  <a:cubicBezTo>
                                    <a:pt x="985963" y="40689"/>
                                    <a:pt x="986936" y="40683"/>
                                    <a:pt x="987903" y="40584"/>
                                  </a:cubicBezTo>
                                  <a:lnTo>
                                    <a:pt x="1012686" y="40584"/>
                                  </a:lnTo>
                                  <a:lnTo>
                                    <a:pt x="1012686" y="257523"/>
                                  </a:lnTo>
                                  <a:lnTo>
                                    <a:pt x="982841" y="257523"/>
                                  </a:lnTo>
                                  <a:cubicBezTo>
                                    <a:pt x="974847" y="256472"/>
                                    <a:pt x="967517" y="262099"/>
                                    <a:pt x="966465" y="270086"/>
                                  </a:cubicBezTo>
                                  <a:cubicBezTo>
                                    <a:pt x="966320" y="271177"/>
                                    <a:pt x="966301" y="272275"/>
                                    <a:pt x="966406" y="273367"/>
                                  </a:cubicBezTo>
                                  <a:lnTo>
                                    <a:pt x="966406" y="276325"/>
                                  </a:lnTo>
                                  <a:cubicBezTo>
                                    <a:pt x="965637" y="284529"/>
                                    <a:pt x="971659" y="291806"/>
                                    <a:pt x="979863" y="292582"/>
                                  </a:cubicBezTo>
                                  <a:cubicBezTo>
                                    <a:pt x="980855" y="292674"/>
                                    <a:pt x="981855" y="292667"/>
                                    <a:pt x="982841" y="292562"/>
                                  </a:cubicBezTo>
                                  <a:lnTo>
                                    <a:pt x="1080266" y="292562"/>
                                  </a:lnTo>
                                  <a:cubicBezTo>
                                    <a:pt x="1088405" y="293581"/>
                                    <a:pt x="1095833" y="287816"/>
                                    <a:pt x="1096859" y="279671"/>
                                  </a:cubicBezTo>
                                  <a:cubicBezTo>
                                    <a:pt x="1096997" y="278560"/>
                                    <a:pt x="1097010" y="277436"/>
                                    <a:pt x="1096898" y="276325"/>
                                  </a:cubicBezTo>
                                  <a:lnTo>
                                    <a:pt x="1096898" y="273367"/>
                                  </a:lnTo>
                                  <a:cubicBezTo>
                                    <a:pt x="1097713" y="265386"/>
                                    <a:pt x="1091909" y="258253"/>
                                    <a:pt x="1083921" y="257431"/>
                                  </a:cubicBezTo>
                                  <a:cubicBezTo>
                                    <a:pt x="1082705" y="257313"/>
                                    <a:pt x="1081476" y="257339"/>
                                    <a:pt x="1080266" y="257523"/>
                                  </a:cubicBezTo>
                                </a:path>
                              </a:pathLst>
                            </a:custGeom>
                            <a:solidFill>
                              <a:srgbClr val="003C6E"/>
                            </a:solidFill>
                            <a:ln w="6565" cap="flat">
                              <a:noFill/>
                              <a:prstDash val="solid"/>
                              <a:miter/>
                            </a:ln>
                          </wps:spPr>
                          <wps:bodyPr rtlCol="0" anchor="ctr"/>
                        </wps:wsp>
                      </wpg:grpSp>
                      <pic:pic xmlns:pic="http://schemas.openxmlformats.org/drawingml/2006/picture">
                        <pic:nvPicPr>
                          <pic:cNvPr id="28" name="Gráfico 29"/>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422258"/>
                            <a:ext cx="2494800" cy="203279"/>
                          </a:xfrm>
                          <a:prstGeom prst="rect">
                            <a:avLst/>
                          </a:prstGeom>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svg="http://schemas.microsoft.com/office/drawing/2016/SVG/main" xmlns:arto="http://schemas.microsoft.com/office/word/2006/arto" xmlns:oel="http://schemas.microsoft.com/office/2019/extlst">
            <w:pict>
              <v:group id="Grupo 5" style="position:absolute;margin-left:44.35pt;margin-top:-267.05pt;width:184.25pt;height:46.2pt;z-index:251696128;mso-width-relative:margin;mso-height-relative:margin" coordsize="24948,6255" o:spid="_x0000_s1026" w14:anchorId="74B25CF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">
                <o:lock v:ext="edit" aspectratio="t"/>
                <v:group id="Grupo 23" style="position:absolute;left:307;width:24345;height:3004" coordsize="24344,3004" coordorigin="307"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orma libre: forma 25" style="position:absolute;left:19569;width:730;height:729;visibility:visible;mso-wrap-style:square;v-text-anchor:middle" coordsize="72979,72985" o:spid="_x0000_s1028" fillcolor="#0096ff" stroked="f" strokeweight=".18236mm" path="m36640,72776c56789,72592,72974,56111,72797,35962,72613,15813,56132,-372,35983,-194,15985,-10,-134,16227,-174,36225,-581,56006,15124,72375,34911,72783v572,13,1151,6,1729,-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">
                    <v:stroke joinstyle="miter"/>
                    <v:path arrowok="t" o:connecttype="custom" o:connectlocs="36640,72776;72797,35962;35983,-194;-174,36225;34911,72783;36640,72776" o:connectangles="0,0,0,0,0,0"/>
                  </v:shape>
                  <v:shape id="Forma libre: forma 26" style="position:absolute;left:307;top:29;width:24345;height:2975;visibility:visible;mso-wrap-style:square;v-text-anchor:middle" coordsize="2434410,297498" o:spid="_x0000_s1029" fillcolor="#003c6e" stroked="f" strokeweight=".18236mm" path="m2345942,86733v-21240,329,-41791,7606,-58508,20708c2280452,112082,2278553,121509,2283194,128497v460,690,979,1341,1544,1953l2288617,135183v3899,5338,11386,6501,16718,2603c2305552,137628,2305769,137457,2305972,137286v11452,-9584,25829,-14988,40759,-15317c2376050,121969,2396824,140968,2396824,166277r,10256c2380560,172989,2363967,171201,2347322,171208v-46017,,-80136,22548,-80136,61334c2267186,271329,2295323,296901,2335095,296901v22956,20,45044,-8750,61729,-24521l2396824,275930v-1105,7948,4444,15285,12392,16389c2410425,292490,2411648,292503,2412864,292365r5917,c2429102,292365,2434230,286580,2434230,275930r,-109258c2434230,117565,2397021,86733,2345942,86733xm2396692,240102v-14607,15167,-34756,23732,-55812,23732c2319515,263834,2304855,250686,2304855,232542v,-18143,18604,-31226,43322,-31226c2364428,201520,2380646,202901,2396692,205458r,34644xm365353,235567v6101,5153,6863,14278,1709,20379c366891,256149,366714,256347,366536,256537v-18788,26099,-49232,41271,-81385,40561c222436,297098,179508,247597,179508,189023v,-58573,39970,-102290,100121,-102290c333864,86733,371269,126177,371269,180543v,10452,-6573,16829,-19721,16829l216783,197372v1209,36288,31600,64727,67888,63517c284790,260883,284901,260883,285020,260876v21819,572,42474,-9815,55023,-27676c345690,226902,355374,226370,361672,232017v414,374,808,769,1183,1183l365353,235567xm218689,163911r111231,c326587,137234,303335,117584,276474,118748v-27683,-1012,-52079,18052,-57785,45163m604775,21980r,254148c605741,284128,600035,291399,592035,292365v-1164,138,-2334,138,-3498,l582950,292365v-10650,,-15581,-5785,-15581,-16237l567369,271592v-17203,16750,-40350,25993,-64358,25704c446804,297296,402298,250555,402298,191587v,-58968,44506,-105183,100713,-105183c526960,86017,550093,95115,567369,111714r,-90063c567369,10804,572300,5217,582950,5217r5916,c596827,4191,604104,9818,605130,17773v164,1288,158,2596,-26,3878m567698,230044r,-76454c554458,133559,531739,121877,507744,122758v-38122,2354,-67120,35164,-64766,73286c445134,230886,472909,258661,507744,260810v23942,796,46602,-10807,59954,-30700m128692,273169v756,-8026,-5134,-15146,-13154,-15902c114446,257162,113342,257182,112257,257326r-36156,l76101,107901c77179,100026,71663,92761,63788,91683v-1236,-164,-2492,-171,-3728,-19l55130,91664c47031,90599,39602,96305,38537,104404v-151,1163,-164,2334,-39,3497l38498,257326r-22154,c8482,256149,1152,261573,-25,269435v-184,1236,-204,2492,-66,3734l-91,276128v-894,8085,4931,15363,13016,16257c14063,292510,15207,292503,16344,292365r95716,c120258,293239,127607,287297,128475,279105v105,-992,112,-1985,20,-2977l128495,273169m91352,122955v-33,20149,16271,36512,36420,36551c147921,159539,164290,143236,164323,123087v33,-20051,-16113,-36374,-36157,-36551c108274,86102,91793,101873,91359,121759v-7,401,-13,795,-7,1196m2015405,257326r-30042,l1985363,107901v,-11504,-4931,-16237,-16435,-16237l1922910,91664v-8007,-941,-15258,4785,-16198,12786c1906594,105469,1906581,106488,1906673,107507r,3155c1905897,118761,1911833,125947,1919932,126722v993,92,1986,86,2978,-20l1947628,126702r,130624l1917783,257326v-7955,-1058,-15258,4536,-16317,12491c1901322,270928,1901302,272052,1901414,273169r,2959c1900605,284292,1906568,291570,1914732,292378v1013,99,2038,99,3051,-13l2015405,292365v8139,1019,15567,-4746,16593,-12891c2032136,278363,2032149,277239,2032037,276128r,-2959c2032852,265189,2027048,258056,2019060,257234v-1216,-118,-2445,-92,-3655,92m1806552,122955v-72,20189,16231,36611,36420,36683c1863160,159710,1879582,143400,1879654,123218v72,-20136,-16152,-36538,-36288,-36682c1823473,86102,1806993,101873,1806559,121759v-7,401,-13,795,-7,1196m1247178,12053r-3090,-4601c1238171,-1423,1230940,-2409,1221737,3639r-47793,32015c1164938,41768,1163098,48802,1169014,57808r3090,4602c1175726,69608,1184496,72514,1191700,68892v1138,-579,2196,-1296,3149,-2144l1242445,34668v7205,-3445,10248,-12083,6804,-19288c1248670,14177,1247927,13053,1247046,12053m943857,235567v6101,5153,6864,14278,1710,20379c945396,256149,945218,256347,945041,256537v-18775,26079,-49186,41252,-81320,40561c800941,297098,758013,247597,758013,189023v,-58573,39969,-102290,100121,-102290c912368,86733,949774,126177,949774,180543v,10452,-6574,16829,-19722,16829l795287,197372v1203,36288,31601,64727,67889,63517c863314,260889,863452,260883,863590,260876v21799,552,42421,-9835,54958,-27676c924195,226902,933878,226370,940176,232017v414,374,809,769,1183,1183l943857,235567xm797193,163911r111231,c905091,137234,881839,117584,854978,118748v-27683,-1012,-52078,18052,-57785,45163m1292603,235567v6095,5048,6943,14087,1894,20181c1294267,256018,1294030,256281,1293787,256537v-18775,26079,-49186,41252,-81320,40561c1149752,297098,1106759,247597,1106759,189023v,-58573,39969,-102290,100186,-102290c1261115,86733,1298520,126177,1298520,180543v,10452,-6574,16829,-19722,16829l1144033,197372v2755,37728,35578,66081,73312,63327c1237225,259246,1255481,249207,1267360,233200v5614,-6278,15251,-6824,21536,-1210c1289323,232372,1289724,232773,1290106,233200r2497,2367xm1145939,163911r111494,c1254100,137234,1230848,117584,1203987,118748v-27669,-953,-52026,18085,-57784,45163m1333953,191193v-506,58087,46169,105590,104256,106103c1438669,297296,1439136,297296,1439596,297296v38392,,70078,-17816,86513,-48319c1531039,240694,1528673,233594,1519535,228006r-4930,-2958c1507636,220821,1498571,222813,1494028,229584v-10840,20439,-32291,33008,-55418,32475c1400021,262059,1371951,231556,1371951,191193v,-38984,28070,-69224,65739,-69224c1459167,121502,1479454,131817,1491727,149448v5246,6042,14213,7146,20774,2564l1516643,148857v7191,-3951,9814,-12990,5857,-20176c1522355,128412,1522198,128142,1522033,127886v-16040,-26296,-46938,-41153,-82174,-41153c1382357,85898,1335064,131837,1334230,189339v-14,618,-14,1236,-14,1854m2046303,191193v-507,58087,46168,105590,104255,106103c2151045,297296,2151525,297296,2152011,297296v38392,,70078,-17816,86513,-48319c2243454,240694,2241088,233594,2231950,228006r-4930,-2958c2220051,220821,2210986,222813,2206443,229584v-10860,20419,-32297,32975,-55418,32475c2112436,262059,2084300,231556,2084300,191193v,-38984,28136,-69224,65739,-69224c2171516,121502,2191803,131817,2204077,149448v5252,6042,14213,7146,20773,2564l2228992,148857v7159,-3932,9782,-12918,5851,-20084c2234678,128471,2234501,128175,2234317,127886v-15975,-26296,-46872,-41153,-82108,-41153c2094667,85898,2047348,131863,2046513,189405v-13,598,-13,1189,-13,1788m1843826,273169v756,-8026,-5134,-15146,-13154,-15902c1829581,257162,1828476,257182,1827391,257326r-35959,l1791432,107901v1078,-7875,-4437,-15140,-12313,-16218c1777883,91519,1776628,91512,1775392,91664r-4931,c1762362,90599,1754934,96305,1753869,104404v-151,1163,-165,2334,-40,3497l1753829,257326r-22154,c1723813,256149,1716483,261573,1715306,269435v-184,1236,-204,2492,-66,3734l1715240,276128v-894,8085,4931,15363,13017,16257c1729394,292510,1730538,292503,1731675,292365r95716,c1835589,293239,1842939,287297,1843807,279105v105,-992,111,-1985,19,-2977l1843826,273169m1690983,107770v1078,-7876,-4438,-15140,-12313,-16218c1677434,91387,1676178,91381,1674942,91532r-57981,l1616961,51365v1077,-7987,-4530,-15337,-12517,-16415c1603208,34786,1601959,34780,1600723,34931r-4733,c1587877,33964,1580521,39763,1579555,47875v-138,1157,-138,2327,,3490l1579555,91532r-22351,c1549203,90566,1541932,96272,1540966,104272v-138,1164,-138,2334,,3498l1540966,109939v-1019,8139,4746,15567,12891,16593c1554968,126670,1556093,126683,1557204,126571r22351,l1579555,222550v,43388,25375,74417,70670,74417c1659612,297000,1668960,295672,1677966,293022v7186,-1051,12162,-7724,11110,-14909c1689011,277666,1688925,277225,1688813,276785r-1577,-9072c1685855,259364,1679939,257786,1671787,258772v-5864,1986,-12017,3011,-18210,3024c1630831,261796,1616961,244573,1616961,219789r,-93218l1674942,126571v8093,789,15291,-5141,16080,-13233c1691127,112273,1691114,111201,1690983,110136r,-2366m1080332,257326r-29977,l1050355,21783v,-11439,-4996,-16238,-16435,-16238l987903,5545v-8007,-907,-15239,4852,-16139,12865c971652,19396,971639,20396,971731,21388r,3156c970962,32643,976905,39828,984997,40597v966,92,1939,86,2906,-13l1012686,40584r,216939l982841,257523v-7994,-1051,-15324,4576,-16376,12563c966320,271177,966301,272275,966406,273367r,2958c965637,284529,971659,291806,979863,292582v992,92,1992,85,2978,-20l1080266,292562v8139,1019,15567,-4746,16593,-12891c1096997,278560,1097010,277436,1096898,276325r,-2958c1097713,265386,1091909,258253,1083921,257431v-1216,-118,-2445,-92,-3655,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">
                    <v:stroke joinstyle="miter"/>
                    <v:path arrowok="t" o:connecttype="custom" o:connectlocs="2345942,86733;2287434,107441;2283194,128497;2284738,130450;2288617,135183;2305335,137786;2305972,137286;2346731,121969;2396824,166277;2396824,176533;2347322,171208;2267186,232542;2335095,296901;2396824,272380;2396824,275930;2409216,292319;2412864,292365;2418781,292365;2434230,275930;2434230,166672;2345942,86733;2396692,240102;2340880,263834;2304855,232542;2348177,201316;2396692,205458;365353,235567;367062,255946;366536,256537;285151,297098;179508,189023;279629,86733;371269,180543;351548,197372;216783,197372;284671,260889;285020,260876;340043,233200;361672,232017;362855,233200;218689,163911;329920,163911;276474,118748;218689,163911;604775,21980;604775,276128;592035,292365;588537,292365;582950,292365;567369,276128;567369,271592;503011,297296;402298,191587;503011,86404;567369,111714;567369,21651;582950,5217;588866,5217;605130,17773;605104,21651;567698,230044;567698,153590;507744,122758;442978,196044;507744,260810;567698,230110;128692,273169;115538,257267;112257,257326;76101,257326;76101,107901;63788,91683;60060,91664;55130,91664;38537,104404;38498,107901;38498,257326;16344,257326;-25,269435;-91,273169;-91,276128;12925,292385;16344,292365;112060,292365;128475,279105;128495,276128;128495,273169;91352,122955;127772,159506;164323,123087;128166,86536;91359,121759;91352,122955;2015405,257326;1985363,257326;1985363,107901;1968928,91664;1922910,91664;1906712,104450;1906673,107507;1906673,110662;1919932,126722;1922910,126702;1947628,126702;1947628,257326;1917783,257326;1901466,269817;1901414,273169;1901414,276128;1914732,292378;1917783,292365;2015405,292365;2031998,279474;2032037,276128;2032037,273169;2019060,257234;2015405,257326;1806552,122955;1842972,159638;1879654,123218;1843366,86536;1806559,121759;1806552,122955;1247178,12053;1244088,7452;1221737,3639;1173944,35654;1169014,57808;1172104,62410;1191700,68892;1194849,66748;1242445,34668;1249249,15380;1247046,12053;943857,235567;945567,255946;945041,256537;863721,297098;758013,189023;858134,86733;949774,180543;930052,197372;795287,197372;863176,260889;863590,260876;918548,233200;940176,232017;941359,233200;797193,163911;908424,163911;854978,118748;797193,163911;1292603,235567;1294497,255748;1293787,256537;1212467,297098;1106759,189023;1206945,86733;1298520,180543;1278798,197372;1144033,197372;1217345,260699;1267360,233200;1288896,231990;1290106,233200;1145939,163911;1257433,163911;1203987,118748;1146203,163911;1333953,191193;1438209,297296;1439596,297296;1526109,248977;1519535,228006;1514605,225048;1494028,229584;1438610,262059;1371951,191193;1437690,121969;1491727,149448;1512501,152012;1516643,148857;1522500,128681;1522033,127886;1439859,86733;1334230,189339;1334216,191193;2046303,191193;2150558,297296;2152011,297296;2238524,248977;2231950,228006;2227020,225048;2206443,229584;2151025,262059;2084300,191193;2150039,121969;2204077,149448;2224850,152012;2228992,148857;2234843,128773;2234317,127886;2152209,86733;2046513,189405;2046500,191193;1843826,273169;1830672,257267;1827391,257326;1791432,257326;1791432,107901;1779119,91683;1775392,91664;1770461,91664;1753869,104404;1753829,107901;1753829,257326;1731675,257326;1715306,269435;1715240,273169;1715240,276128;1728257,292385;1731675,292365;1827391,292365;1843807,279105;1843826,276128;1843826,273169;1690983,107770;1678670,91552;1674942,91532;1616961,91532;1616961,51365;1604444,34950;1600723,34931;1595990,34931;1579555,47875;1579555,51365;1579555,91532;1557204,91532;1540966,104272;1540966,107770;1540966,109939;1553857,126532;1557204,126571;1579555,126571;1579555,222550;1650225,296967;1677966,293022;1689076,278113;1688813,276785;1687236,267713;1671787,258772;1653577,261796;1616961,219789;1616961,126571;1674942,126571;1691022,113338;1690983,110136;1690983,107770;1080332,257326;1050355,257326;1050355,21783;1033920,5545;987903,5545;971764,18410;971731,21388;971731,24544;984997,40597;987903,40584;1012686,40584;1012686,257523;982841,257523;966465,270086;966406,273367;966406,276325;979863,292582;982841,292562;1080266,292562;1096859,279671;1096898,276325;1096898,273367;1083921,257431;1080266,257523"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v:shape>
                </v:group>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áfico 29" style="position:absolute;top:4222;width:24948;height:20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">
                  <v:imagedata o:title="" r:id="rId13"/>
                </v:shape>
              </v:group>
            </w:pict>
          </mc:Fallback>
        </mc:AlternateContent>
      </w:r>
      <w:r w:rsidR="000B08CA">
        <w:rPr>
          <w:noProof/>
          <w:lang w:val="es-ES"/>
        </w:rPr>
        <mc:AlternateContent>
          <mc:Choice Requires="wpg">
            <w:drawing>
              <wp:anchor distT="0" distB="0" distL="114300" distR="114300" simplePos="0" relativeHeight="251658241" behindDoc="0" locked="0" layoutInCell="1" allowOverlap="1" wp14:anchorId="1E7C28C7" wp14:editId="1C352F7D">
                <wp:simplePos x="0" y="0"/>
                <wp:positionH relativeFrom="column">
                  <wp:posOffset>-1822533</wp:posOffset>
                </wp:positionH>
                <wp:positionV relativeFrom="paragraph">
                  <wp:posOffset>-2378075</wp:posOffset>
                </wp:positionV>
                <wp:extent cx="9412953" cy="2339678"/>
                <wp:effectExtent l="171450" t="19050" r="207645" b="3810"/>
                <wp:wrapNone/>
                <wp:docPr id="64" name="Grupo 64"/>
                <wp:cNvGraphicFramePr/>
                <a:graphic xmlns:a="http://schemas.openxmlformats.org/drawingml/2006/main">
                  <a:graphicData uri="http://schemas.microsoft.com/office/word/2010/wordprocessingGroup">
                    <wpg:wgp>
                      <wpg:cNvGrpSpPr/>
                      <wpg:grpSpPr>
                        <a:xfrm>
                          <a:off x="0" y="0"/>
                          <a:ext cx="9412953" cy="2339678"/>
                          <a:chOff x="0" y="0"/>
                          <a:chExt cx="9412953" cy="2339678"/>
                        </a:xfrm>
                      </wpg:grpSpPr>
                      <wps:wsp>
                        <wps:cNvPr id="65" name="Forma libre: forma 65"/>
                        <wps:cNvSpPr/>
                        <wps:spPr>
                          <a:xfrm rot="16200000">
                            <a:off x="1006775" y="-878911"/>
                            <a:ext cx="36612" cy="2050162"/>
                          </a:xfrm>
                          <a:custGeom>
                            <a:avLst/>
                            <a:gdLst>
                              <a:gd name="connsiteX0" fmla="*/ 0 w 0"/>
                              <a:gd name="connsiteY0" fmla="*/ 0 h 2050161"/>
                              <a:gd name="connsiteX1" fmla="*/ 0 w 0"/>
                              <a:gd name="connsiteY1" fmla="*/ 2076521 h 2050161"/>
                            </a:gdLst>
                            <a:ahLst/>
                            <a:cxnLst>
                              <a:cxn ang="0">
                                <a:pos x="connsiteX0" y="connsiteY0"/>
                              </a:cxn>
                              <a:cxn ang="0">
                                <a:pos x="connsiteX1" y="connsiteY1"/>
                              </a:cxn>
                            </a:cxnLst>
                            <a:rect l="l" t="t" r="r" b="b"/>
                            <a:pathLst>
                              <a:path h="2050161">
                                <a:moveTo>
                                  <a:pt x="0" y="0"/>
                                </a:moveTo>
                                <a:lnTo>
                                  <a:pt x="0" y="2076521"/>
                                </a:lnTo>
                              </a:path>
                            </a:pathLst>
                          </a:custGeom>
                          <a:ln w="333786" cap="rnd">
                            <a:solidFill>
                              <a:schemeClr val="accent4"/>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orma libre: forma 66"/>
                        <wps:cNvSpPr/>
                        <wps:spPr>
                          <a:xfrm rot="16200000">
                            <a:off x="3718036" y="-995123"/>
                            <a:ext cx="1976755" cy="4356100"/>
                          </a:xfrm>
                          <a:custGeom>
                            <a:avLst/>
                            <a:gdLst>
                              <a:gd name="connsiteX0" fmla="*/ 0 w 1977032"/>
                              <a:gd name="connsiteY0" fmla="*/ 4389544 h 4356593"/>
                              <a:gd name="connsiteX1" fmla="*/ 0 w 1977032"/>
                              <a:gd name="connsiteY1" fmla="*/ 2007328 h 4356593"/>
                              <a:gd name="connsiteX2" fmla="*/ 0 w 1977032"/>
                              <a:gd name="connsiteY2" fmla="*/ 2007328 h 4356593"/>
                              <a:gd name="connsiteX3" fmla="*/ 2007421 w 1977032"/>
                              <a:gd name="connsiteY3" fmla="*/ 0 h 4356593"/>
                            </a:gdLst>
                            <a:ahLst/>
                            <a:cxnLst>
                              <a:cxn ang="0">
                                <a:pos x="connsiteX0" y="connsiteY0"/>
                              </a:cxn>
                              <a:cxn ang="0">
                                <a:pos x="connsiteX1" y="connsiteY1"/>
                              </a:cxn>
                              <a:cxn ang="0">
                                <a:pos x="connsiteX2" y="connsiteY2"/>
                              </a:cxn>
                              <a:cxn ang="0">
                                <a:pos x="connsiteX3" y="connsiteY3"/>
                              </a:cxn>
                            </a:cxnLst>
                            <a:rect l="l" t="t" r="r" b="b"/>
                            <a:pathLst>
                              <a:path w="1977032" h="4356593">
                                <a:moveTo>
                                  <a:pt x="0" y="4389544"/>
                                </a:moveTo>
                                <a:lnTo>
                                  <a:pt x="0" y="2007328"/>
                                </a:lnTo>
                                <a:lnTo>
                                  <a:pt x="0" y="2007328"/>
                                </a:lnTo>
                                <a:cubicBezTo>
                                  <a:pt x="1108677" y="2007328"/>
                                  <a:pt x="2007421" y="1108626"/>
                                  <a:pt x="2007421" y="0"/>
                                </a:cubicBezTo>
                              </a:path>
                            </a:pathLst>
                          </a:custGeom>
                          <a:noFill/>
                          <a:ln w="333786" cap="rnd">
                            <a:solidFill>
                              <a:schemeClr val="accent2"/>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Forma libre: forma 67"/>
                        <wps:cNvSpPr/>
                        <wps:spPr>
                          <a:xfrm rot="16200000">
                            <a:off x="2341195" y="8"/>
                            <a:ext cx="329505" cy="329490"/>
                          </a:xfrm>
                          <a:custGeom>
                            <a:avLst/>
                            <a:gdLst>
                              <a:gd name="connsiteX0" fmla="*/ 329506 w 329505"/>
                              <a:gd name="connsiteY0" fmla="*/ 164745 h 329490"/>
                              <a:gd name="connsiteX1" fmla="*/ 164753 w 329505"/>
                              <a:gd name="connsiteY1" fmla="*/ 329490 h 329490"/>
                              <a:gd name="connsiteX2" fmla="*/ 0 w 329505"/>
                              <a:gd name="connsiteY2" fmla="*/ 164745 h 329490"/>
                              <a:gd name="connsiteX3" fmla="*/ 164753 w 329505"/>
                              <a:gd name="connsiteY3" fmla="*/ 0 h 329490"/>
                              <a:gd name="connsiteX4" fmla="*/ 329506 w 329505"/>
                              <a:gd name="connsiteY4" fmla="*/ 164745 h 3294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505" h="329490">
                                <a:moveTo>
                                  <a:pt x="329506" y="164745"/>
                                </a:moveTo>
                                <a:cubicBezTo>
                                  <a:pt x="329506" y="255731"/>
                                  <a:pt x="255743" y="329490"/>
                                  <a:pt x="164753" y="329490"/>
                                </a:cubicBezTo>
                                <a:cubicBezTo>
                                  <a:pt x="73762" y="329490"/>
                                  <a:pt x="0" y="255732"/>
                                  <a:pt x="0" y="164745"/>
                                </a:cubicBezTo>
                                <a:cubicBezTo>
                                  <a:pt x="0" y="73759"/>
                                  <a:pt x="73762" y="0"/>
                                  <a:pt x="164753" y="0"/>
                                </a:cubicBezTo>
                                <a:cubicBezTo>
                                  <a:pt x="255743" y="0"/>
                                  <a:pt x="329506" y="73759"/>
                                  <a:pt x="329506" y="164745"/>
                                </a:cubicBezTo>
                                <a:close/>
                              </a:path>
                            </a:pathLst>
                          </a:custGeom>
                          <a:solidFill>
                            <a:schemeClr val="accent6"/>
                          </a:solidFill>
                          <a:ln w="3676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Forma libre: forma 68"/>
                        <wps:cNvSpPr/>
                        <wps:spPr>
                          <a:xfrm rot="16200000">
                            <a:off x="6754271" y="2010181"/>
                            <a:ext cx="329505" cy="329490"/>
                          </a:xfrm>
                          <a:custGeom>
                            <a:avLst/>
                            <a:gdLst>
                              <a:gd name="connsiteX0" fmla="*/ 334631 w 329505"/>
                              <a:gd name="connsiteY0" fmla="*/ 167308 h 329490"/>
                              <a:gd name="connsiteX1" fmla="*/ 167316 w 329505"/>
                              <a:gd name="connsiteY1" fmla="*/ 334616 h 329490"/>
                              <a:gd name="connsiteX2" fmla="*/ 0 w 329505"/>
                              <a:gd name="connsiteY2" fmla="*/ 167308 h 329490"/>
                              <a:gd name="connsiteX3" fmla="*/ 167316 w 329505"/>
                              <a:gd name="connsiteY3" fmla="*/ 0 h 329490"/>
                              <a:gd name="connsiteX4" fmla="*/ 334631 w 329505"/>
                              <a:gd name="connsiteY4" fmla="*/ 167308 h 3294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505" h="329490">
                                <a:moveTo>
                                  <a:pt x="334631" y="167308"/>
                                </a:moveTo>
                                <a:cubicBezTo>
                                  <a:pt x="334631" y="259710"/>
                                  <a:pt x="259721" y="334616"/>
                                  <a:pt x="167316" y="334616"/>
                                </a:cubicBezTo>
                                <a:cubicBezTo>
                                  <a:pt x="74910" y="334616"/>
                                  <a:pt x="0" y="259710"/>
                                  <a:pt x="0" y="167308"/>
                                </a:cubicBezTo>
                                <a:cubicBezTo>
                                  <a:pt x="0" y="74906"/>
                                  <a:pt x="74910" y="0"/>
                                  <a:pt x="167316" y="0"/>
                                </a:cubicBezTo>
                                <a:cubicBezTo>
                                  <a:pt x="259721" y="0"/>
                                  <a:pt x="334631" y="74906"/>
                                  <a:pt x="334631" y="167308"/>
                                </a:cubicBezTo>
                                <a:close/>
                              </a:path>
                            </a:pathLst>
                          </a:custGeom>
                          <a:solidFill>
                            <a:schemeClr val="accent4"/>
                          </a:solidFill>
                          <a:ln w="3676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Forma libre: forma 69"/>
                        <wps:cNvSpPr/>
                        <wps:spPr>
                          <a:xfrm rot="16200000">
                            <a:off x="8369566" y="1123250"/>
                            <a:ext cx="36612" cy="2050162"/>
                          </a:xfrm>
                          <a:custGeom>
                            <a:avLst/>
                            <a:gdLst>
                              <a:gd name="connsiteX0" fmla="*/ 0 w 0"/>
                              <a:gd name="connsiteY0" fmla="*/ 0 h 2050161"/>
                              <a:gd name="connsiteX1" fmla="*/ 0 w 0"/>
                              <a:gd name="connsiteY1" fmla="*/ 2076521 h 2050161"/>
                            </a:gdLst>
                            <a:ahLst/>
                            <a:cxnLst>
                              <a:cxn ang="0">
                                <a:pos x="connsiteX0" y="connsiteY0"/>
                              </a:cxn>
                              <a:cxn ang="0">
                                <a:pos x="connsiteX1" y="connsiteY1"/>
                              </a:cxn>
                            </a:cxnLst>
                            <a:rect l="l" t="t" r="r" b="b"/>
                            <a:pathLst>
                              <a:path h="2050161">
                                <a:moveTo>
                                  <a:pt x="0" y="0"/>
                                </a:moveTo>
                                <a:lnTo>
                                  <a:pt x="0" y="2076521"/>
                                </a:lnTo>
                              </a:path>
                            </a:pathLst>
                          </a:custGeom>
                          <a:ln w="333786" cap="rnd">
                            <a:solidFill>
                              <a:schemeClr val="accent6"/>
                            </a:solidFill>
                            <a:prstDash val="solid"/>
                            <a:round/>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rto="http://schemas.microsoft.com/office/word/2006/arto" xmlns:asvg="http://schemas.microsoft.com/office/drawing/2016/SVG/main" xmlns:pic="http://schemas.openxmlformats.org/drawingml/2006/picture" xmlns:a="http://schemas.openxmlformats.org/drawingml/2006/main" xmlns:oel="http://schemas.microsoft.com/office/2019/extlst">
            <w:pict>
              <v:group id="Grupo 64" style="position:absolute;margin-left:-143.5pt;margin-top:-187.25pt;width:741.2pt;height:184.25pt;z-index:251673600" coordsize="94129,23396" o:spid="_x0000_s1026" w14:anchorId="4A71E2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">
                <v:shape id="Forma libre: forma 65" style="position:absolute;left:10068;top:-8790;width:366;height:20501;rotation:-90;visibility:visible;mso-wrap-style:square;v-text-anchor:middle" coordsize="36612,2050161" o:spid="_x0000_s1027" filled="f" strokecolor="#d7dae2 [3207]" strokeweight="9.27183mm" path="m,l,20765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">
                  <v:stroke endcap="round"/>
                  <v:path arrowok="t" o:connecttype="custom" o:connectlocs="0,0;0,2076522" o:connectangles="0,0"/>
                </v:shape>
                <v:shape id="Forma libre: forma 66" style="position:absolute;left:37180;top:-9952;width:19768;height:43561;rotation:-90;visibility:visible;mso-wrap-style:square;v-text-anchor:middle" coordsize="1977032,4356593" o:spid="_x0000_s1028" filled="f" strokecolor="#0096ff [3205]" strokeweight="9.27183mm" path="m,4389544l,2007328r,c1108677,2007328,2007421,1108626,20074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">
                  <v:stroke endcap="round"/>
                  <v:path arrowok="t" o:connecttype="custom" o:connectlocs="0,4389047;0,2007101;0,2007101;2007140,0" o:connectangles="0,0,0,0"/>
                </v:shape>
                <v:shape id="Forma libre: forma 67" style="position:absolute;left:23411;top:1;width:3295;height:3294;rotation:-90;visibility:visible;mso-wrap-style:square;v-text-anchor:middle" coordsize="329505,329490" o:spid="_x0000_s1029" fillcolor="#003c6e [3209]" stroked="f" strokeweight="1.0211mm" path="m329506,164745v,90986,-73763,164745,-164753,164745c73762,329490,,255732,,164745,,73759,73762,,164753,v90990,,164753,73759,164753,1647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">
                  <v:stroke joinstyle="miter"/>
                  <v:path arrowok="t" o:connecttype="custom" o:connectlocs="329506,164745;164753,329490;0,164745;164753,0;329506,164745" o:connectangles="0,0,0,0,0"/>
                </v:shape>
                <v:shape id="Forma libre: forma 68" style="position:absolute;left:67542;top:20101;width:3295;height:3295;rotation:-90;visibility:visible;mso-wrap-style:square;v-text-anchor:middle" coordsize="329505,329490" o:spid="_x0000_s1030" fillcolor="#d7dae2 [3207]" stroked="f" strokeweight="1.0211mm" path="m334631,167308v,92402,-74910,167308,-167315,167308c74910,334616,,259710,,167308,,74906,74910,,167316,v92405,,167315,74906,167315,1673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">
                  <v:stroke joinstyle="miter"/>
                  <v:path arrowok="t" o:connecttype="custom" o:connectlocs="334631,167308;167316,334616;0,167308;167316,0;334631,167308" o:connectangles="0,0,0,0,0"/>
                </v:shape>
                <v:shape id="Forma libre: forma 69" style="position:absolute;left:83695;top:11232;width:366;height:20502;rotation:-90;visibility:visible;mso-wrap-style:square;v-text-anchor:middle" coordsize="36612,2050161" o:spid="_x0000_s1031" filled="f" strokecolor="#003c6e [3209]" strokeweight="9.27183mm" path="m,l,20765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">
                  <v:stroke endcap="round"/>
                  <v:path arrowok="t" o:connecttype="custom" o:connectlocs="0,0;0,2076522" o:connectangles="0,0"/>
                </v:shape>
              </v:group>
            </w:pict>
          </mc:Fallback>
        </mc:AlternateContent>
      </w:r>
      <w:r w:rsidR="007D6C87">
        <w:br w:type="page"/>
      </w:r>
    </w:p>
    <w:sdt>
      <w:sdtPr>
        <w:rPr>
          <w:rFonts w:asciiTheme="minorHAnsi" w:eastAsiaTheme="minorHAnsi" w:hAnsiTheme="minorHAnsi" w:cstheme="minorBidi"/>
          <w:color w:val="auto"/>
          <w:sz w:val="22"/>
          <w:szCs w:val="24"/>
        </w:rPr>
        <w:id w:val="-453632047"/>
        <w:docPartObj>
          <w:docPartGallery w:val="Table of Contents"/>
          <w:docPartUnique/>
        </w:docPartObj>
      </w:sdtPr>
      <w:sdtEndPr>
        <w:rPr>
          <w:rFonts w:ascii="Arial" w:hAnsi="Arial" w:cs="Arial"/>
          <w:color w:val="48565F" w:themeColor="accent3" w:themeShade="80"/>
        </w:rPr>
      </w:sdtEndPr>
      <w:sdtContent>
        <w:p w14:paraId="672A2983" w14:textId="77777777" w:rsidR="003A66A4" w:rsidRDefault="003A66A4" w:rsidP="00DF32D6">
          <w:pPr>
            <w:pStyle w:val="TtuloTDC"/>
          </w:pPr>
          <w:r>
            <w:t>Índice</w:t>
          </w:r>
        </w:p>
        <w:p w14:paraId="3810F0B0" w14:textId="6E597E8B" w:rsidR="00693D78" w:rsidRDefault="009E3E7E">
          <w:pPr>
            <w:pStyle w:val="TDC1"/>
            <w:rPr>
              <w:rFonts w:asciiTheme="minorHAnsi" w:eastAsiaTheme="minorEastAsia" w:hAnsiTheme="minorHAnsi" w:cstheme="minorBidi"/>
              <w:color w:val="auto"/>
              <w:szCs w:val="22"/>
              <w:lang w:val="en-US"/>
            </w:rPr>
          </w:pPr>
          <w:r>
            <w:rPr>
              <w:rFonts w:ascii="Barlow" w:hAnsi="Barlow"/>
            </w:rPr>
            <w:fldChar w:fldCharType="begin"/>
          </w:r>
          <w:r>
            <w:instrText xml:space="preserve"> TOC \o "1-4" \h \z \u </w:instrText>
          </w:r>
          <w:r>
            <w:rPr>
              <w:rFonts w:ascii="Barlow" w:hAnsi="Barlow"/>
            </w:rPr>
            <w:fldChar w:fldCharType="separate"/>
          </w:r>
          <w:hyperlink w:anchor="_Toc114053012" w:history="1">
            <w:r w:rsidR="00693D78" w:rsidRPr="00B858AF">
              <w:rPr>
                <w:rStyle w:val="Hipervnculo"/>
                <w:lang w:val="es-ES"/>
              </w:rPr>
              <w:t>1</w:t>
            </w:r>
            <w:r w:rsidR="00693D78">
              <w:rPr>
                <w:rFonts w:asciiTheme="minorHAnsi" w:eastAsiaTheme="minorEastAsia" w:hAnsiTheme="minorHAnsi" w:cstheme="minorBidi"/>
                <w:color w:val="auto"/>
                <w:szCs w:val="22"/>
                <w:lang w:val="en-US"/>
              </w:rPr>
              <w:tab/>
            </w:r>
            <w:r w:rsidR="00693D78" w:rsidRPr="00B858AF">
              <w:rPr>
                <w:rStyle w:val="Hipervnculo"/>
              </w:rPr>
              <w:t>Objeto del acuerdo: adhesión al Proyecto y a las condiciones y requisitos establecidos en la Resolución de la CNMC</w:t>
            </w:r>
            <w:r w:rsidR="00693D78">
              <w:rPr>
                <w:webHidden/>
              </w:rPr>
              <w:tab/>
            </w:r>
            <w:r w:rsidR="00693D78">
              <w:rPr>
                <w:webHidden/>
              </w:rPr>
              <w:fldChar w:fldCharType="begin"/>
            </w:r>
            <w:r w:rsidR="00693D78">
              <w:rPr>
                <w:webHidden/>
              </w:rPr>
              <w:instrText xml:space="preserve"> PAGEREF _Toc114053012 \h </w:instrText>
            </w:r>
            <w:r w:rsidR="00693D78">
              <w:rPr>
                <w:webHidden/>
              </w:rPr>
            </w:r>
            <w:r w:rsidR="00693D78">
              <w:rPr>
                <w:webHidden/>
              </w:rPr>
              <w:fldChar w:fldCharType="separate"/>
            </w:r>
            <w:r w:rsidR="00693D78">
              <w:rPr>
                <w:webHidden/>
              </w:rPr>
              <w:t>4</w:t>
            </w:r>
            <w:r w:rsidR="00693D78">
              <w:rPr>
                <w:webHidden/>
              </w:rPr>
              <w:fldChar w:fldCharType="end"/>
            </w:r>
          </w:hyperlink>
        </w:p>
        <w:p w14:paraId="7CEE6CB2" w14:textId="54A3C39E" w:rsidR="00693D78" w:rsidRDefault="000B6071">
          <w:pPr>
            <w:pStyle w:val="TDC1"/>
            <w:rPr>
              <w:rFonts w:asciiTheme="minorHAnsi" w:eastAsiaTheme="minorEastAsia" w:hAnsiTheme="minorHAnsi" w:cstheme="minorBidi"/>
              <w:color w:val="auto"/>
              <w:szCs w:val="22"/>
              <w:lang w:val="en-US"/>
            </w:rPr>
          </w:pPr>
          <w:hyperlink w:anchor="_Toc114053013" w:history="1">
            <w:r w:rsidR="00693D78" w:rsidRPr="00B858AF">
              <w:rPr>
                <w:rStyle w:val="Hipervnculo"/>
                <w:lang w:val="es-ES"/>
              </w:rPr>
              <w:t>2</w:t>
            </w:r>
            <w:r w:rsidR="00693D78">
              <w:rPr>
                <w:rFonts w:asciiTheme="minorHAnsi" w:eastAsiaTheme="minorEastAsia" w:hAnsiTheme="minorHAnsi" w:cstheme="minorBidi"/>
                <w:color w:val="auto"/>
                <w:szCs w:val="22"/>
                <w:lang w:val="en-US"/>
              </w:rPr>
              <w:tab/>
            </w:r>
            <w:r w:rsidR="00693D78" w:rsidRPr="00B858AF">
              <w:rPr>
                <w:rStyle w:val="Hipervnculo"/>
                <w:lang w:val="es-ES"/>
              </w:rPr>
              <w:t>Duración</w:t>
            </w:r>
            <w:r w:rsidR="00693D78">
              <w:rPr>
                <w:webHidden/>
              </w:rPr>
              <w:tab/>
            </w:r>
            <w:r w:rsidR="00693D78">
              <w:rPr>
                <w:webHidden/>
              </w:rPr>
              <w:fldChar w:fldCharType="begin"/>
            </w:r>
            <w:r w:rsidR="00693D78">
              <w:rPr>
                <w:webHidden/>
              </w:rPr>
              <w:instrText xml:space="preserve"> PAGEREF _Toc114053013 \h </w:instrText>
            </w:r>
            <w:r w:rsidR="00693D78">
              <w:rPr>
                <w:webHidden/>
              </w:rPr>
            </w:r>
            <w:r w:rsidR="00693D78">
              <w:rPr>
                <w:webHidden/>
              </w:rPr>
              <w:fldChar w:fldCharType="separate"/>
            </w:r>
            <w:r w:rsidR="00693D78">
              <w:rPr>
                <w:webHidden/>
              </w:rPr>
              <w:t>4</w:t>
            </w:r>
            <w:r w:rsidR="00693D78">
              <w:rPr>
                <w:webHidden/>
              </w:rPr>
              <w:fldChar w:fldCharType="end"/>
            </w:r>
          </w:hyperlink>
        </w:p>
        <w:p w14:paraId="61CCE3EB" w14:textId="582FB5A1" w:rsidR="00693D78" w:rsidRDefault="000B6071">
          <w:pPr>
            <w:pStyle w:val="TDC1"/>
            <w:rPr>
              <w:rFonts w:asciiTheme="minorHAnsi" w:eastAsiaTheme="minorEastAsia" w:hAnsiTheme="minorHAnsi" w:cstheme="minorBidi"/>
              <w:color w:val="auto"/>
              <w:szCs w:val="22"/>
              <w:lang w:val="en-US"/>
            </w:rPr>
          </w:pPr>
          <w:hyperlink w:anchor="_Toc114053014" w:history="1">
            <w:r w:rsidR="00693D78" w:rsidRPr="00B858AF">
              <w:rPr>
                <w:rStyle w:val="Hipervnculo"/>
                <w:lang w:val="es-ES"/>
              </w:rPr>
              <w:t>3</w:t>
            </w:r>
            <w:r w:rsidR="00693D78">
              <w:rPr>
                <w:rFonts w:asciiTheme="minorHAnsi" w:eastAsiaTheme="minorEastAsia" w:hAnsiTheme="minorHAnsi" w:cstheme="minorBidi"/>
                <w:color w:val="auto"/>
                <w:szCs w:val="22"/>
                <w:lang w:val="en-US"/>
              </w:rPr>
              <w:tab/>
            </w:r>
            <w:r w:rsidR="00693D78" w:rsidRPr="00B858AF">
              <w:rPr>
                <w:rStyle w:val="Hipervnculo"/>
                <w:lang w:val="es-ES"/>
              </w:rPr>
              <w:t>Desistimiento del Proveedor y cancelación del Proyecto</w:t>
            </w:r>
            <w:r w:rsidR="00693D78">
              <w:rPr>
                <w:webHidden/>
              </w:rPr>
              <w:tab/>
            </w:r>
            <w:r w:rsidR="00693D78">
              <w:rPr>
                <w:webHidden/>
              </w:rPr>
              <w:fldChar w:fldCharType="begin"/>
            </w:r>
            <w:r w:rsidR="00693D78">
              <w:rPr>
                <w:webHidden/>
              </w:rPr>
              <w:instrText xml:space="preserve"> PAGEREF _Toc114053014 \h </w:instrText>
            </w:r>
            <w:r w:rsidR="00693D78">
              <w:rPr>
                <w:webHidden/>
              </w:rPr>
            </w:r>
            <w:r w:rsidR="00693D78">
              <w:rPr>
                <w:webHidden/>
              </w:rPr>
              <w:fldChar w:fldCharType="separate"/>
            </w:r>
            <w:r w:rsidR="00693D78">
              <w:rPr>
                <w:webHidden/>
              </w:rPr>
              <w:t>4</w:t>
            </w:r>
            <w:r w:rsidR="00693D78">
              <w:rPr>
                <w:webHidden/>
              </w:rPr>
              <w:fldChar w:fldCharType="end"/>
            </w:r>
          </w:hyperlink>
        </w:p>
        <w:p w14:paraId="0C50A6EF" w14:textId="79DAB487" w:rsidR="00693D78" w:rsidRDefault="000B6071">
          <w:pPr>
            <w:pStyle w:val="TDC2"/>
            <w:rPr>
              <w:rFonts w:asciiTheme="minorHAnsi" w:eastAsiaTheme="minorEastAsia" w:hAnsiTheme="minorHAnsi" w:cstheme="minorBidi"/>
              <w:color w:val="auto"/>
              <w:szCs w:val="22"/>
              <w:lang w:val="en-US"/>
            </w:rPr>
          </w:pPr>
          <w:hyperlink w:anchor="_Toc114053015" w:history="1">
            <w:r w:rsidR="00693D78" w:rsidRPr="00B858AF">
              <w:rPr>
                <w:rStyle w:val="Hipervnculo"/>
              </w:rPr>
              <w:t>3.1</w:t>
            </w:r>
            <w:r w:rsidR="00693D78">
              <w:rPr>
                <w:rFonts w:asciiTheme="minorHAnsi" w:eastAsiaTheme="minorEastAsia" w:hAnsiTheme="minorHAnsi" w:cstheme="minorBidi"/>
                <w:color w:val="auto"/>
                <w:szCs w:val="22"/>
                <w:lang w:val="en-US"/>
              </w:rPr>
              <w:tab/>
            </w:r>
            <w:r w:rsidR="00693D78" w:rsidRPr="00B858AF">
              <w:rPr>
                <w:rStyle w:val="Hipervnculo"/>
              </w:rPr>
              <w:t>Desistimiento de un Proveedor</w:t>
            </w:r>
            <w:r w:rsidR="00693D78">
              <w:rPr>
                <w:webHidden/>
              </w:rPr>
              <w:tab/>
            </w:r>
            <w:r w:rsidR="00693D78">
              <w:rPr>
                <w:webHidden/>
              </w:rPr>
              <w:fldChar w:fldCharType="begin"/>
            </w:r>
            <w:r w:rsidR="00693D78">
              <w:rPr>
                <w:webHidden/>
              </w:rPr>
              <w:instrText xml:space="preserve"> PAGEREF _Toc114053015 \h </w:instrText>
            </w:r>
            <w:r w:rsidR="00693D78">
              <w:rPr>
                <w:webHidden/>
              </w:rPr>
            </w:r>
            <w:r w:rsidR="00693D78">
              <w:rPr>
                <w:webHidden/>
              </w:rPr>
              <w:fldChar w:fldCharType="separate"/>
            </w:r>
            <w:r w:rsidR="00693D78">
              <w:rPr>
                <w:webHidden/>
              </w:rPr>
              <w:t>4</w:t>
            </w:r>
            <w:r w:rsidR="00693D78">
              <w:rPr>
                <w:webHidden/>
              </w:rPr>
              <w:fldChar w:fldCharType="end"/>
            </w:r>
          </w:hyperlink>
        </w:p>
        <w:p w14:paraId="0D20DC45" w14:textId="6031CDB6" w:rsidR="00693D78" w:rsidRDefault="000B6071">
          <w:pPr>
            <w:pStyle w:val="TDC2"/>
            <w:rPr>
              <w:rFonts w:asciiTheme="minorHAnsi" w:eastAsiaTheme="minorEastAsia" w:hAnsiTheme="minorHAnsi" w:cstheme="minorBidi"/>
              <w:color w:val="auto"/>
              <w:szCs w:val="22"/>
              <w:lang w:val="en-US"/>
            </w:rPr>
          </w:pPr>
          <w:hyperlink w:anchor="_Toc114053016" w:history="1">
            <w:r w:rsidR="00693D78" w:rsidRPr="00B858AF">
              <w:rPr>
                <w:rStyle w:val="Hipervnculo"/>
                <w:lang w:val="es-ES"/>
              </w:rPr>
              <w:t>3.2</w:t>
            </w:r>
            <w:r w:rsidR="00693D78">
              <w:rPr>
                <w:rFonts w:asciiTheme="minorHAnsi" w:eastAsiaTheme="minorEastAsia" w:hAnsiTheme="minorHAnsi" w:cstheme="minorBidi"/>
                <w:color w:val="auto"/>
                <w:szCs w:val="22"/>
                <w:lang w:val="en-US"/>
              </w:rPr>
              <w:tab/>
            </w:r>
            <w:r w:rsidR="00693D78" w:rsidRPr="00B858AF">
              <w:rPr>
                <w:rStyle w:val="Hipervnculo"/>
                <w:lang w:val="es-ES"/>
              </w:rPr>
              <w:t>Cancelación o suspensión del Proyecto</w:t>
            </w:r>
            <w:r w:rsidR="00693D78">
              <w:rPr>
                <w:webHidden/>
              </w:rPr>
              <w:tab/>
            </w:r>
            <w:r w:rsidR="00693D78">
              <w:rPr>
                <w:webHidden/>
              </w:rPr>
              <w:fldChar w:fldCharType="begin"/>
            </w:r>
            <w:r w:rsidR="00693D78">
              <w:rPr>
                <w:webHidden/>
              </w:rPr>
              <w:instrText xml:space="preserve"> PAGEREF _Toc114053016 \h </w:instrText>
            </w:r>
            <w:r w:rsidR="00693D78">
              <w:rPr>
                <w:webHidden/>
              </w:rPr>
            </w:r>
            <w:r w:rsidR="00693D78">
              <w:rPr>
                <w:webHidden/>
              </w:rPr>
              <w:fldChar w:fldCharType="separate"/>
            </w:r>
            <w:r w:rsidR="00693D78">
              <w:rPr>
                <w:webHidden/>
              </w:rPr>
              <w:t>4</w:t>
            </w:r>
            <w:r w:rsidR="00693D78">
              <w:rPr>
                <w:webHidden/>
              </w:rPr>
              <w:fldChar w:fldCharType="end"/>
            </w:r>
          </w:hyperlink>
        </w:p>
        <w:p w14:paraId="40AEF472" w14:textId="60203186" w:rsidR="00693D78" w:rsidRDefault="000B6071">
          <w:pPr>
            <w:pStyle w:val="TDC2"/>
            <w:rPr>
              <w:rFonts w:asciiTheme="minorHAnsi" w:eastAsiaTheme="minorEastAsia" w:hAnsiTheme="minorHAnsi" w:cstheme="minorBidi"/>
              <w:color w:val="auto"/>
              <w:szCs w:val="22"/>
              <w:lang w:val="en-US"/>
            </w:rPr>
          </w:pPr>
          <w:hyperlink w:anchor="_Toc114053017" w:history="1">
            <w:r w:rsidR="00693D78" w:rsidRPr="00B858AF">
              <w:rPr>
                <w:rStyle w:val="Hipervnculo"/>
                <w:lang w:val="es-ES"/>
              </w:rPr>
              <w:t>3.3</w:t>
            </w:r>
            <w:r w:rsidR="00693D78">
              <w:rPr>
                <w:rFonts w:asciiTheme="minorHAnsi" w:eastAsiaTheme="minorEastAsia" w:hAnsiTheme="minorHAnsi" w:cstheme="minorBidi"/>
                <w:color w:val="auto"/>
                <w:szCs w:val="22"/>
                <w:lang w:val="en-US"/>
              </w:rPr>
              <w:tab/>
            </w:r>
            <w:r w:rsidR="00693D78" w:rsidRPr="00B858AF">
              <w:rPr>
                <w:rStyle w:val="Hipervnculo"/>
                <w:lang w:val="es-ES"/>
              </w:rPr>
              <w:t>Exclusión de un Proveedor</w:t>
            </w:r>
            <w:r w:rsidR="00693D78">
              <w:rPr>
                <w:webHidden/>
              </w:rPr>
              <w:tab/>
            </w:r>
            <w:r w:rsidR="00693D78">
              <w:rPr>
                <w:webHidden/>
              </w:rPr>
              <w:fldChar w:fldCharType="begin"/>
            </w:r>
            <w:r w:rsidR="00693D78">
              <w:rPr>
                <w:webHidden/>
              </w:rPr>
              <w:instrText xml:space="preserve"> PAGEREF _Toc114053017 \h </w:instrText>
            </w:r>
            <w:r w:rsidR="00693D78">
              <w:rPr>
                <w:webHidden/>
              </w:rPr>
            </w:r>
            <w:r w:rsidR="00693D78">
              <w:rPr>
                <w:webHidden/>
              </w:rPr>
              <w:fldChar w:fldCharType="separate"/>
            </w:r>
            <w:r w:rsidR="00693D78">
              <w:rPr>
                <w:webHidden/>
              </w:rPr>
              <w:t>5</w:t>
            </w:r>
            <w:r w:rsidR="00693D78">
              <w:rPr>
                <w:webHidden/>
              </w:rPr>
              <w:fldChar w:fldCharType="end"/>
            </w:r>
          </w:hyperlink>
        </w:p>
        <w:p w14:paraId="12E487CB" w14:textId="65D6EA05" w:rsidR="00693D78" w:rsidRDefault="000B6071">
          <w:pPr>
            <w:pStyle w:val="TDC1"/>
            <w:rPr>
              <w:rFonts w:asciiTheme="minorHAnsi" w:eastAsiaTheme="minorEastAsia" w:hAnsiTheme="minorHAnsi" w:cstheme="minorBidi"/>
              <w:color w:val="auto"/>
              <w:szCs w:val="22"/>
              <w:lang w:val="en-US"/>
            </w:rPr>
          </w:pPr>
          <w:hyperlink w:anchor="_Toc114053018" w:history="1">
            <w:r w:rsidR="00693D78" w:rsidRPr="00B858AF">
              <w:rPr>
                <w:rStyle w:val="Hipervnculo"/>
                <w:lang w:val="es-ES"/>
              </w:rPr>
              <w:t>4</w:t>
            </w:r>
            <w:r w:rsidR="00693D78">
              <w:rPr>
                <w:rFonts w:asciiTheme="minorHAnsi" w:eastAsiaTheme="minorEastAsia" w:hAnsiTheme="minorHAnsi" w:cstheme="minorBidi"/>
                <w:color w:val="auto"/>
                <w:szCs w:val="22"/>
                <w:lang w:val="en-US"/>
              </w:rPr>
              <w:tab/>
            </w:r>
            <w:r w:rsidR="00693D78" w:rsidRPr="00B858AF">
              <w:rPr>
                <w:rStyle w:val="Hipervnculo"/>
                <w:lang w:val="es-ES"/>
              </w:rPr>
              <w:t>Confidencialidad</w:t>
            </w:r>
            <w:r w:rsidR="00693D78">
              <w:rPr>
                <w:webHidden/>
              </w:rPr>
              <w:tab/>
            </w:r>
            <w:r w:rsidR="00693D78">
              <w:rPr>
                <w:webHidden/>
              </w:rPr>
              <w:fldChar w:fldCharType="begin"/>
            </w:r>
            <w:r w:rsidR="00693D78">
              <w:rPr>
                <w:webHidden/>
              </w:rPr>
              <w:instrText xml:space="preserve"> PAGEREF _Toc114053018 \h </w:instrText>
            </w:r>
            <w:r w:rsidR="00693D78">
              <w:rPr>
                <w:webHidden/>
              </w:rPr>
            </w:r>
            <w:r w:rsidR="00693D78">
              <w:rPr>
                <w:webHidden/>
              </w:rPr>
              <w:fldChar w:fldCharType="separate"/>
            </w:r>
            <w:r w:rsidR="00693D78">
              <w:rPr>
                <w:webHidden/>
              </w:rPr>
              <w:t>5</w:t>
            </w:r>
            <w:r w:rsidR="00693D78">
              <w:rPr>
                <w:webHidden/>
              </w:rPr>
              <w:fldChar w:fldCharType="end"/>
            </w:r>
          </w:hyperlink>
        </w:p>
        <w:p w14:paraId="643A2A12" w14:textId="49FF0E95" w:rsidR="00693D78" w:rsidRDefault="000B6071">
          <w:pPr>
            <w:pStyle w:val="TDC1"/>
            <w:rPr>
              <w:rFonts w:asciiTheme="minorHAnsi" w:eastAsiaTheme="minorEastAsia" w:hAnsiTheme="minorHAnsi" w:cstheme="minorBidi"/>
              <w:color w:val="auto"/>
              <w:szCs w:val="22"/>
              <w:lang w:val="en-US"/>
            </w:rPr>
          </w:pPr>
          <w:hyperlink w:anchor="_Toc114053019" w:history="1">
            <w:r w:rsidR="00693D78" w:rsidRPr="00B858AF">
              <w:rPr>
                <w:rStyle w:val="Hipervnculo"/>
                <w:lang w:val="es-ES"/>
              </w:rPr>
              <w:t>5</w:t>
            </w:r>
            <w:r w:rsidR="00693D78">
              <w:rPr>
                <w:rFonts w:asciiTheme="minorHAnsi" w:eastAsiaTheme="minorEastAsia" w:hAnsiTheme="minorHAnsi" w:cstheme="minorBidi"/>
                <w:color w:val="auto"/>
                <w:szCs w:val="22"/>
                <w:lang w:val="en-US"/>
              </w:rPr>
              <w:tab/>
            </w:r>
            <w:r w:rsidR="00693D78" w:rsidRPr="00B858AF">
              <w:rPr>
                <w:rStyle w:val="Hipervnculo"/>
                <w:lang w:val="es-ES"/>
              </w:rPr>
              <w:t>Tratamiento de datos personales</w:t>
            </w:r>
            <w:r w:rsidR="00693D78">
              <w:rPr>
                <w:webHidden/>
              </w:rPr>
              <w:tab/>
            </w:r>
            <w:r w:rsidR="00693D78">
              <w:rPr>
                <w:webHidden/>
              </w:rPr>
              <w:fldChar w:fldCharType="begin"/>
            </w:r>
            <w:r w:rsidR="00693D78">
              <w:rPr>
                <w:webHidden/>
              </w:rPr>
              <w:instrText xml:space="preserve"> PAGEREF _Toc114053019 \h </w:instrText>
            </w:r>
            <w:r w:rsidR="00693D78">
              <w:rPr>
                <w:webHidden/>
              </w:rPr>
            </w:r>
            <w:r w:rsidR="00693D78">
              <w:rPr>
                <w:webHidden/>
              </w:rPr>
              <w:fldChar w:fldCharType="separate"/>
            </w:r>
            <w:r w:rsidR="00693D78">
              <w:rPr>
                <w:webHidden/>
              </w:rPr>
              <w:t>5</w:t>
            </w:r>
            <w:r w:rsidR="00693D78">
              <w:rPr>
                <w:webHidden/>
              </w:rPr>
              <w:fldChar w:fldCharType="end"/>
            </w:r>
          </w:hyperlink>
        </w:p>
        <w:p w14:paraId="266CDEA4" w14:textId="0C2B4A65" w:rsidR="00693D78" w:rsidRDefault="000B6071">
          <w:pPr>
            <w:pStyle w:val="TDC1"/>
            <w:rPr>
              <w:rFonts w:asciiTheme="minorHAnsi" w:eastAsiaTheme="minorEastAsia" w:hAnsiTheme="minorHAnsi" w:cstheme="minorBidi"/>
              <w:color w:val="auto"/>
              <w:szCs w:val="22"/>
              <w:lang w:val="en-US"/>
            </w:rPr>
          </w:pPr>
          <w:hyperlink w:anchor="_Toc114053020" w:history="1">
            <w:r w:rsidR="00693D78" w:rsidRPr="00B858AF">
              <w:rPr>
                <w:rStyle w:val="Hipervnculo"/>
                <w:lang w:val="es-ES"/>
              </w:rPr>
              <w:t>6</w:t>
            </w:r>
            <w:r w:rsidR="00693D78">
              <w:rPr>
                <w:rFonts w:asciiTheme="minorHAnsi" w:eastAsiaTheme="minorEastAsia" w:hAnsiTheme="minorHAnsi" w:cstheme="minorBidi"/>
                <w:color w:val="auto"/>
                <w:szCs w:val="22"/>
                <w:lang w:val="en-US"/>
              </w:rPr>
              <w:tab/>
            </w:r>
            <w:r w:rsidR="00693D78" w:rsidRPr="00B858AF">
              <w:rPr>
                <w:rStyle w:val="Hipervnculo"/>
                <w:lang w:val="es-ES"/>
              </w:rPr>
              <w:t>Legislación aplicable y jurisdicción</w:t>
            </w:r>
            <w:r w:rsidR="00693D78">
              <w:rPr>
                <w:webHidden/>
              </w:rPr>
              <w:tab/>
            </w:r>
            <w:r w:rsidR="00693D78">
              <w:rPr>
                <w:webHidden/>
              </w:rPr>
              <w:fldChar w:fldCharType="begin"/>
            </w:r>
            <w:r w:rsidR="00693D78">
              <w:rPr>
                <w:webHidden/>
              </w:rPr>
              <w:instrText xml:space="preserve"> PAGEREF _Toc114053020 \h </w:instrText>
            </w:r>
            <w:r w:rsidR="00693D78">
              <w:rPr>
                <w:webHidden/>
              </w:rPr>
            </w:r>
            <w:r w:rsidR="00693D78">
              <w:rPr>
                <w:webHidden/>
              </w:rPr>
              <w:fldChar w:fldCharType="separate"/>
            </w:r>
            <w:r w:rsidR="00693D78">
              <w:rPr>
                <w:webHidden/>
              </w:rPr>
              <w:t>6</w:t>
            </w:r>
            <w:r w:rsidR="00693D78">
              <w:rPr>
                <w:webHidden/>
              </w:rPr>
              <w:fldChar w:fldCharType="end"/>
            </w:r>
          </w:hyperlink>
        </w:p>
        <w:p w14:paraId="39A5F4D9" w14:textId="7E54C9A4" w:rsidR="00693D78" w:rsidRDefault="000B6071">
          <w:pPr>
            <w:pStyle w:val="TDC1"/>
            <w:rPr>
              <w:rFonts w:asciiTheme="minorHAnsi" w:eastAsiaTheme="minorEastAsia" w:hAnsiTheme="minorHAnsi" w:cstheme="minorBidi"/>
              <w:color w:val="auto"/>
              <w:szCs w:val="22"/>
              <w:lang w:val="en-US"/>
            </w:rPr>
          </w:pPr>
          <w:hyperlink w:anchor="_Toc114053021" w:history="1">
            <w:r w:rsidR="00693D78" w:rsidRPr="00B858AF">
              <w:rPr>
                <w:rStyle w:val="Hipervnculo"/>
                <w:lang w:val="es-ES"/>
              </w:rPr>
              <w:t>Anexo 1</w:t>
            </w:r>
            <w:r w:rsidR="00693D78">
              <w:rPr>
                <w:webHidden/>
              </w:rPr>
              <w:tab/>
            </w:r>
            <w:r w:rsidR="00693D78">
              <w:rPr>
                <w:webHidden/>
              </w:rPr>
              <w:fldChar w:fldCharType="begin"/>
            </w:r>
            <w:r w:rsidR="00693D78">
              <w:rPr>
                <w:webHidden/>
              </w:rPr>
              <w:instrText xml:space="preserve"> PAGEREF _Toc114053021 \h </w:instrText>
            </w:r>
            <w:r w:rsidR="00693D78">
              <w:rPr>
                <w:webHidden/>
              </w:rPr>
            </w:r>
            <w:r w:rsidR="00693D78">
              <w:rPr>
                <w:webHidden/>
              </w:rPr>
              <w:fldChar w:fldCharType="separate"/>
            </w:r>
            <w:r w:rsidR="00693D78">
              <w:rPr>
                <w:webHidden/>
              </w:rPr>
              <w:t>7</w:t>
            </w:r>
            <w:r w:rsidR="00693D78">
              <w:rPr>
                <w:webHidden/>
              </w:rPr>
              <w:fldChar w:fldCharType="end"/>
            </w:r>
          </w:hyperlink>
        </w:p>
        <w:p w14:paraId="008FCC94" w14:textId="2EAEF64F" w:rsidR="003A66A4" w:rsidRDefault="009E3E7E" w:rsidP="00DF32D6">
          <w:r>
            <w:rPr>
              <w:color w:val="006699"/>
            </w:rPr>
            <w:fldChar w:fldCharType="end"/>
          </w:r>
        </w:p>
      </w:sdtContent>
    </w:sdt>
    <w:p w14:paraId="27A7F7D9" w14:textId="77777777" w:rsidR="00244839" w:rsidRPr="00244839" w:rsidRDefault="00244839" w:rsidP="00DF32D6">
      <w:r>
        <w:br w:type="page"/>
      </w:r>
    </w:p>
    <w:bookmarkEnd w:id="0"/>
    <w:p w14:paraId="22256BEE" w14:textId="77777777" w:rsidR="00587BB4" w:rsidRPr="005961BE" w:rsidRDefault="00587BB4" w:rsidP="00587BB4">
      <w:pPr>
        <w:rPr>
          <w:lang w:val="es-ES"/>
        </w:rPr>
      </w:pPr>
      <w:r w:rsidRPr="005961BE">
        <w:rPr>
          <w:lang w:val="es-ES"/>
        </w:rPr>
        <w:lastRenderedPageBreak/>
        <w:t>En Madrid, a [●] de [●] 202[●]</w:t>
      </w:r>
    </w:p>
    <w:p w14:paraId="10AA4B7A" w14:textId="77777777" w:rsidR="00587BB4" w:rsidRPr="005961BE" w:rsidRDefault="00587BB4" w:rsidP="00587BB4">
      <w:pPr>
        <w:rPr>
          <w:lang w:val="es-ES"/>
        </w:rPr>
      </w:pPr>
    </w:p>
    <w:p w14:paraId="701E3BC4" w14:textId="07AAEDF5" w:rsidR="00587BB4" w:rsidRDefault="00587BB4" w:rsidP="00587BB4">
      <w:pPr>
        <w:spacing w:before="240" w:after="120"/>
        <w:rPr>
          <w:lang w:val="es-ES"/>
        </w:rPr>
      </w:pPr>
      <w:r w:rsidRPr="00587BB4">
        <w:rPr>
          <w:lang w:val="es-ES"/>
        </w:rPr>
        <w:t>De una parte</w:t>
      </w:r>
      <w:r>
        <w:rPr>
          <w:lang w:val="es-ES"/>
        </w:rPr>
        <w:t>,</w:t>
      </w:r>
      <w:r w:rsidRPr="00587BB4">
        <w:rPr>
          <w:lang w:val="es-ES"/>
        </w:rPr>
        <w:t xml:space="preserve"> </w:t>
      </w:r>
      <w:r>
        <w:rPr>
          <w:lang w:val="es-ES"/>
        </w:rPr>
        <w:t>RED ELÉCTRICA DE ESPAÑA, S.A.U. (en adelante, el “</w:t>
      </w:r>
      <w:r w:rsidRPr="00C154DD">
        <w:rPr>
          <w:b/>
          <w:lang w:val="es-ES"/>
        </w:rPr>
        <w:t>Operador del Sistema</w:t>
      </w:r>
      <w:r>
        <w:rPr>
          <w:lang w:val="es-ES"/>
        </w:rPr>
        <w:t>”)</w:t>
      </w:r>
      <w:r w:rsidR="00FE2F3B">
        <w:rPr>
          <w:lang w:val="es-ES"/>
        </w:rPr>
        <w:t>.</w:t>
      </w:r>
    </w:p>
    <w:p w14:paraId="52E7D419" w14:textId="1EF06FA6" w:rsidR="00587BB4" w:rsidRDefault="00587BB4" w:rsidP="00587BB4">
      <w:pPr>
        <w:spacing w:before="240" w:after="120"/>
        <w:rPr>
          <w:lang w:val="es-ES"/>
        </w:rPr>
      </w:pPr>
      <w:r w:rsidRPr="13E87AEA">
        <w:rPr>
          <w:lang w:val="es-ES"/>
        </w:rPr>
        <w:t>De otra parte, el participante</w:t>
      </w:r>
      <w:r w:rsidR="00BA455B" w:rsidRPr="13E87AEA">
        <w:rPr>
          <w:lang w:val="es-ES"/>
        </w:rPr>
        <w:t xml:space="preserve"> en el </w:t>
      </w:r>
      <w:r w:rsidR="00BB1264" w:rsidRPr="13E87AEA">
        <w:rPr>
          <w:lang w:val="es-ES"/>
        </w:rPr>
        <w:t>mercado</w:t>
      </w:r>
      <w:r w:rsidRPr="13E87AEA">
        <w:rPr>
          <w:lang w:val="es-ES"/>
        </w:rPr>
        <w:t xml:space="preserve"> (en adelante, el “</w:t>
      </w:r>
      <w:r w:rsidRPr="00C154DD">
        <w:rPr>
          <w:b/>
          <w:lang w:val="es-ES"/>
        </w:rPr>
        <w:t>Participante</w:t>
      </w:r>
      <w:r w:rsidRPr="13E87AEA">
        <w:rPr>
          <w:lang w:val="es-ES"/>
        </w:rPr>
        <w:t>”)</w:t>
      </w:r>
      <w:r w:rsidR="0056643C" w:rsidRPr="13E87AEA">
        <w:rPr>
          <w:lang w:val="es-ES"/>
        </w:rPr>
        <w:t xml:space="preserve"> que representa a los proveedores del servicio </w:t>
      </w:r>
      <w:r w:rsidR="73F99561" w:rsidRPr="4A06E540">
        <w:rPr>
          <w:lang w:val="es-ES"/>
        </w:rPr>
        <w:t xml:space="preserve">que se detallan en el Anexo 1 </w:t>
      </w:r>
      <w:r w:rsidR="0056643C" w:rsidRPr="13E87AEA">
        <w:rPr>
          <w:lang w:val="es-ES"/>
        </w:rPr>
        <w:t xml:space="preserve">(en adelante, </w:t>
      </w:r>
      <w:r w:rsidR="7375633F" w:rsidRPr="4A06E540">
        <w:rPr>
          <w:lang w:val="es-ES"/>
        </w:rPr>
        <w:t>el “</w:t>
      </w:r>
      <w:r w:rsidR="7375633F" w:rsidRPr="00C154DD">
        <w:rPr>
          <w:b/>
          <w:bCs/>
          <w:lang w:val="es-ES"/>
        </w:rPr>
        <w:t>Proveedor</w:t>
      </w:r>
      <w:r w:rsidR="7375633F" w:rsidRPr="4A06E540">
        <w:rPr>
          <w:lang w:val="es-ES"/>
        </w:rPr>
        <w:t xml:space="preserve">” o </w:t>
      </w:r>
      <w:r w:rsidR="0056643C" w:rsidRPr="13E87AEA">
        <w:rPr>
          <w:lang w:val="es-ES"/>
        </w:rPr>
        <w:t>los “</w:t>
      </w:r>
      <w:r w:rsidR="0056643C" w:rsidRPr="13E87AEA">
        <w:rPr>
          <w:b/>
          <w:bCs/>
          <w:lang w:val="es-ES"/>
        </w:rPr>
        <w:t>Proveedores</w:t>
      </w:r>
      <w:r w:rsidR="0056643C" w:rsidRPr="13E87AEA">
        <w:rPr>
          <w:lang w:val="es-ES"/>
        </w:rPr>
        <w:t>”)</w:t>
      </w:r>
      <w:r w:rsidRPr="13E87AEA">
        <w:rPr>
          <w:lang w:val="es-ES"/>
        </w:rPr>
        <w:t>:</w:t>
      </w:r>
    </w:p>
    <w:p w14:paraId="22C0B3B4" w14:textId="77777777" w:rsidR="00587BB4" w:rsidRDefault="00587BB4" w:rsidP="00587BB4">
      <w:pPr>
        <w:rPr>
          <w:lang w:val="es-ES"/>
        </w:rPr>
      </w:pPr>
    </w:p>
    <w:tbl>
      <w:tblPr>
        <w:tblStyle w:val="Tablaconcuadrcula1clara"/>
        <w:tblW w:w="0" w:type="auto"/>
        <w:tblLook w:val="04A0" w:firstRow="1" w:lastRow="0" w:firstColumn="1" w:lastColumn="0" w:noHBand="0" w:noVBand="1"/>
      </w:tblPr>
      <w:tblGrid>
        <w:gridCol w:w="2263"/>
        <w:gridCol w:w="6232"/>
      </w:tblGrid>
      <w:tr w:rsidR="00587BB4" w14:paraId="769BBCEE" w14:textId="77777777" w:rsidTr="00587B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5" w:type="dxa"/>
            <w:gridSpan w:val="2"/>
          </w:tcPr>
          <w:p w14:paraId="55BAB417" w14:textId="7F1744EA" w:rsidR="00587BB4" w:rsidRDefault="00587BB4" w:rsidP="00587BB4">
            <w:pPr>
              <w:jc w:val="center"/>
              <w:rPr>
                <w:lang w:val="es-ES"/>
              </w:rPr>
            </w:pPr>
            <w:r>
              <w:rPr>
                <w:lang w:val="es-ES"/>
              </w:rPr>
              <w:t>INFORMACIÓN SOBRE EL PARTICIPANTE</w:t>
            </w:r>
          </w:p>
        </w:tc>
      </w:tr>
      <w:tr w:rsidR="00587BB4" w14:paraId="0AC1FF0D" w14:textId="77777777" w:rsidTr="00587BB4">
        <w:tc>
          <w:tcPr>
            <w:cnfStyle w:val="001000000000" w:firstRow="0" w:lastRow="0" w:firstColumn="1" w:lastColumn="0" w:oddVBand="0" w:evenVBand="0" w:oddHBand="0" w:evenHBand="0" w:firstRowFirstColumn="0" w:firstRowLastColumn="0" w:lastRowFirstColumn="0" w:lastRowLastColumn="0"/>
            <w:tcW w:w="2263" w:type="dxa"/>
          </w:tcPr>
          <w:p w14:paraId="4FABE9DA" w14:textId="77777777" w:rsidR="00587BB4" w:rsidRDefault="00587BB4" w:rsidP="00587BB4">
            <w:pPr>
              <w:rPr>
                <w:lang w:val="es-ES"/>
              </w:rPr>
            </w:pPr>
            <w:r>
              <w:rPr>
                <w:lang w:val="es-ES"/>
              </w:rPr>
              <w:t>Nombre o denominación social</w:t>
            </w:r>
          </w:p>
        </w:tc>
        <w:tc>
          <w:tcPr>
            <w:tcW w:w="6232" w:type="dxa"/>
          </w:tcPr>
          <w:p w14:paraId="11371F8C" w14:textId="77777777" w:rsidR="00587BB4" w:rsidRDefault="00587BB4" w:rsidP="00587BB4">
            <w:pPr>
              <w:cnfStyle w:val="000000000000" w:firstRow="0" w:lastRow="0" w:firstColumn="0" w:lastColumn="0" w:oddVBand="0" w:evenVBand="0" w:oddHBand="0" w:evenHBand="0" w:firstRowFirstColumn="0" w:firstRowLastColumn="0" w:lastRowFirstColumn="0" w:lastRowLastColumn="0"/>
              <w:rPr>
                <w:lang w:val="es-ES"/>
              </w:rPr>
            </w:pPr>
          </w:p>
        </w:tc>
      </w:tr>
      <w:tr w:rsidR="00587BB4" w14:paraId="5DF17762" w14:textId="77777777" w:rsidTr="00587BB4">
        <w:tc>
          <w:tcPr>
            <w:cnfStyle w:val="001000000000" w:firstRow="0" w:lastRow="0" w:firstColumn="1" w:lastColumn="0" w:oddVBand="0" w:evenVBand="0" w:oddHBand="0" w:evenHBand="0" w:firstRowFirstColumn="0" w:firstRowLastColumn="0" w:lastRowFirstColumn="0" w:lastRowLastColumn="0"/>
            <w:tcW w:w="2263" w:type="dxa"/>
          </w:tcPr>
          <w:p w14:paraId="4F624A3F" w14:textId="77777777" w:rsidR="00587BB4" w:rsidRDefault="00587BB4" w:rsidP="00587BB4">
            <w:pPr>
              <w:rPr>
                <w:lang w:val="es-ES"/>
              </w:rPr>
            </w:pPr>
            <w:r>
              <w:rPr>
                <w:lang w:val="es-ES"/>
              </w:rPr>
              <w:t>CIF</w:t>
            </w:r>
          </w:p>
        </w:tc>
        <w:tc>
          <w:tcPr>
            <w:tcW w:w="6232" w:type="dxa"/>
          </w:tcPr>
          <w:p w14:paraId="08C73964" w14:textId="77777777" w:rsidR="00587BB4" w:rsidRDefault="00587BB4" w:rsidP="00587BB4">
            <w:pPr>
              <w:cnfStyle w:val="000000000000" w:firstRow="0" w:lastRow="0" w:firstColumn="0" w:lastColumn="0" w:oddVBand="0" w:evenVBand="0" w:oddHBand="0" w:evenHBand="0" w:firstRowFirstColumn="0" w:firstRowLastColumn="0" w:lastRowFirstColumn="0" w:lastRowLastColumn="0"/>
              <w:rPr>
                <w:lang w:val="es-ES"/>
              </w:rPr>
            </w:pPr>
          </w:p>
        </w:tc>
      </w:tr>
      <w:tr w:rsidR="00587BB4" w14:paraId="325CD5E9" w14:textId="77777777" w:rsidTr="00587BB4">
        <w:tc>
          <w:tcPr>
            <w:cnfStyle w:val="001000000000" w:firstRow="0" w:lastRow="0" w:firstColumn="1" w:lastColumn="0" w:oddVBand="0" w:evenVBand="0" w:oddHBand="0" w:evenHBand="0" w:firstRowFirstColumn="0" w:firstRowLastColumn="0" w:lastRowFirstColumn="0" w:lastRowLastColumn="0"/>
            <w:tcW w:w="2263" w:type="dxa"/>
          </w:tcPr>
          <w:p w14:paraId="137DE470" w14:textId="77777777" w:rsidR="00587BB4" w:rsidRDefault="00587BB4" w:rsidP="00587BB4">
            <w:pPr>
              <w:rPr>
                <w:lang w:val="es-ES"/>
              </w:rPr>
            </w:pPr>
            <w:r>
              <w:rPr>
                <w:lang w:val="es-ES"/>
              </w:rPr>
              <w:t>Domicilio</w:t>
            </w:r>
          </w:p>
        </w:tc>
        <w:tc>
          <w:tcPr>
            <w:tcW w:w="6232" w:type="dxa"/>
          </w:tcPr>
          <w:p w14:paraId="5FB15D80" w14:textId="77777777" w:rsidR="00587BB4" w:rsidRDefault="00587BB4" w:rsidP="00587BB4">
            <w:pPr>
              <w:cnfStyle w:val="000000000000" w:firstRow="0" w:lastRow="0" w:firstColumn="0" w:lastColumn="0" w:oddVBand="0" w:evenVBand="0" w:oddHBand="0" w:evenHBand="0" w:firstRowFirstColumn="0" w:firstRowLastColumn="0" w:lastRowFirstColumn="0" w:lastRowLastColumn="0"/>
              <w:rPr>
                <w:lang w:val="es-ES"/>
              </w:rPr>
            </w:pPr>
          </w:p>
        </w:tc>
      </w:tr>
      <w:tr w:rsidR="00587BB4" w14:paraId="3D6D66AB" w14:textId="77777777" w:rsidTr="00587BB4">
        <w:tc>
          <w:tcPr>
            <w:cnfStyle w:val="001000000000" w:firstRow="0" w:lastRow="0" w:firstColumn="1" w:lastColumn="0" w:oddVBand="0" w:evenVBand="0" w:oddHBand="0" w:evenHBand="0" w:firstRowFirstColumn="0" w:firstRowLastColumn="0" w:lastRowFirstColumn="0" w:lastRowLastColumn="0"/>
            <w:tcW w:w="2263" w:type="dxa"/>
          </w:tcPr>
          <w:p w14:paraId="2E872064" w14:textId="7BB29AA7" w:rsidR="00587BB4" w:rsidRDefault="0079389D" w:rsidP="00587BB4">
            <w:pPr>
              <w:rPr>
                <w:lang w:val="es-ES"/>
              </w:rPr>
            </w:pPr>
            <w:r>
              <w:rPr>
                <w:lang w:val="es-ES"/>
              </w:rPr>
              <w:t>Apoderamiento</w:t>
            </w:r>
          </w:p>
        </w:tc>
        <w:tc>
          <w:tcPr>
            <w:tcW w:w="6232" w:type="dxa"/>
          </w:tcPr>
          <w:p w14:paraId="10F26084" w14:textId="36ADBA2F" w:rsidR="00587BB4" w:rsidRDefault="00587BB4" w:rsidP="00587BB4">
            <w:pPr>
              <w:cnfStyle w:val="000000000000" w:firstRow="0" w:lastRow="0" w:firstColumn="0" w:lastColumn="0" w:oddVBand="0" w:evenVBand="0" w:oddHBand="0" w:evenHBand="0" w:firstRowFirstColumn="0" w:firstRowLastColumn="0" w:lastRowFirstColumn="0" w:lastRowLastColumn="0"/>
              <w:rPr>
                <w:lang w:val="es-ES"/>
              </w:rPr>
            </w:pPr>
            <w:r>
              <w:rPr>
                <w:lang w:val="es-ES"/>
              </w:rPr>
              <w:t xml:space="preserve">D/Dª. </w:t>
            </w:r>
            <w:r w:rsidRPr="00587BB4">
              <w:rPr>
                <w:lang w:val="es-ES"/>
              </w:rPr>
              <w:t>[●] en representación d</w:t>
            </w:r>
            <w:r>
              <w:rPr>
                <w:lang w:val="es-ES"/>
              </w:rPr>
              <w:t xml:space="preserve">e </w:t>
            </w:r>
            <w:r w:rsidRPr="00587BB4">
              <w:rPr>
                <w:lang w:val="es-ES"/>
              </w:rPr>
              <w:t>[●]</w:t>
            </w:r>
            <w:r>
              <w:rPr>
                <w:lang w:val="es-ES"/>
              </w:rPr>
              <w:t xml:space="preserve">, </w:t>
            </w:r>
            <w:r w:rsidRPr="00587BB4">
              <w:rPr>
                <w:lang w:val="es-ES"/>
              </w:rPr>
              <w:t>con D.N.I. número [●], en virtud del poder otorgado en escritura pública autorizada el día [●], por el notario del Ilustre Colegio de [●], D. [●], bajo el número [●] de orden de su protocolo.</w:t>
            </w:r>
          </w:p>
        </w:tc>
      </w:tr>
    </w:tbl>
    <w:p w14:paraId="73BF39FE" w14:textId="77777777" w:rsidR="00587BB4" w:rsidRDefault="00587BB4" w:rsidP="00587BB4">
      <w:pPr>
        <w:rPr>
          <w:lang w:val="es-ES"/>
        </w:rPr>
      </w:pPr>
    </w:p>
    <w:p w14:paraId="0A20AF3A" w14:textId="77777777" w:rsidR="00587BB4" w:rsidRDefault="00587BB4" w:rsidP="00587BB4">
      <w:pPr>
        <w:rPr>
          <w:lang w:val="es-ES"/>
        </w:rPr>
      </w:pPr>
      <w:r>
        <w:rPr>
          <w:lang w:val="es-ES"/>
        </w:rPr>
        <w:t>En lo sucesivo, el Operador del Sistema y el Participante serán denominados conjuntamente las “</w:t>
      </w:r>
      <w:r w:rsidRPr="00C154DD">
        <w:rPr>
          <w:b/>
          <w:lang w:val="es-ES"/>
        </w:rPr>
        <w:t>Partes</w:t>
      </w:r>
      <w:r>
        <w:rPr>
          <w:lang w:val="es-ES"/>
        </w:rPr>
        <w:t>”.</w:t>
      </w:r>
    </w:p>
    <w:p w14:paraId="22EEF18E" w14:textId="77777777" w:rsidR="00587BB4" w:rsidRDefault="00587BB4" w:rsidP="00587BB4">
      <w:pPr>
        <w:rPr>
          <w:lang w:val="es-ES"/>
        </w:rPr>
      </w:pPr>
    </w:p>
    <w:p w14:paraId="43B591E1" w14:textId="77777777" w:rsidR="00587BB4" w:rsidRPr="00587BB4" w:rsidRDefault="00587BB4" w:rsidP="00587BB4">
      <w:pPr>
        <w:jc w:val="center"/>
        <w:rPr>
          <w:rFonts w:ascii="Documan Medium" w:hAnsi="Documan Medium"/>
          <w:b/>
          <w:bCs/>
          <w:sz w:val="24"/>
          <w:lang w:val="es-ES"/>
        </w:rPr>
      </w:pPr>
      <w:r w:rsidRPr="00587BB4">
        <w:rPr>
          <w:rFonts w:ascii="Documan Medium" w:hAnsi="Documan Medium"/>
          <w:b/>
          <w:bCs/>
          <w:sz w:val="24"/>
          <w:lang w:val="es-ES"/>
        </w:rPr>
        <w:t>EXPONEN</w:t>
      </w:r>
    </w:p>
    <w:p w14:paraId="27AA2E8B" w14:textId="02297CDE" w:rsidR="00587BB4" w:rsidRDefault="00587BB4" w:rsidP="4A06E540">
      <w:pPr>
        <w:pStyle w:val="Prrafodelista"/>
        <w:numPr>
          <w:ilvl w:val="0"/>
          <w:numId w:val="24"/>
        </w:numPr>
        <w:spacing w:before="240" w:after="120"/>
        <w:ind w:left="1077"/>
        <w:rPr>
          <w:lang w:val="es-ES"/>
        </w:rPr>
      </w:pPr>
      <w:r>
        <w:rPr>
          <w:lang w:val="es-ES"/>
        </w:rPr>
        <w:t xml:space="preserve">Que, mediante </w:t>
      </w:r>
      <w:r w:rsidRPr="00587BB4">
        <w:rPr>
          <w:lang w:val="es-ES"/>
        </w:rPr>
        <w:t xml:space="preserve">Resolución de </w:t>
      </w:r>
      <w:r w:rsidR="70E3572A" w:rsidRPr="4A06E540">
        <w:rPr>
          <w:lang w:val="es-ES"/>
        </w:rPr>
        <w:t xml:space="preserve">28 de julio de 2022, </w:t>
      </w:r>
      <w:r w:rsidRPr="4A06E540">
        <w:rPr>
          <w:lang w:val="es-ES"/>
        </w:rPr>
        <w:t xml:space="preserve">de </w:t>
      </w:r>
      <w:r w:rsidRPr="00587BB4">
        <w:rPr>
          <w:lang w:val="es-ES"/>
        </w:rPr>
        <w:t>la Comisión Nacional de los Mercados y la Competencia</w:t>
      </w:r>
      <w:r w:rsidR="285F470A" w:rsidRPr="4A06E540">
        <w:rPr>
          <w:lang w:val="es-ES"/>
        </w:rPr>
        <w:t>, por la que se aprueban las condiciones y requisitos para un proyecto de demostración regulatorio de control de tensión</w:t>
      </w:r>
      <w:r>
        <w:rPr>
          <w:lang w:val="es-ES"/>
        </w:rPr>
        <w:t xml:space="preserve"> (la “</w:t>
      </w:r>
      <w:r w:rsidRPr="00587BB4">
        <w:rPr>
          <w:b/>
          <w:bCs/>
          <w:lang w:val="es-ES"/>
        </w:rPr>
        <w:t>Resolución de la</w:t>
      </w:r>
      <w:r>
        <w:rPr>
          <w:lang w:val="es-ES"/>
        </w:rPr>
        <w:t xml:space="preserve"> </w:t>
      </w:r>
      <w:r w:rsidRPr="00587BB4">
        <w:rPr>
          <w:b/>
          <w:bCs/>
          <w:lang w:val="es-ES"/>
        </w:rPr>
        <w:t>CNMC</w:t>
      </w:r>
      <w:r w:rsidRPr="00587BB4">
        <w:rPr>
          <w:lang w:val="es-ES"/>
        </w:rPr>
        <w:t xml:space="preserve">”) </w:t>
      </w:r>
      <w:r>
        <w:rPr>
          <w:lang w:val="es-ES"/>
        </w:rPr>
        <w:t>se han aprobado</w:t>
      </w:r>
      <w:r w:rsidRPr="00587BB4">
        <w:rPr>
          <w:lang w:val="es-ES"/>
        </w:rPr>
        <w:t xml:space="preserve"> las condiciones y requisitos para el proyecto de demostración regulatorio de control de tensión propuesto por el Operador del Sistema (en adelante, el “</w:t>
      </w:r>
      <w:r w:rsidRPr="00587BB4">
        <w:rPr>
          <w:b/>
          <w:bCs/>
          <w:lang w:val="es-ES"/>
        </w:rPr>
        <w:t>Proyecto</w:t>
      </w:r>
      <w:r w:rsidRPr="00587BB4">
        <w:rPr>
          <w:lang w:val="es-ES"/>
        </w:rPr>
        <w:t>”)</w:t>
      </w:r>
      <w:r>
        <w:rPr>
          <w:lang w:val="es-ES"/>
        </w:rPr>
        <w:t xml:space="preserve">, al amparo de lo dispuesto en el artículo 24 de la Circular 3/2019, de 20 de noviembre, de la CNMC, por la que se establecen las metodologías que regulan el funcionamiento del mercado mayorista de electricidad y la gestión de la operación del sistema. </w:t>
      </w:r>
    </w:p>
    <w:p w14:paraId="2F18A6F8" w14:textId="0ADC3FEA" w:rsidR="00F802BD" w:rsidRDefault="00587BB4" w:rsidP="00F802BD">
      <w:pPr>
        <w:pStyle w:val="Prrafodelista"/>
        <w:numPr>
          <w:ilvl w:val="0"/>
          <w:numId w:val="24"/>
        </w:numPr>
        <w:spacing w:before="240" w:after="120"/>
        <w:ind w:left="1077"/>
        <w:contextualSpacing w:val="0"/>
        <w:rPr>
          <w:lang w:val="es-ES"/>
        </w:rPr>
      </w:pPr>
      <w:r>
        <w:rPr>
          <w:lang w:val="es-ES"/>
        </w:rPr>
        <w:t>Que el Participante está interesado en participar en el Proyecto y, tras analizar su solicitud, ha sido seleccionado para tomar parte del mismo</w:t>
      </w:r>
      <w:r w:rsidR="005B5522">
        <w:rPr>
          <w:lang w:val="es-ES"/>
        </w:rPr>
        <w:t xml:space="preserve"> de acuerdo con los criterios</w:t>
      </w:r>
      <w:r w:rsidR="005D6D98">
        <w:rPr>
          <w:lang w:val="es-ES"/>
        </w:rPr>
        <w:t xml:space="preserve"> establecidos en la Resolución de la CNMC</w:t>
      </w:r>
      <w:r>
        <w:rPr>
          <w:lang w:val="es-ES"/>
        </w:rPr>
        <w:t xml:space="preserve">. </w:t>
      </w:r>
    </w:p>
    <w:p w14:paraId="5F950919" w14:textId="78D5DE17" w:rsidR="00587BB4" w:rsidRPr="007E3313" w:rsidRDefault="00587BB4" w:rsidP="00314D75">
      <w:pPr>
        <w:pStyle w:val="Prrafodelista"/>
        <w:numPr>
          <w:ilvl w:val="0"/>
          <w:numId w:val="24"/>
        </w:numPr>
        <w:spacing w:before="240" w:after="120"/>
        <w:ind w:left="1077"/>
        <w:contextualSpacing w:val="0"/>
        <w:rPr>
          <w:lang w:val="es-ES"/>
        </w:rPr>
      </w:pPr>
      <w:r w:rsidRPr="007E3313">
        <w:rPr>
          <w:lang w:val="es-ES"/>
        </w:rPr>
        <w:t xml:space="preserve">Que, con la finalidad de dar cumplimiento a las condiciones y requisitos recogidos en la Resolución de la CNMC, las </w:t>
      </w:r>
      <w:r w:rsidR="00AF4C66">
        <w:rPr>
          <w:lang w:val="es-ES"/>
        </w:rPr>
        <w:t>P</w:t>
      </w:r>
      <w:r w:rsidRPr="007E3313">
        <w:rPr>
          <w:lang w:val="es-ES"/>
        </w:rPr>
        <w:t xml:space="preserve">artes acuerdan suscribir el presente acuerdo de </w:t>
      </w:r>
      <w:r w:rsidR="00C861EE">
        <w:rPr>
          <w:lang w:val="es-ES"/>
        </w:rPr>
        <w:t>adhesión</w:t>
      </w:r>
      <w:r w:rsidRPr="007E3313">
        <w:rPr>
          <w:lang w:val="es-ES"/>
        </w:rPr>
        <w:t xml:space="preserve"> al Proyecto con arreglo a las siguientes</w:t>
      </w:r>
      <w:r w:rsidRPr="007E3313">
        <w:rPr>
          <w:lang w:val="es-ES"/>
        </w:rPr>
        <w:tab/>
      </w:r>
    </w:p>
    <w:p w14:paraId="738AE88F" w14:textId="77777777" w:rsidR="00587BB4" w:rsidRDefault="00587BB4">
      <w:pPr>
        <w:spacing w:after="200"/>
        <w:jc w:val="left"/>
        <w:rPr>
          <w:b/>
          <w:bCs/>
          <w:sz w:val="24"/>
          <w:lang w:val="es-ES"/>
        </w:rPr>
      </w:pPr>
      <w:r>
        <w:rPr>
          <w:b/>
          <w:bCs/>
          <w:sz w:val="24"/>
          <w:lang w:val="es-ES"/>
        </w:rPr>
        <w:br w:type="page"/>
      </w:r>
    </w:p>
    <w:p w14:paraId="3308A60B" w14:textId="77777777" w:rsidR="00587BB4" w:rsidRPr="00587BB4" w:rsidRDefault="00587BB4" w:rsidP="00587BB4">
      <w:pPr>
        <w:jc w:val="center"/>
        <w:rPr>
          <w:rFonts w:ascii="Documan Medium" w:hAnsi="Documan Medium"/>
          <w:b/>
          <w:bCs/>
          <w:sz w:val="24"/>
          <w:lang w:val="es-ES"/>
        </w:rPr>
      </w:pPr>
      <w:r w:rsidRPr="00587BB4">
        <w:rPr>
          <w:rFonts w:ascii="Documan Medium" w:hAnsi="Documan Medium"/>
          <w:b/>
          <w:bCs/>
          <w:sz w:val="24"/>
          <w:lang w:val="es-ES"/>
        </w:rPr>
        <w:lastRenderedPageBreak/>
        <w:t>CLÁUSULAS</w:t>
      </w:r>
    </w:p>
    <w:p w14:paraId="6DD6C3A4" w14:textId="04971B5F" w:rsidR="009E323F" w:rsidRPr="00587BB4" w:rsidRDefault="00587BB4" w:rsidP="00587BB4">
      <w:pPr>
        <w:pStyle w:val="Ttulo1"/>
        <w:jc w:val="both"/>
        <w:rPr>
          <w:sz w:val="28"/>
          <w:szCs w:val="28"/>
          <w:lang w:val="es-ES"/>
        </w:rPr>
      </w:pPr>
      <w:bookmarkStart w:id="1" w:name="_Toc114053012"/>
      <w:r w:rsidRPr="00587BB4">
        <w:rPr>
          <w:sz w:val="28"/>
          <w:szCs w:val="28"/>
        </w:rPr>
        <w:t xml:space="preserve">Objeto del acuerdo: </w:t>
      </w:r>
      <w:r w:rsidR="00C861EE">
        <w:rPr>
          <w:sz w:val="28"/>
          <w:szCs w:val="28"/>
        </w:rPr>
        <w:t>adhesión</w:t>
      </w:r>
      <w:r w:rsidRPr="00587BB4">
        <w:rPr>
          <w:sz w:val="28"/>
          <w:szCs w:val="28"/>
        </w:rPr>
        <w:t xml:space="preserve"> al Proyecto y a las condiciones y requisitos establecidos </w:t>
      </w:r>
      <w:r w:rsidR="003F5875">
        <w:rPr>
          <w:sz w:val="28"/>
          <w:szCs w:val="28"/>
        </w:rPr>
        <w:t>en la Resolución de la CNMC</w:t>
      </w:r>
      <w:bookmarkEnd w:id="1"/>
    </w:p>
    <w:p w14:paraId="405005BC" w14:textId="77777777" w:rsidR="00CA4645" w:rsidRDefault="00587BB4" w:rsidP="000D7DD6">
      <w:pPr>
        <w:rPr>
          <w:lang w:val="es-ES"/>
        </w:rPr>
      </w:pPr>
      <w:r>
        <w:rPr>
          <w:lang w:val="es-ES"/>
        </w:rPr>
        <w:t>En virtud del presente acuerdo, el Participante manifiesta su libre voluntad de tomar parte en el Proyecto y declara conocer y aceptar libre, irrevocable e incondicionalmente las condiciones y requisitos para participar en el Proyecto aprobados por la Resolución de la CNMC y se compromete a cumplirlos sin reservas, restricciones ni condicionamientos.</w:t>
      </w:r>
      <w:r w:rsidR="00CA4645">
        <w:rPr>
          <w:lang w:val="es-ES"/>
        </w:rPr>
        <w:t xml:space="preserve"> </w:t>
      </w:r>
    </w:p>
    <w:p w14:paraId="631C6E00" w14:textId="6C13DDF6" w:rsidR="00587BB4" w:rsidRDefault="00CA4645" w:rsidP="000D7DD6">
      <w:pPr>
        <w:rPr>
          <w:lang w:val="es-ES"/>
        </w:rPr>
      </w:pPr>
      <w:r>
        <w:rPr>
          <w:lang w:val="es-ES"/>
        </w:rPr>
        <w:t>As</w:t>
      </w:r>
      <w:r w:rsidR="005E6260">
        <w:rPr>
          <w:lang w:val="es-ES"/>
        </w:rPr>
        <w:t>i</w:t>
      </w:r>
      <w:r>
        <w:rPr>
          <w:lang w:val="es-ES"/>
        </w:rPr>
        <w:t>mismo</w:t>
      </w:r>
      <w:r w:rsidR="005E6260">
        <w:rPr>
          <w:lang w:val="es-ES"/>
        </w:rPr>
        <w:t>,</w:t>
      </w:r>
      <w:r>
        <w:rPr>
          <w:lang w:val="es-ES"/>
        </w:rPr>
        <w:t xml:space="preserve"> el Participante</w:t>
      </w:r>
      <w:r w:rsidR="005E6260">
        <w:rPr>
          <w:lang w:val="es-ES"/>
        </w:rPr>
        <w:t xml:space="preserve"> se compromete a:</w:t>
      </w:r>
    </w:p>
    <w:p w14:paraId="6D4FBFE6" w14:textId="77777777" w:rsidR="00CA4645" w:rsidRPr="00B31F0F" w:rsidRDefault="00CA4645" w:rsidP="00CA4645">
      <w:pPr>
        <w:pStyle w:val="Prrafodelista"/>
        <w:numPr>
          <w:ilvl w:val="0"/>
          <w:numId w:val="33"/>
        </w:numPr>
        <w:rPr>
          <w:lang w:val="es-ES"/>
        </w:rPr>
      </w:pPr>
      <w:r>
        <w:t>colaborar, en todo momento, de buena fe con el Operador del Sistema para que éste pueda desarrollar sus funciones y proporcionarle cuanta información requiera o pueda entenderse de forma razonable que sea necesaria o conveniente para la ejecución del Proyecto.</w:t>
      </w:r>
    </w:p>
    <w:p w14:paraId="2781C3C1" w14:textId="77777777" w:rsidR="00CA4645" w:rsidRPr="00B31F0F" w:rsidRDefault="00CA4645" w:rsidP="00CA4645">
      <w:pPr>
        <w:pStyle w:val="Prrafodelista"/>
        <w:numPr>
          <w:ilvl w:val="0"/>
          <w:numId w:val="33"/>
        </w:numPr>
        <w:rPr>
          <w:lang w:val="es-ES"/>
        </w:rPr>
      </w:pPr>
      <w:r>
        <w:t xml:space="preserve">no usar deliberadamente cualquier derecho de propiedad de terceros para el cual no haya adquirido su correspondiente derecho de uso o licencia concedida, ni poner en peligro el Proyecto por infracciones en materia de licencias o mal uso de derechos de propiedad industrial y/o intelectual de terceros o no debidamente acreditados. </w:t>
      </w:r>
    </w:p>
    <w:p w14:paraId="48F0BF7F" w14:textId="3D9B1765" w:rsidR="009804A2" w:rsidRDefault="009804A2" w:rsidP="009804A2">
      <w:pPr>
        <w:rPr>
          <w:lang w:val="es-ES"/>
        </w:rPr>
      </w:pPr>
      <w:r>
        <w:rPr>
          <w:lang w:val="es-ES"/>
        </w:rPr>
        <w:t xml:space="preserve">Por su parte, el Operador del Sistema acepta la </w:t>
      </w:r>
      <w:r w:rsidR="00C861EE">
        <w:rPr>
          <w:lang w:val="es-ES"/>
        </w:rPr>
        <w:t>adhesión</w:t>
      </w:r>
      <w:r>
        <w:rPr>
          <w:lang w:val="es-ES"/>
        </w:rPr>
        <w:t xml:space="preserve"> de este Participante al Proyecto y a las condiciones aprobadas en la Resolución de la CNMC en los términos anteriores.</w:t>
      </w:r>
    </w:p>
    <w:p w14:paraId="79AC89C3" w14:textId="7D7CA1A6" w:rsidR="00CC4D7F" w:rsidRPr="00CC4D7F" w:rsidRDefault="00CC4D7F" w:rsidP="00CC4D7F">
      <w:pPr>
        <w:pStyle w:val="Ttulo1"/>
        <w:jc w:val="both"/>
        <w:rPr>
          <w:sz w:val="28"/>
          <w:szCs w:val="28"/>
          <w:lang w:val="es-ES"/>
        </w:rPr>
      </w:pPr>
      <w:bookmarkStart w:id="2" w:name="_Toc114053013"/>
      <w:r w:rsidRPr="00CC4D7F">
        <w:rPr>
          <w:sz w:val="28"/>
          <w:szCs w:val="28"/>
          <w:lang w:val="es-ES"/>
        </w:rPr>
        <w:t>Duración</w:t>
      </w:r>
      <w:bookmarkEnd w:id="2"/>
    </w:p>
    <w:p w14:paraId="315263E1" w14:textId="0CBF75A6" w:rsidR="00CC4D7F" w:rsidRDefault="00822F5D" w:rsidP="00CC4D7F">
      <w:pPr>
        <w:rPr>
          <w:lang w:val="es-ES"/>
        </w:rPr>
      </w:pPr>
      <w:r>
        <w:rPr>
          <w:lang w:val="es-ES"/>
        </w:rPr>
        <w:t>La duración del Proyecto será f</w:t>
      </w:r>
      <w:r w:rsidR="008E557E">
        <w:rPr>
          <w:lang w:val="es-ES"/>
        </w:rPr>
        <w:t>lexible, siendo la duración máxima de 6 meses y la mínima de 1 mes desde el inicio del servicio, todo ello en función de los resultados que se obt</w:t>
      </w:r>
      <w:r w:rsidR="000167F4">
        <w:rPr>
          <w:lang w:val="es-ES"/>
        </w:rPr>
        <w:t>engan.</w:t>
      </w:r>
    </w:p>
    <w:p w14:paraId="465DDE02" w14:textId="71BE946F" w:rsidR="00587BB4" w:rsidRPr="00374105" w:rsidRDefault="00587BB4" w:rsidP="00587BB4">
      <w:pPr>
        <w:pStyle w:val="Ttulo1"/>
        <w:ind w:left="431" w:hanging="431"/>
        <w:jc w:val="both"/>
        <w:rPr>
          <w:sz w:val="28"/>
          <w:szCs w:val="28"/>
          <w:lang w:val="es-ES"/>
        </w:rPr>
      </w:pPr>
      <w:bookmarkStart w:id="3" w:name="_Toc114053014"/>
      <w:r w:rsidRPr="00374105">
        <w:rPr>
          <w:sz w:val="28"/>
          <w:szCs w:val="28"/>
          <w:lang w:val="es-ES"/>
        </w:rPr>
        <w:t xml:space="preserve">Desistimiento del </w:t>
      </w:r>
      <w:r w:rsidR="526EF45F" w:rsidRPr="4A06E540">
        <w:rPr>
          <w:sz w:val="28"/>
          <w:szCs w:val="28"/>
          <w:lang w:val="es-ES"/>
        </w:rPr>
        <w:t xml:space="preserve">Proveedor </w:t>
      </w:r>
      <w:r w:rsidRPr="00374105">
        <w:rPr>
          <w:sz w:val="28"/>
          <w:szCs w:val="28"/>
          <w:lang w:val="es-ES"/>
        </w:rPr>
        <w:t>y cancelación del Proyecto</w:t>
      </w:r>
      <w:bookmarkEnd w:id="3"/>
    </w:p>
    <w:p w14:paraId="3E0433D1" w14:textId="5BFF4C10" w:rsidR="00DF1F22" w:rsidRPr="00374105" w:rsidRDefault="003F0B38" w:rsidP="00DF1F22">
      <w:pPr>
        <w:pStyle w:val="Ttulo2"/>
        <w:rPr>
          <w:sz w:val="24"/>
          <w:szCs w:val="24"/>
        </w:rPr>
      </w:pPr>
      <w:bookmarkStart w:id="4" w:name="_Toc114053015"/>
      <w:r w:rsidRPr="00374105">
        <w:rPr>
          <w:sz w:val="24"/>
          <w:szCs w:val="24"/>
        </w:rPr>
        <w:t>Desistimiento de</w:t>
      </w:r>
      <w:r w:rsidR="00BC5175">
        <w:rPr>
          <w:sz w:val="24"/>
          <w:szCs w:val="24"/>
        </w:rPr>
        <w:t xml:space="preserve"> un</w:t>
      </w:r>
      <w:r w:rsidRPr="00374105">
        <w:rPr>
          <w:sz w:val="24"/>
          <w:szCs w:val="24"/>
        </w:rPr>
        <w:t xml:space="preserve"> P</w:t>
      </w:r>
      <w:r w:rsidR="00BC5175">
        <w:rPr>
          <w:sz w:val="24"/>
          <w:szCs w:val="24"/>
        </w:rPr>
        <w:t>roveedor</w:t>
      </w:r>
      <w:bookmarkEnd w:id="4"/>
    </w:p>
    <w:p w14:paraId="540F3604" w14:textId="137C322E" w:rsidR="003F0B38" w:rsidRDefault="003F0B38" w:rsidP="003F0B38">
      <w:pPr>
        <w:rPr>
          <w:lang w:val="es-ES"/>
        </w:rPr>
      </w:pPr>
      <w:r>
        <w:rPr>
          <w:lang w:val="es-ES"/>
        </w:rPr>
        <w:t>El Participante podrá comunicar a</w:t>
      </w:r>
      <w:r w:rsidR="001E7467">
        <w:rPr>
          <w:lang w:val="es-ES"/>
        </w:rPr>
        <w:t>l</w:t>
      </w:r>
      <w:r>
        <w:rPr>
          <w:lang w:val="es-ES"/>
        </w:rPr>
        <w:t xml:space="preserve"> Operador del Sistema</w:t>
      </w:r>
      <w:r w:rsidR="00C011F4">
        <w:rPr>
          <w:lang w:val="es-ES"/>
        </w:rPr>
        <w:t xml:space="preserve"> </w:t>
      </w:r>
      <w:r w:rsidR="00EA1228">
        <w:rPr>
          <w:lang w:val="es-ES"/>
        </w:rPr>
        <w:t xml:space="preserve">a la dirección de correo electrónico controldetension@ree.es, </w:t>
      </w:r>
      <w:r w:rsidR="00244D7D">
        <w:rPr>
          <w:lang w:val="es-ES"/>
        </w:rPr>
        <w:t xml:space="preserve">la </w:t>
      </w:r>
      <w:r>
        <w:rPr>
          <w:lang w:val="es-ES"/>
        </w:rPr>
        <w:t>voluntad de</w:t>
      </w:r>
      <w:r w:rsidR="008F681F">
        <w:rPr>
          <w:lang w:val="es-ES"/>
        </w:rPr>
        <w:t xml:space="preserve"> alguno de los Proveedores de</w:t>
      </w:r>
      <w:r>
        <w:rPr>
          <w:lang w:val="es-ES"/>
        </w:rPr>
        <w:t xml:space="preserve"> finalizar su participación en el Proyecto con una antelación mínima de un mes a la fecha efectiva de su abandono, indicando las razones de la extinción de su participación.</w:t>
      </w:r>
    </w:p>
    <w:p w14:paraId="0DAB797C" w14:textId="1551DBA3" w:rsidR="008C5831" w:rsidRDefault="003F0B38" w:rsidP="003F0B38">
      <w:pPr>
        <w:rPr>
          <w:lang w:val="es-ES"/>
        </w:rPr>
      </w:pPr>
      <w:r w:rsidRPr="13E87AEA">
        <w:rPr>
          <w:lang w:val="es-ES"/>
        </w:rPr>
        <w:t xml:space="preserve">Asimismo, en caso de que, conforme a lo previsto en la Resolución de la CNMC, el Operador del Sistema modifique la metodología del nuevo servicio de control de tensión aplicable al Proyecto, el Participante podrá </w:t>
      </w:r>
      <w:r w:rsidR="008C5831" w:rsidRPr="13E87AEA">
        <w:rPr>
          <w:lang w:val="es-ES"/>
        </w:rPr>
        <w:t>comunicar la voluntad de alguno de los Proveedores de finalizar su participación en el proyecto hasta 48 horas tras la publicación de la nueva metodología por parte del Operador del Sistema.</w:t>
      </w:r>
    </w:p>
    <w:p w14:paraId="5173D525" w14:textId="55632DD3" w:rsidR="00A7267A" w:rsidRDefault="00415131" w:rsidP="003F0B38">
      <w:pPr>
        <w:rPr>
          <w:lang w:val="es-ES"/>
        </w:rPr>
      </w:pPr>
      <w:r>
        <w:rPr>
          <w:lang w:val="es-ES"/>
        </w:rPr>
        <w:t>Dicha finalización no</w:t>
      </w:r>
      <w:r w:rsidR="003F0B38">
        <w:rPr>
          <w:lang w:val="es-ES"/>
        </w:rPr>
        <w:t xml:space="preserve"> afectará a las obligaciones contraídas relativas a la confidencialidad de la información</w:t>
      </w:r>
      <w:r>
        <w:rPr>
          <w:lang w:val="es-ES"/>
        </w:rPr>
        <w:t xml:space="preserve"> ni </w:t>
      </w:r>
      <w:r w:rsidR="002464A3">
        <w:rPr>
          <w:lang w:val="es-ES"/>
        </w:rPr>
        <w:t xml:space="preserve">generará para el Operador del </w:t>
      </w:r>
      <w:r w:rsidR="002C039A">
        <w:rPr>
          <w:lang w:val="es-ES"/>
        </w:rPr>
        <w:t>Sistema</w:t>
      </w:r>
      <w:r w:rsidR="002464A3">
        <w:rPr>
          <w:lang w:val="es-ES"/>
        </w:rPr>
        <w:t xml:space="preserve"> derecho de indemnización o compensación alguna</w:t>
      </w:r>
      <w:r w:rsidR="00A7267A">
        <w:rPr>
          <w:lang w:val="es-ES"/>
        </w:rPr>
        <w:t>.</w:t>
      </w:r>
    </w:p>
    <w:p w14:paraId="3BCCC7BD" w14:textId="7F4CA30D" w:rsidR="003F0B38" w:rsidRPr="00374105" w:rsidRDefault="005A05CD" w:rsidP="005A05CD">
      <w:pPr>
        <w:pStyle w:val="Ttulo2"/>
        <w:ind w:left="578" w:hanging="578"/>
        <w:rPr>
          <w:sz w:val="24"/>
          <w:szCs w:val="24"/>
          <w:lang w:val="es-ES"/>
        </w:rPr>
      </w:pPr>
      <w:bookmarkStart w:id="5" w:name="_Toc114053016"/>
      <w:r w:rsidRPr="13E87AEA">
        <w:rPr>
          <w:sz w:val="24"/>
          <w:szCs w:val="24"/>
          <w:lang w:val="es-ES"/>
        </w:rPr>
        <w:t xml:space="preserve">Cancelación </w:t>
      </w:r>
      <w:r w:rsidR="00C90DCB" w:rsidRPr="13E87AEA">
        <w:rPr>
          <w:sz w:val="24"/>
          <w:szCs w:val="24"/>
          <w:lang w:val="es-ES"/>
        </w:rPr>
        <w:t xml:space="preserve">o suspensión </w:t>
      </w:r>
      <w:r w:rsidRPr="13E87AEA">
        <w:rPr>
          <w:sz w:val="24"/>
          <w:szCs w:val="24"/>
          <w:lang w:val="es-ES"/>
        </w:rPr>
        <w:t>del Proyecto</w:t>
      </w:r>
      <w:bookmarkEnd w:id="5"/>
    </w:p>
    <w:p w14:paraId="17CC841D" w14:textId="1C9972EF" w:rsidR="00086A6E" w:rsidRDefault="00AB27DD" w:rsidP="003F0B38">
      <w:pPr>
        <w:rPr>
          <w:lang w:val="es-ES"/>
        </w:rPr>
      </w:pPr>
      <w:bookmarkStart w:id="6" w:name="_Hlk89361850"/>
      <w:r>
        <w:rPr>
          <w:lang w:val="es-ES"/>
        </w:rPr>
        <w:t xml:space="preserve">El Operador del Sistema podrá </w:t>
      </w:r>
      <w:r w:rsidR="00F2770D">
        <w:rPr>
          <w:lang w:val="es-ES"/>
        </w:rPr>
        <w:t>finalizar o suspender</w:t>
      </w:r>
      <w:r>
        <w:rPr>
          <w:lang w:val="es-ES"/>
        </w:rPr>
        <w:t xml:space="preserve"> el Proyecto </w:t>
      </w:r>
      <w:r w:rsidR="003F0B38">
        <w:rPr>
          <w:lang w:val="es-ES"/>
        </w:rPr>
        <w:t>en los términos establecidos en la Resolución de la CNMC</w:t>
      </w:r>
      <w:r w:rsidR="00B507DF">
        <w:rPr>
          <w:lang w:val="es-ES"/>
        </w:rPr>
        <w:t>.</w:t>
      </w:r>
    </w:p>
    <w:p w14:paraId="141357CA" w14:textId="487788D2" w:rsidR="00B507DF" w:rsidRDefault="008766E0" w:rsidP="003F0B38">
      <w:pPr>
        <w:rPr>
          <w:lang w:val="es-ES"/>
        </w:rPr>
      </w:pPr>
      <w:r>
        <w:rPr>
          <w:lang w:val="es-ES"/>
        </w:rPr>
        <w:t>El Operador del Sistema comunicará al Participante la finalización o suspensión del Proyecto con</w:t>
      </w:r>
      <w:r w:rsidR="00FD15AD">
        <w:rPr>
          <w:lang w:val="es-ES"/>
        </w:rPr>
        <w:t>, al menos,</w:t>
      </w:r>
      <w:r>
        <w:rPr>
          <w:lang w:val="es-ES"/>
        </w:rPr>
        <w:t xml:space="preserve"> </w:t>
      </w:r>
      <w:r w:rsidR="00FD15AD">
        <w:rPr>
          <w:lang w:val="es-ES"/>
        </w:rPr>
        <w:t>5</w:t>
      </w:r>
      <w:r w:rsidR="009148BC" w:rsidRPr="00FD15AD">
        <w:rPr>
          <w:lang w:val="es-ES"/>
        </w:rPr>
        <w:t xml:space="preserve"> </w:t>
      </w:r>
      <w:r w:rsidRPr="00FD15AD">
        <w:rPr>
          <w:lang w:val="es-ES"/>
        </w:rPr>
        <w:t>días</w:t>
      </w:r>
      <w:r w:rsidR="00FD15AD">
        <w:rPr>
          <w:lang w:val="es-ES"/>
        </w:rPr>
        <w:t xml:space="preserve"> naturales</w:t>
      </w:r>
      <w:r w:rsidRPr="009148BC">
        <w:rPr>
          <w:lang w:val="es-ES"/>
        </w:rPr>
        <w:t xml:space="preserve"> de</w:t>
      </w:r>
      <w:r>
        <w:rPr>
          <w:lang w:val="es-ES"/>
        </w:rPr>
        <w:t xml:space="preserve"> antelación.</w:t>
      </w:r>
    </w:p>
    <w:p w14:paraId="04EB7922" w14:textId="208BF112" w:rsidR="00A7267A" w:rsidRDefault="002C039A" w:rsidP="003F0B38">
      <w:pPr>
        <w:rPr>
          <w:lang w:val="es-ES"/>
        </w:rPr>
      </w:pPr>
      <w:r w:rsidRPr="13E87AEA">
        <w:rPr>
          <w:lang w:val="es-ES"/>
        </w:rPr>
        <w:t>La cancelación o suspensión realizadas en los términos de este acuerdo no generarán para el Participante derecho de indemnización o compensación alguna</w:t>
      </w:r>
      <w:r w:rsidR="00807030" w:rsidRPr="13E87AEA">
        <w:rPr>
          <w:lang w:val="es-ES"/>
        </w:rPr>
        <w:t>.</w:t>
      </w:r>
      <w:r w:rsidRPr="13E87AEA">
        <w:rPr>
          <w:lang w:val="es-ES"/>
        </w:rPr>
        <w:t xml:space="preserve"> </w:t>
      </w:r>
    </w:p>
    <w:p w14:paraId="27A5C61D" w14:textId="79E36E64" w:rsidR="002F743D" w:rsidRPr="00A55F84" w:rsidRDefault="002F743D" w:rsidP="00A55F84">
      <w:pPr>
        <w:pStyle w:val="Ttulo2"/>
        <w:ind w:left="578" w:hanging="578"/>
        <w:rPr>
          <w:sz w:val="24"/>
          <w:szCs w:val="24"/>
          <w:lang w:val="es-ES"/>
        </w:rPr>
      </w:pPr>
      <w:bookmarkStart w:id="7" w:name="_Toc114053017"/>
      <w:r w:rsidRPr="00A55F84">
        <w:rPr>
          <w:sz w:val="24"/>
          <w:szCs w:val="24"/>
          <w:lang w:val="es-ES"/>
        </w:rPr>
        <w:lastRenderedPageBreak/>
        <w:t>Exclusión de un</w:t>
      </w:r>
      <w:r w:rsidR="003950B6">
        <w:rPr>
          <w:sz w:val="24"/>
          <w:szCs w:val="24"/>
          <w:lang w:val="es-ES"/>
        </w:rPr>
        <w:t xml:space="preserve"> Proveedor</w:t>
      </w:r>
      <w:bookmarkEnd w:id="7"/>
    </w:p>
    <w:p w14:paraId="2F26BF0E" w14:textId="100004AA" w:rsidR="00D66972" w:rsidRDefault="00A55F84" w:rsidP="003F0B38">
      <w:pPr>
        <w:rPr>
          <w:lang w:val="es-ES"/>
        </w:rPr>
      </w:pPr>
      <w:r>
        <w:rPr>
          <w:lang w:val="es-ES"/>
        </w:rPr>
        <w:t>Sin perjuicio de las penalizaciones que correspondan</w:t>
      </w:r>
      <w:r w:rsidR="006E219E">
        <w:rPr>
          <w:lang w:val="es-ES"/>
        </w:rPr>
        <w:t xml:space="preserve"> conforme a la Resolución de la CNMC</w:t>
      </w:r>
      <w:r>
        <w:rPr>
          <w:lang w:val="es-ES"/>
        </w:rPr>
        <w:t xml:space="preserve">, </w:t>
      </w:r>
      <w:r w:rsidR="00D133D5">
        <w:rPr>
          <w:lang w:val="es-ES"/>
        </w:rPr>
        <w:t xml:space="preserve">el Operador del Sistema podrá </w:t>
      </w:r>
      <w:r w:rsidR="006257CB">
        <w:rPr>
          <w:lang w:val="es-ES"/>
        </w:rPr>
        <w:t>finalizar o suspender la participación de alguno de los Proveedores en</w:t>
      </w:r>
      <w:r w:rsidR="006257CB" w:rsidDel="006257CB">
        <w:rPr>
          <w:lang w:val="es-ES"/>
        </w:rPr>
        <w:t xml:space="preserve"> </w:t>
      </w:r>
      <w:r w:rsidR="00D133D5">
        <w:rPr>
          <w:lang w:val="es-ES"/>
        </w:rPr>
        <w:t xml:space="preserve">el Proyecto </w:t>
      </w:r>
      <w:r>
        <w:rPr>
          <w:lang w:val="es-ES"/>
        </w:rPr>
        <w:t>e</w:t>
      </w:r>
      <w:r w:rsidR="00F33604">
        <w:rPr>
          <w:lang w:val="es-ES"/>
        </w:rPr>
        <w:t xml:space="preserve">n caso de </w:t>
      </w:r>
      <w:r w:rsidR="00352DC5">
        <w:rPr>
          <w:lang w:val="es-ES"/>
        </w:rPr>
        <w:t>incumplimiento</w:t>
      </w:r>
      <w:r w:rsidR="002D7DC1">
        <w:rPr>
          <w:lang w:val="es-ES"/>
        </w:rPr>
        <w:t xml:space="preserve"> por parte del P</w:t>
      </w:r>
      <w:r w:rsidR="006257CB">
        <w:rPr>
          <w:lang w:val="es-ES"/>
        </w:rPr>
        <w:t>roveedor</w:t>
      </w:r>
      <w:r w:rsidR="00F33604">
        <w:rPr>
          <w:lang w:val="es-ES"/>
        </w:rPr>
        <w:t xml:space="preserve"> </w:t>
      </w:r>
      <w:r w:rsidR="00352DC5">
        <w:rPr>
          <w:lang w:val="es-ES"/>
        </w:rPr>
        <w:t>que</w:t>
      </w:r>
      <w:r w:rsidR="00F33604">
        <w:rPr>
          <w:lang w:val="es-ES"/>
        </w:rPr>
        <w:t xml:space="preserve"> afect</w:t>
      </w:r>
      <w:r w:rsidR="00352DC5">
        <w:rPr>
          <w:lang w:val="es-ES"/>
        </w:rPr>
        <w:t>e</w:t>
      </w:r>
      <w:r w:rsidR="00F33604">
        <w:rPr>
          <w:lang w:val="es-ES"/>
        </w:rPr>
        <w:t xml:space="preserve"> o pueda afectar </w:t>
      </w:r>
      <w:r w:rsidR="00C26691">
        <w:rPr>
          <w:lang w:val="es-ES"/>
        </w:rPr>
        <w:t xml:space="preserve">negativamente </w:t>
      </w:r>
      <w:r w:rsidR="00F33604">
        <w:rPr>
          <w:lang w:val="es-ES"/>
        </w:rPr>
        <w:t xml:space="preserve">de forma significativa al correcto desarrollo del Proyecto </w:t>
      </w:r>
      <w:r w:rsidR="00352DC5">
        <w:rPr>
          <w:lang w:val="es-ES"/>
        </w:rPr>
        <w:t>y que no sea subsanad</w:t>
      </w:r>
      <w:r w:rsidR="00E675CE">
        <w:rPr>
          <w:lang w:val="es-ES"/>
        </w:rPr>
        <w:t>o</w:t>
      </w:r>
      <w:r w:rsidR="00352DC5">
        <w:rPr>
          <w:lang w:val="es-ES"/>
        </w:rPr>
        <w:t xml:space="preserve"> en el plazo </w:t>
      </w:r>
      <w:r w:rsidR="00D71069" w:rsidRPr="006F0B7D">
        <w:rPr>
          <w:lang w:val="es-ES"/>
        </w:rPr>
        <w:t xml:space="preserve">de </w:t>
      </w:r>
      <w:r w:rsidR="006257CB" w:rsidRPr="006F0B7D">
        <w:rPr>
          <w:lang w:val="es-ES"/>
        </w:rPr>
        <w:t>5</w:t>
      </w:r>
      <w:r w:rsidR="00D71069" w:rsidRPr="006F0B7D">
        <w:rPr>
          <w:lang w:val="es-ES"/>
        </w:rPr>
        <w:t xml:space="preserve"> días </w:t>
      </w:r>
      <w:r w:rsidR="006257CB" w:rsidRPr="006F0B7D">
        <w:rPr>
          <w:lang w:val="es-ES"/>
        </w:rPr>
        <w:t>naturales</w:t>
      </w:r>
      <w:r w:rsidR="7CB3DA9A" w:rsidRPr="4A06E540">
        <w:rPr>
          <w:lang w:val="es-ES"/>
        </w:rPr>
        <w:t>,</w:t>
      </w:r>
      <w:r w:rsidR="006257CB">
        <w:rPr>
          <w:lang w:val="es-ES"/>
        </w:rPr>
        <w:t xml:space="preserve"> </w:t>
      </w:r>
      <w:r w:rsidR="00D71069">
        <w:rPr>
          <w:lang w:val="es-ES"/>
        </w:rPr>
        <w:t>tras el apercibimiento por parte del Operador del Sistem</w:t>
      </w:r>
      <w:r w:rsidR="002D7DC1">
        <w:rPr>
          <w:lang w:val="es-ES"/>
        </w:rPr>
        <w:t xml:space="preserve">a. La exclusión </w:t>
      </w:r>
      <w:r w:rsidR="00FE7865">
        <w:rPr>
          <w:lang w:val="es-ES"/>
        </w:rPr>
        <w:t xml:space="preserve">tendrá la consideración de finalización de </w:t>
      </w:r>
      <w:r w:rsidR="009450A3">
        <w:rPr>
          <w:lang w:val="es-ES"/>
        </w:rPr>
        <w:t xml:space="preserve">la participación del </w:t>
      </w:r>
      <w:r w:rsidR="006257CB">
        <w:rPr>
          <w:lang w:val="es-ES"/>
        </w:rPr>
        <w:t xml:space="preserve">Proveedor </w:t>
      </w:r>
      <w:r w:rsidR="009450A3">
        <w:rPr>
          <w:lang w:val="es-ES"/>
        </w:rPr>
        <w:t>en el Proyecto</w:t>
      </w:r>
      <w:r w:rsidR="00FE7865">
        <w:rPr>
          <w:lang w:val="es-ES"/>
        </w:rPr>
        <w:t>.</w:t>
      </w:r>
    </w:p>
    <w:p w14:paraId="7E4C22AA" w14:textId="15C24063" w:rsidR="00902BC3" w:rsidRPr="00FA2463" w:rsidRDefault="00902BC3" w:rsidP="00902BC3">
      <w:pPr>
        <w:pStyle w:val="Ttulo1"/>
        <w:ind w:left="431" w:hanging="431"/>
        <w:jc w:val="both"/>
        <w:rPr>
          <w:sz w:val="28"/>
          <w:szCs w:val="28"/>
          <w:lang w:val="es-ES"/>
        </w:rPr>
      </w:pPr>
      <w:bookmarkStart w:id="8" w:name="_Toc114053018"/>
      <w:bookmarkEnd w:id="6"/>
      <w:r w:rsidRPr="00FA2463">
        <w:rPr>
          <w:sz w:val="28"/>
          <w:szCs w:val="28"/>
          <w:lang w:val="es-ES"/>
        </w:rPr>
        <w:t>Confidencialidad</w:t>
      </w:r>
      <w:bookmarkEnd w:id="8"/>
    </w:p>
    <w:p w14:paraId="279727A7" w14:textId="29EA0262" w:rsidR="00BB180B" w:rsidRDefault="00C6347C" w:rsidP="001263F0">
      <w:pPr>
        <w:rPr>
          <w:lang w:val="es-ES"/>
        </w:rPr>
      </w:pPr>
      <w:r w:rsidRPr="13E87AEA">
        <w:rPr>
          <w:lang w:val="es-ES"/>
        </w:rPr>
        <w:t xml:space="preserve">El Participante y el Operador del Sistema se obligan a observar la confidencialidad respecto </w:t>
      </w:r>
      <w:r w:rsidR="00553A23" w:rsidRPr="13E87AEA">
        <w:rPr>
          <w:lang w:val="es-ES"/>
        </w:rPr>
        <w:t xml:space="preserve">de la información que tenga tal </w:t>
      </w:r>
      <w:r w:rsidR="00384940" w:rsidRPr="13E87AEA">
        <w:rPr>
          <w:lang w:val="es-ES"/>
        </w:rPr>
        <w:t>carácter, de acuerdo con los procedimientos de operación, y</w:t>
      </w:r>
      <w:r w:rsidR="00553A23" w:rsidRPr="13E87AEA">
        <w:rPr>
          <w:lang w:val="es-ES"/>
        </w:rPr>
        <w:t xml:space="preserve"> a la que hayan podido tener acceso como consecuencia de su participación en el Proyecto.</w:t>
      </w:r>
    </w:p>
    <w:p w14:paraId="5E7E2E40" w14:textId="5CB92B32" w:rsidR="00050D21" w:rsidRPr="0089278D" w:rsidRDefault="008B04FF" w:rsidP="001263F0">
      <w:pPr>
        <w:rPr>
          <w:lang w:val="es-ES"/>
        </w:rPr>
      </w:pPr>
      <w:r w:rsidRPr="0089278D">
        <w:rPr>
          <w:lang w:val="es-ES"/>
        </w:rPr>
        <w:t>En todo caso</w:t>
      </w:r>
      <w:r w:rsidR="00E51B78" w:rsidRPr="0089278D">
        <w:rPr>
          <w:lang w:val="es-ES"/>
        </w:rPr>
        <w:t>,</w:t>
      </w:r>
      <w:r w:rsidR="00F138BA">
        <w:rPr>
          <w:lang w:val="es-ES"/>
        </w:rPr>
        <w:t xml:space="preserve"> la CNMC</w:t>
      </w:r>
      <w:r w:rsidR="00E51B78" w:rsidRPr="0089278D">
        <w:rPr>
          <w:lang w:val="es-ES"/>
        </w:rPr>
        <w:t xml:space="preserve"> podrá disponer de toda la </w:t>
      </w:r>
      <w:r w:rsidRPr="0089278D">
        <w:rPr>
          <w:lang w:val="es-ES"/>
        </w:rPr>
        <w:t>i</w:t>
      </w:r>
      <w:r w:rsidR="00E51B78" w:rsidRPr="0089278D">
        <w:rPr>
          <w:lang w:val="es-ES"/>
        </w:rPr>
        <w:t xml:space="preserve">nformación </w:t>
      </w:r>
      <w:r w:rsidRPr="0089278D">
        <w:rPr>
          <w:lang w:val="es-ES"/>
        </w:rPr>
        <w:t>c</w:t>
      </w:r>
      <w:r w:rsidR="00E51B78" w:rsidRPr="0089278D">
        <w:rPr>
          <w:lang w:val="es-ES"/>
        </w:rPr>
        <w:t>onfidencial</w:t>
      </w:r>
      <w:r w:rsidR="0089278D" w:rsidRPr="0089278D">
        <w:rPr>
          <w:lang w:val="es-ES"/>
        </w:rPr>
        <w:t xml:space="preserve"> obtenida en el marco del Proyecto</w:t>
      </w:r>
      <w:r w:rsidR="006C268A" w:rsidRPr="0089278D">
        <w:rPr>
          <w:lang w:val="es-ES"/>
        </w:rPr>
        <w:t>.</w:t>
      </w:r>
    </w:p>
    <w:p w14:paraId="6788AC31" w14:textId="4E697046" w:rsidR="006C268A" w:rsidRPr="0089278D" w:rsidRDefault="0089278D" w:rsidP="001263F0">
      <w:pPr>
        <w:rPr>
          <w:lang w:val="es-ES"/>
        </w:rPr>
      </w:pPr>
      <w:r w:rsidRPr="13E87AEA">
        <w:rPr>
          <w:lang w:val="es-ES"/>
        </w:rPr>
        <w:t>Asimismo</w:t>
      </w:r>
      <w:r w:rsidR="006C268A" w:rsidRPr="13E87AEA">
        <w:rPr>
          <w:lang w:val="es-ES"/>
        </w:rPr>
        <w:t>,</w:t>
      </w:r>
      <w:r w:rsidR="0055574A" w:rsidRPr="13E87AEA">
        <w:rPr>
          <w:lang w:val="es-ES"/>
        </w:rPr>
        <w:t xml:space="preserve"> el Participante </w:t>
      </w:r>
      <w:r w:rsidR="00C80C2C" w:rsidRPr="13E87AEA">
        <w:rPr>
          <w:lang w:val="es-ES"/>
        </w:rPr>
        <w:t xml:space="preserve">conoce y </w:t>
      </w:r>
      <w:r w:rsidR="00570578" w:rsidRPr="13E87AEA">
        <w:rPr>
          <w:lang w:val="es-ES"/>
        </w:rPr>
        <w:t>acepta que e</w:t>
      </w:r>
      <w:r w:rsidR="0055574A" w:rsidRPr="13E87AEA">
        <w:rPr>
          <w:lang w:val="es-ES"/>
        </w:rPr>
        <w:t xml:space="preserve">l Operador del Sistema </w:t>
      </w:r>
      <w:r w:rsidR="00E6129D" w:rsidRPr="13E87AEA">
        <w:rPr>
          <w:lang w:val="es-ES"/>
        </w:rPr>
        <w:t>podrá</w:t>
      </w:r>
      <w:r w:rsidR="0055574A" w:rsidRPr="13E87AEA">
        <w:rPr>
          <w:lang w:val="es-ES"/>
        </w:rPr>
        <w:t xml:space="preserve"> reportar los resultados más </w:t>
      </w:r>
      <w:r w:rsidR="00B576AD" w:rsidRPr="13E87AEA">
        <w:rPr>
          <w:lang w:val="es-ES"/>
        </w:rPr>
        <w:t>relevantes del Proyecto a la CNMC</w:t>
      </w:r>
      <w:r w:rsidR="4C8C901D" w:rsidRPr="4A06E540">
        <w:rPr>
          <w:lang w:val="es-ES"/>
        </w:rPr>
        <w:t>,</w:t>
      </w:r>
      <w:r w:rsidR="00B576AD" w:rsidRPr="13E87AEA">
        <w:rPr>
          <w:lang w:val="es-ES"/>
        </w:rPr>
        <w:t xml:space="preserve"> al resto de participantes del Proyecto</w:t>
      </w:r>
      <w:r w:rsidR="00570578" w:rsidRPr="13E87AEA">
        <w:rPr>
          <w:lang w:val="es-ES"/>
        </w:rPr>
        <w:t xml:space="preserve">, así como </w:t>
      </w:r>
      <w:r w:rsidR="00B576AD" w:rsidRPr="13E87AEA">
        <w:rPr>
          <w:lang w:val="es-ES"/>
        </w:rPr>
        <w:t xml:space="preserve">publicar las conclusiones del mismo al sector </w:t>
      </w:r>
      <w:r w:rsidR="00570578" w:rsidRPr="13E87AEA">
        <w:rPr>
          <w:lang w:val="es-ES"/>
        </w:rPr>
        <w:t xml:space="preserve">eléctrico </w:t>
      </w:r>
      <w:r w:rsidR="00B576AD" w:rsidRPr="13E87AEA">
        <w:rPr>
          <w:lang w:val="es-ES"/>
        </w:rPr>
        <w:t>en su conjunto.</w:t>
      </w:r>
    </w:p>
    <w:p w14:paraId="5C96B59F" w14:textId="77777777" w:rsidR="007E24A1" w:rsidRPr="00FA2463" w:rsidRDefault="007E24A1" w:rsidP="007E24A1">
      <w:pPr>
        <w:pStyle w:val="Ttulo1"/>
        <w:pBdr>
          <w:bottom w:val="single" w:sz="4" w:space="0" w:color="0096FF" w:themeColor="accent2"/>
        </w:pBdr>
        <w:ind w:left="431" w:hanging="431"/>
        <w:jc w:val="both"/>
        <w:rPr>
          <w:sz w:val="28"/>
          <w:szCs w:val="28"/>
          <w:lang w:val="es-ES"/>
        </w:rPr>
      </w:pPr>
      <w:bookmarkStart w:id="9" w:name="_Toc114053019"/>
      <w:r w:rsidRPr="00FA2463">
        <w:rPr>
          <w:sz w:val="28"/>
          <w:szCs w:val="28"/>
          <w:lang w:val="es-ES"/>
        </w:rPr>
        <w:t>Tratamiento de datos personales</w:t>
      </w:r>
      <w:bookmarkEnd w:id="9"/>
    </w:p>
    <w:p w14:paraId="1CC28023" w14:textId="77777777" w:rsidR="007E24A1" w:rsidRPr="00E4444A" w:rsidRDefault="007E24A1" w:rsidP="007E24A1">
      <w:pPr>
        <w:rPr>
          <w:lang w:val="es-ES"/>
        </w:rPr>
      </w:pPr>
      <w:r w:rsidRPr="00E4444A">
        <w:rPr>
          <w:lang w:val="es-ES"/>
        </w:rPr>
        <w:t xml:space="preserve">En cumplimiento de lo dispuesto en la vigente normativa nacional de protección de datos de carácter personal y el Reglamento (UE) 2016/679, las Partes y, en su caso, sus representantes y empleados quedan informados del tratamiento de los datos personales que se le </w:t>
      </w:r>
      <w:r w:rsidRPr="00F85992">
        <w:rPr>
          <w:lang w:val="es-ES"/>
        </w:rPr>
        <w:t>faciliten en la ejecución del presente acuerdo con la finalidad de mantener y gestionar la relación contractual. Los datos personales serán tratados en base a la ejecución del presente acuerdo y se conservarán</w:t>
      </w:r>
      <w:r w:rsidRPr="00E4444A">
        <w:rPr>
          <w:lang w:val="es-ES"/>
        </w:rPr>
        <w:t xml:space="preserve"> mientras se mantenga dicha relación contractual. Una vez finalizada, serán conservados durante el plazo necesario para el cumplimiento de una obligación legal o para la formulación, ejercicio y defensa de reclamaciones. Los datos serán tratados únicamente por las Partes y por aquellos terceros a los que las Partes estén legal o contractualmente obligadas a comunicarlos, todo ello en el marco de la relación suscrita en el presente documento.</w:t>
      </w:r>
    </w:p>
    <w:p w14:paraId="6CBA7D5A" w14:textId="7A7A945C" w:rsidR="007E24A1" w:rsidRPr="00E4444A" w:rsidRDefault="007E24A1" w:rsidP="007E24A1">
      <w:pPr>
        <w:rPr>
          <w:lang w:val="es-ES"/>
        </w:rPr>
      </w:pPr>
      <w:r w:rsidRPr="13E87AEA">
        <w:rPr>
          <w:lang w:val="es-ES"/>
        </w:rPr>
        <w:t>El Participante queda informado de que, entre los citados datos personales, puede realizarse una grabación de seguridad de las conversaciones telefónicas de las personas físicas que, en cada momento, intervengan en representación del Participante.</w:t>
      </w:r>
    </w:p>
    <w:p w14:paraId="4967E034" w14:textId="77777777" w:rsidR="007E24A1" w:rsidRPr="00E4444A" w:rsidRDefault="007E24A1" w:rsidP="007E24A1">
      <w:pPr>
        <w:rPr>
          <w:lang w:val="es-ES"/>
        </w:rPr>
      </w:pPr>
      <w:r w:rsidRPr="00E4444A">
        <w:rPr>
          <w:lang w:val="es-ES"/>
        </w:rPr>
        <w:t>Las Partes deberán trasladar la información contenida en esta cláusula a cualquier persona implicada en la prestación de la relación contractual, que conlleve el tratamiento de sus datos personales por la otra Parte.</w:t>
      </w:r>
    </w:p>
    <w:p w14:paraId="31110422" w14:textId="77777777" w:rsidR="007E24A1" w:rsidRPr="00E4444A" w:rsidRDefault="007E24A1" w:rsidP="007E24A1">
      <w:pPr>
        <w:rPr>
          <w:lang w:val="es-ES"/>
        </w:rPr>
      </w:pPr>
      <w:r w:rsidRPr="00E4444A">
        <w:rPr>
          <w:lang w:val="es-ES"/>
        </w:rPr>
        <w:t xml:space="preserve">Las Partes, como responsables del tratamiento de datos personales, garantizan el ejercicio de los derechos de acceso, rectificación, supresión, portabilidad, limitación y oposición de los datos facilitados. </w:t>
      </w:r>
    </w:p>
    <w:p w14:paraId="74D84CA3" w14:textId="77777777" w:rsidR="007E24A1" w:rsidRPr="00E4444A" w:rsidRDefault="007E24A1" w:rsidP="007E24A1">
      <w:pPr>
        <w:rPr>
          <w:lang w:val="es-ES"/>
        </w:rPr>
      </w:pPr>
      <w:r w:rsidRPr="00E4444A">
        <w:rPr>
          <w:lang w:val="es-ES"/>
        </w:rPr>
        <w:t xml:space="preserve">Para ejercitarlo ante </w:t>
      </w:r>
      <w:bookmarkStart w:id="10" w:name="_Hlk80355619"/>
      <w:r w:rsidRPr="00E4444A">
        <w:rPr>
          <w:lang w:val="es-ES"/>
        </w:rPr>
        <w:t>el Operador del Sistema,</w:t>
      </w:r>
      <w:bookmarkEnd w:id="10"/>
      <w:r w:rsidRPr="00E4444A">
        <w:rPr>
          <w:lang w:val="es-ES"/>
        </w:rPr>
        <w:t xml:space="preserve"> puede dirigirse por correo electrónico a: digame@ree.es incluyendo en el asunto “Protección de datos” o por correo postal dirigiéndose a su domicilio social. </w:t>
      </w:r>
      <w:bookmarkStart w:id="11" w:name="_Hlk100155297"/>
    </w:p>
    <w:p w14:paraId="29010393" w14:textId="015D0DDA" w:rsidR="007E24A1" w:rsidRPr="00E4444A" w:rsidRDefault="007E24A1" w:rsidP="007E24A1">
      <w:pPr>
        <w:rPr>
          <w:lang w:val="es-ES"/>
        </w:rPr>
      </w:pPr>
      <w:r w:rsidRPr="00E4444A">
        <w:rPr>
          <w:lang w:val="es-ES"/>
        </w:rPr>
        <w:t xml:space="preserve">Para ejercitarlo ante el Participante a: </w:t>
      </w:r>
      <w:bookmarkStart w:id="12" w:name="_Hlk106106663"/>
      <w:r w:rsidRPr="00E4444A">
        <w:rPr>
          <w:lang w:val="es-ES"/>
        </w:rPr>
        <w:t>[</w:t>
      </w:r>
      <w:r w:rsidR="00952B1A" w:rsidRPr="00952B1A">
        <w:rPr>
          <w:i/>
          <w:iCs/>
          <w:lang w:val="es-ES"/>
        </w:rPr>
        <w:t>rellenar</w:t>
      </w:r>
      <w:r w:rsidR="00952B1A" w:rsidRPr="00952B1A">
        <w:rPr>
          <w:i/>
          <w:lang w:val="es-ES"/>
        </w:rPr>
        <w:t xml:space="preserve"> correo electrónico </w:t>
      </w:r>
      <w:r w:rsidR="00952B1A">
        <w:rPr>
          <w:i/>
          <w:lang w:val="es-ES"/>
        </w:rPr>
        <w:t>del</w:t>
      </w:r>
      <w:r w:rsidR="00952B1A" w:rsidRPr="00952B1A">
        <w:rPr>
          <w:i/>
          <w:lang w:val="es-ES"/>
        </w:rPr>
        <w:t xml:space="preserve"> Participante</w:t>
      </w:r>
      <w:r w:rsidRPr="00E4444A">
        <w:rPr>
          <w:lang w:val="es-ES"/>
        </w:rPr>
        <w:t>]</w:t>
      </w:r>
      <w:bookmarkEnd w:id="12"/>
      <w:r w:rsidRPr="00E4444A">
        <w:rPr>
          <w:lang w:val="es-ES"/>
        </w:rPr>
        <w:t xml:space="preserve"> o por correo postal dirigiéndose a </w:t>
      </w:r>
      <w:bookmarkStart w:id="13" w:name="_Hlk80355714"/>
      <w:r w:rsidRPr="00E4444A">
        <w:rPr>
          <w:lang w:val="es-ES"/>
        </w:rPr>
        <w:t>su domicilio social.</w:t>
      </w:r>
      <w:bookmarkEnd w:id="11"/>
      <w:bookmarkEnd w:id="13"/>
    </w:p>
    <w:p w14:paraId="26F2E9B5" w14:textId="569F41D7" w:rsidR="007E24A1" w:rsidRPr="00E4444A" w:rsidRDefault="007E24A1" w:rsidP="007E24A1">
      <w:pPr>
        <w:rPr>
          <w:lang w:val="es-ES"/>
        </w:rPr>
      </w:pPr>
      <w:bookmarkStart w:id="14" w:name="_Hlk69204243"/>
      <w:r w:rsidRPr="00E4444A">
        <w:rPr>
          <w:lang w:val="es-ES"/>
        </w:rPr>
        <w:t xml:space="preserve">Cualquier contacto con el Delegado de Protección de Datos del Operador del Sistema, se realizará a través de la siguiente dirección de correo electrónico: </w:t>
      </w:r>
      <w:hyperlink r:id="rId14" w:history="1">
        <w:r w:rsidRPr="00E4444A">
          <w:rPr>
            <w:i/>
            <w:lang w:val="es-ES"/>
          </w:rPr>
          <w:t>dpd@ree.es</w:t>
        </w:r>
      </w:hyperlink>
      <w:r w:rsidRPr="00E4444A">
        <w:rPr>
          <w:lang w:val="es-ES"/>
        </w:rPr>
        <w:t xml:space="preserve">, </w:t>
      </w:r>
      <w:bookmarkStart w:id="15" w:name="_Hlk100155369"/>
      <w:r w:rsidRPr="00E4444A">
        <w:rPr>
          <w:lang w:val="es-ES"/>
        </w:rPr>
        <w:t xml:space="preserve">del Participante, a través de </w:t>
      </w:r>
      <w:bookmarkEnd w:id="15"/>
      <w:r w:rsidRPr="00E4444A">
        <w:rPr>
          <w:lang w:val="es-ES"/>
        </w:rPr>
        <w:t>[</w:t>
      </w:r>
      <w:r w:rsidR="00952B1A" w:rsidRPr="00952B1A">
        <w:rPr>
          <w:i/>
          <w:iCs/>
          <w:lang w:val="es-ES"/>
        </w:rPr>
        <w:t>rellenar</w:t>
      </w:r>
      <w:r w:rsidR="00952B1A" w:rsidRPr="00952B1A">
        <w:rPr>
          <w:i/>
          <w:lang w:val="es-ES"/>
        </w:rPr>
        <w:t xml:space="preserve"> correo electrónico </w:t>
      </w:r>
      <w:r w:rsidR="00952B1A">
        <w:rPr>
          <w:i/>
          <w:lang w:val="es-ES"/>
        </w:rPr>
        <w:t>del</w:t>
      </w:r>
      <w:r w:rsidR="00952B1A" w:rsidRPr="00952B1A">
        <w:rPr>
          <w:i/>
          <w:lang w:val="es-ES"/>
        </w:rPr>
        <w:t xml:space="preserve"> Participante</w:t>
      </w:r>
      <w:r w:rsidRPr="00E4444A">
        <w:rPr>
          <w:lang w:val="es-ES"/>
        </w:rPr>
        <w:t>]</w:t>
      </w:r>
      <w:bookmarkEnd w:id="14"/>
      <w:r w:rsidRPr="00E4444A">
        <w:rPr>
          <w:lang w:val="es-ES"/>
        </w:rPr>
        <w:t>.</w:t>
      </w:r>
    </w:p>
    <w:p w14:paraId="4FFC8D49" w14:textId="77777777" w:rsidR="007E24A1" w:rsidRPr="00E4444A" w:rsidRDefault="007E24A1" w:rsidP="007E24A1">
      <w:pPr>
        <w:rPr>
          <w:lang w:val="es-ES"/>
        </w:rPr>
      </w:pPr>
      <w:r w:rsidRPr="00E4444A">
        <w:rPr>
          <w:lang w:val="es-ES"/>
        </w:rPr>
        <w:t>La retirada del consentimiento para el tratamiento de datos de carácter personal no afectará a la licitud del tratamiento basada en el consentimiento previo a su retirada.</w:t>
      </w:r>
    </w:p>
    <w:p w14:paraId="3B46D264" w14:textId="09E78438" w:rsidR="0055470D" w:rsidRPr="00FA2463" w:rsidRDefault="0055470D" w:rsidP="0055470D">
      <w:pPr>
        <w:pStyle w:val="Ttulo1"/>
        <w:ind w:left="431" w:hanging="431"/>
        <w:jc w:val="both"/>
        <w:rPr>
          <w:sz w:val="28"/>
          <w:szCs w:val="28"/>
          <w:lang w:val="es-ES"/>
        </w:rPr>
      </w:pPr>
      <w:bookmarkStart w:id="16" w:name="_Toc114053020"/>
      <w:r w:rsidRPr="00FA2463">
        <w:rPr>
          <w:sz w:val="28"/>
          <w:szCs w:val="28"/>
          <w:lang w:val="es-ES"/>
        </w:rPr>
        <w:lastRenderedPageBreak/>
        <w:t>Legislación aplicable y jurisdicción</w:t>
      </w:r>
      <w:bookmarkEnd w:id="16"/>
    </w:p>
    <w:p w14:paraId="11C8211A" w14:textId="4AB5EA25" w:rsidR="0055470D" w:rsidRDefault="00F14110" w:rsidP="004D1107">
      <w:pPr>
        <w:rPr>
          <w:lang w:val="es-ES"/>
        </w:rPr>
      </w:pPr>
      <w:r>
        <w:rPr>
          <w:lang w:val="es-ES"/>
        </w:rPr>
        <w:t>El presente acuerdo se regirá e interpretará por las leyes españolas.</w:t>
      </w:r>
    </w:p>
    <w:p w14:paraId="121D70ED" w14:textId="6AD65DD8" w:rsidR="00F14110" w:rsidRDefault="00F14110" w:rsidP="004D1107">
      <w:pPr>
        <w:rPr>
          <w:lang w:val="es-ES"/>
        </w:rPr>
      </w:pPr>
      <w:r>
        <w:rPr>
          <w:lang w:val="es-ES"/>
        </w:rPr>
        <w:t>Las Parte</w:t>
      </w:r>
      <w:r w:rsidR="00250A3E">
        <w:rPr>
          <w:lang w:val="es-ES"/>
        </w:rPr>
        <w:t xml:space="preserve">s, renunciando expresamente a cualquier fuero o jurisdicción que pudiera corresponderles, acuerdan que cualquier discrepancia o controversia que pueda surgir en </w:t>
      </w:r>
      <w:r w:rsidR="00CA0E86">
        <w:rPr>
          <w:lang w:val="es-ES"/>
        </w:rPr>
        <w:t>torno a su validez, interpretación, ejecución y cumplimiento, será resuelta por los Jueces y Tribunales de la ciudad de Madrid.</w:t>
      </w:r>
    </w:p>
    <w:p w14:paraId="3CDB1B3C" w14:textId="3CB098B3" w:rsidR="00832A3C" w:rsidRDefault="00832A3C" w:rsidP="004D1107">
      <w:pPr>
        <w:rPr>
          <w:lang w:val="es-ES"/>
        </w:rPr>
      </w:pPr>
    </w:p>
    <w:p w14:paraId="5DDEE4F1" w14:textId="120A13E4" w:rsidR="00832A3C" w:rsidRDefault="00832A3C" w:rsidP="004D1107">
      <w:pPr>
        <w:rPr>
          <w:lang w:val="es-ES"/>
        </w:rPr>
      </w:pPr>
      <w:r>
        <w:rPr>
          <w:lang w:val="es-ES"/>
        </w:rPr>
        <w:t>Y en prueba de su conformidad, las Partes otorgan y firman digitalmente el presente documento.</w:t>
      </w:r>
    </w:p>
    <w:p w14:paraId="281F49C4" w14:textId="77777777" w:rsidR="00F14110" w:rsidRDefault="00F14110" w:rsidP="004D1107">
      <w:pPr>
        <w:rPr>
          <w:lang w:val="es-ES"/>
        </w:rPr>
      </w:pPr>
    </w:p>
    <w:p w14:paraId="3E6B57B5" w14:textId="53B604BA" w:rsidR="0055470D" w:rsidRDefault="0055470D" w:rsidP="00883646">
      <w:pPr>
        <w:rPr>
          <w:lang w:val="es-ES"/>
        </w:rPr>
      </w:pPr>
    </w:p>
    <w:p w14:paraId="5FB5B234" w14:textId="77777777" w:rsidR="00730851" w:rsidRDefault="007F6FD8" w:rsidP="00883646">
      <w:pPr>
        <w:rPr>
          <w:lang w:val="es-ES"/>
        </w:rPr>
      </w:pPr>
      <w:r>
        <w:rPr>
          <w:lang w:val="es-ES"/>
        </w:rPr>
        <w:t>Por el</w:t>
      </w:r>
      <w:r w:rsidR="00730851">
        <w:rPr>
          <w:lang w:val="es-ES"/>
        </w:rPr>
        <w:t xml:space="preserve"> Participante:</w:t>
      </w:r>
    </w:p>
    <w:p w14:paraId="1DE1A1C4" w14:textId="77777777" w:rsidR="00730851" w:rsidRDefault="00730851" w:rsidP="00883646">
      <w:pPr>
        <w:rPr>
          <w:lang w:val="es-ES"/>
        </w:rPr>
      </w:pPr>
    </w:p>
    <w:p w14:paraId="646A11FD" w14:textId="77777777" w:rsidR="00730851" w:rsidRDefault="00730851" w:rsidP="00883646">
      <w:pPr>
        <w:rPr>
          <w:lang w:val="es-ES"/>
        </w:rPr>
      </w:pPr>
    </w:p>
    <w:p w14:paraId="5D57A547" w14:textId="77777777" w:rsidR="00730851" w:rsidRDefault="00730851" w:rsidP="00883646">
      <w:pPr>
        <w:rPr>
          <w:lang w:val="es-ES"/>
        </w:rPr>
      </w:pPr>
    </w:p>
    <w:p w14:paraId="0C7AA4E2" w14:textId="77777777" w:rsidR="00730851" w:rsidRDefault="00730851" w:rsidP="00883646">
      <w:pPr>
        <w:rPr>
          <w:lang w:val="es-ES"/>
        </w:rPr>
      </w:pPr>
    </w:p>
    <w:p w14:paraId="1A3CD60F" w14:textId="77777777" w:rsidR="00730851" w:rsidRDefault="00730851" w:rsidP="00883646">
      <w:pPr>
        <w:rPr>
          <w:lang w:val="es-ES"/>
        </w:rPr>
      </w:pPr>
    </w:p>
    <w:p w14:paraId="08E04324" w14:textId="1802EE06" w:rsidR="007F6FD8" w:rsidRDefault="00730851" w:rsidP="00883646">
      <w:pPr>
        <w:rPr>
          <w:lang w:val="es-ES"/>
        </w:rPr>
      </w:pPr>
      <w:r>
        <w:rPr>
          <w:lang w:val="es-ES"/>
        </w:rPr>
        <w:t>Por el Operador del Sistema:</w:t>
      </w:r>
      <w:r w:rsidR="007F6FD8">
        <w:rPr>
          <w:lang w:val="es-ES"/>
        </w:rPr>
        <w:t xml:space="preserve"> </w:t>
      </w:r>
    </w:p>
    <w:p w14:paraId="43720E3B" w14:textId="0998D42A" w:rsidR="009706FC" w:rsidRDefault="009706FC" w:rsidP="00883646">
      <w:pPr>
        <w:rPr>
          <w:lang w:val="es-ES"/>
        </w:rPr>
      </w:pPr>
    </w:p>
    <w:p w14:paraId="471003DB" w14:textId="4C70D607" w:rsidR="009706FC" w:rsidRDefault="009706FC" w:rsidP="00883646">
      <w:pPr>
        <w:rPr>
          <w:lang w:val="es-ES"/>
        </w:rPr>
      </w:pPr>
    </w:p>
    <w:p w14:paraId="1FCFB2D8" w14:textId="317539C7" w:rsidR="009706FC" w:rsidRDefault="009706FC" w:rsidP="00883646">
      <w:pPr>
        <w:rPr>
          <w:lang w:val="es-ES"/>
        </w:rPr>
      </w:pPr>
    </w:p>
    <w:p w14:paraId="79364867" w14:textId="328491B4" w:rsidR="009706FC" w:rsidRDefault="009706FC" w:rsidP="00883646">
      <w:pPr>
        <w:rPr>
          <w:lang w:val="es-ES"/>
        </w:rPr>
      </w:pPr>
    </w:p>
    <w:p w14:paraId="22D66AA7" w14:textId="77777777" w:rsidR="009706FC" w:rsidRDefault="009706FC" w:rsidP="00883646">
      <w:pPr>
        <w:rPr>
          <w:lang w:val="es-ES"/>
        </w:rPr>
      </w:pPr>
    </w:p>
    <w:p w14:paraId="6CF751A0" w14:textId="77777777" w:rsidR="00845406" w:rsidRDefault="00845406" w:rsidP="00883646">
      <w:pPr>
        <w:rPr>
          <w:lang w:val="es-ES"/>
        </w:rPr>
      </w:pPr>
    </w:p>
    <w:p w14:paraId="5F253840" w14:textId="77777777" w:rsidR="00845406" w:rsidRDefault="00845406" w:rsidP="00883646">
      <w:pPr>
        <w:rPr>
          <w:lang w:val="es-ES"/>
        </w:rPr>
      </w:pPr>
    </w:p>
    <w:p w14:paraId="3EDBBA07" w14:textId="77777777" w:rsidR="00845406" w:rsidRDefault="00845406" w:rsidP="00883646">
      <w:pPr>
        <w:rPr>
          <w:lang w:val="es-ES"/>
        </w:rPr>
      </w:pPr>
    </w:p>
    <w:p w14:paraId="556B7892" w14:textId="77777777" w:rsidR="00845406" w:rsidRDefault="00845406" w:rsidP="00883646">
      <w:pPr>
        <w:rPr>
          <w:lang w:val="es-ES"/>
        </w:rPr>
      </w:pPr>
    </w:p>
    <w:p w14:paraId="0F4A5473" w14:textId="77777777" w:rsidR="00845406" w:rsidRDefault="00845406" w:rsidP="00883646">
      <w:pPr>
        <w:rPr>
          <w:lang w:val="es-ES"/>
        </w:rPr>
      </w:pPr>
    </w:p>
    <w:p w14:paraId="72F0205F" w14:textId="77777777" w:rsidR="00845406" w:rsidRDefault="00845406" w:rsidP="00883646">
      <w:pPr>
        <w:rPr>
          <w:lang w:val="es-ES"/>
        </w:rPr>
      </w:pPr>
    </w:p>
    <w:p w14:paraId="617AD421" w14:textId="77777777" w:rsidR="00845406" w:rsidRDefault="00845406" w:rsidP="00883646">
      <w:pPr>
        <w:rPr>
          <w:lang w:val="es-ES"/>
        </w:rPr>
      </w:pPr>
    </w:p>
    <w:p w14:paraId="789476D4" w14:textId="77777777" w:rsidR="00845406" w:rsidRDefault="00845406" w:rsidP="00883646">
      <w:pPr>
        <w:rPr>
          <w:lang w:val="es-ES"/>
        </w:rPr>
      </w:pPr>
    </w:p>
    <w:p w14:paraId="72482173" w14:textId="77777777" w:rsidR="00845406" w:rsidRDefault="00845406" w:rsidP="00883646">
      <w:pPr>
        <w:rPr>
          <w:lang w:val="es-ES"/>
        </w:rPr>
      </w:pPr>
    </w:p>
    <w:p w14:paraId="0914A7C8" w14:textId="77777777" w:rsidR="00845406" w:rsidRDefault="00845406" w:rsidP="00883646">
      <w:pPr>
        <w:rPr>
          <w:lang w:val="es-ES"/>
        </w:rPr>
      </w:pPr>
    </w:p>
    <w:p w14:paraId="4E6CCCB7" w14:textId="3EF678CC" w:rsidR="009706FC" w:rsidRDefault="009706FC" w:rsidP="00883646">
      <w:pPr>
        <w:rPr>
          <w:lang w:val="es-ES"/>
        </w:rPr>
      </w:pPr>
    </w:p>
    <w:p w14:paraId="10850EAB" w14:textId="6DCF85C8" w:rsidR="009706FC" w:rsidRDefault="009706FC" w:rsidP="00883646">
      <w:pPr>
        <w:rPr>
          <w:lang w:val="es-ES"/>
        </w:rPr>
      </w:pPr>
    </w:p>
    <w:p w14:paraId="4D4C4643" w14:textId="023054E1" w:rsidR="0095731A" w:rsidRDefault="0095731A" w:rsidP="00883646">
      <w:pPr>
        <w:rPr>
          <w:lang w:val="es-ES"/>
        </w:rPr>
      </w:pPr>
    </w:p>
    <w:p w14:paraId="1334FBBB" w14:textId="79A8A9E8" w:rsidR="0095731A" w:rsidRDefault="0095731A" w:rsidP="00883646">
      <w:pPr>
        <w:rPr>
          <w:lang w:val="es-ES"/>
        </w:rPr>
      </w:pPr>
    </w:p>
    <w:p w14:paraId="568B169A" w14:textId="6FA961D0" w:rsidR="0095731A" w:rsidRDefault="0095731A" w:rsidP="00883646">
      <w:pPr>
        <w:rPr>
          <w:lang w:val="es-ES"/>
        </w:rPr>
      </w:pPr>
    </w:p>
    <w:p w14:paraId="501A6026" w14:textId="16CE601D" w:rsidR="0095731A" w:rsidRDefault="0095731A" w:rsidP="00883646">
      <w:pPr>
        <w:rPr>
          <w:lang w:val="es-ES"/>
        </w:rPr>
      </w:pPr>
    </w:p>
    <w:p w14:paraId="0649F348" w14:textId="77777777" w:rsidR="0095731A" w:rsidRDefault="0095731A" w:rsidP="00883646">
      <w:pPr>
        <w:rPr>
          <w:lang w:val="es-ES"/>
        </w:rPr>
      </w:pPr>
    </w:p>
    <w:p w14:paraId="50B8A9B0" w14:textId="57A9B02D" w:rsidR="009706FC" w:rsidRPr="00FA2463" w:rsidRDefault="00630D4A" w:rsidP="00630D4A">
      <w:pPr>
        <w:pStyle w:val="Ttulo1"/>
        <w:numPr>
          <w:ilvl w:val="0"/>
          <w:numId w:val="0"/>
        </w:numPr>
        <w:ind w:left="431"/>
        <w:jc w:val="both"/>
        <w:rPr>
          <w:sz w:val="28"/>
          <w:szCs w:val="28"/>
          <w:lang w:val="es-ES"/>
        </w:rPr>
      </w:pPr>
      <w:bookmarkStart w:id="17" w:name="_Toc114053021"/>
      <w:r>
        <w:rPr>
          <w:sz w:val="28"/>
          <w:szCs w:val="28"/>
          <w:lang w:val="es-ES"/>
        </w:rPr>
        <w:lastRenderedPageBreak/>
        <w:t>Anexo 1</w:t>
      </w:r>
      <w:bookmarkEnd w:id="17"/>
    </w:p>
    <w:p w14:paraId="4CD13408" w14:textId="10C5F458" w:rsidR="009706FC" w:rsidRDefault="009706FC" w:rsidP="00883646">
      <w:pPr>
        <w:rPr>
          <w:lang w:val="es-ES"/>
        </w:rPr>
      </w:pPr>
    </w:p>
    <w:p w14:paraId="153B9ADB" w14:textId="2AB07098" w:rsidR="009706FC" w:rsidRDefault="009706FC" w:rsidP="00883646">
      <w:pPr>
        <w:rPr>
          <w:lang w:val="es-ES"/>
        </w:rPr>
      </w:pPr>
    </w:p>
    <w:tbl>
      <w:tblPr>
        <w:tblStyle w:val="Tablaconcuadrcula1clara"/>
        <w:tblW w:w="0" w:type="auto"/>
        <w:jc w:val="center"/>
        <w:tblLook w:val="04A0" w:firstRow="1" w:lastRow="0" w:firstColumn="1" w:lastColumn="0" w:noHBand="0" w:noVBand="1"/>
      </w:tblPr>
      <w:tblGrid>
        <w:gridCol w:w="5665"/>
      </w:tblGrid>
      <w:tr w:rsidR="009706FC" w14:paraId="58E84A75" w14:textId="77777777" w:rsidTr="008346D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5" w:type="dxa"/>
          </w:tcPr>
          <w:p w14:paraId="7DE1C24F" w14:textId="2644C714" w:rsidR="009706FC" w:rsidRDefault="005D7B0C" w:rsidP="008346D9">
            <w:pPr>
              <w:jc w:val="center"/>
              <w:rPr>
                <w:lang w:val="es-ES"/>
              </w:rPr>
            </w:pPr>
            <w:r w:rsidRPr="005D7B0C">
              <w:rPr>
                <w:lang w:val="es-ES"/>
              </w:rPr>
              <w:t xml:space="preserve">[Nombre </w:t>
            </w:r>
            <w:r>
              <w:rPr>
                <w:lang w:val="es-ES"/>
              </w:rPr>
              <w:t xml:space="preserve">del </w:t>
            </w:r>
            <w:r w:rsidR="003B4DCE">
              <w:rPr>
                <w:lang w:val="es-ES"/>
              </w:rPr>
              <w:t>P</w:t>
            </w:r>
            <w:r>
              <w:rPr>
                <w:lang w:val="es-ES"/>
              </w:rPr>
              <w:t>roveedor</w:t>
            </w:r>
            <w:r w:rsidR="00270A8E">
              <w:rPr>
                <w:lang w:val="es-ES"/>
              </w:rPr>
              <w:t xml:space="preserve"> </w:t>
            </w:r>
            <w:r w:rsidR="005E567E">
              <w:rPr>
                <w:lang w:val="es-ES"/>
              </w:rPr>
              <w:t>A</w:t>
            </w:r>
            <w:r w:rsidRPr="005D7B0C">
              <w:rPr>
                <w:lang w:val="es-ES"/>
              </w:rPr>
              <w:t>]</w:t>
            </w:r>
          </w:p>
        </w:tc>
      </w:tr>
      <w:tr w:rsidR="008346D9" w14:paraId="5BB15756"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13666EB2" w14:textId="37D15D86" w:rsidR="008346D9" w:rsidRPr="005D7B0C" w:rsidRDefault="008346D9" w:rsidP="008346D9">
            <w:pPr>
              <w:jc w:val="center"/>
              <w:rPr>
                <w:lang w:val="es-ES"/>
              </w:rPr>
            </w:pPr>
            <w:r>
              <w:rPr>
                <w:lang w:val="es-ES"/>
              </w:rPr>
              <w:t>[UF]</w:t>
            </w:r>
          </w:p>
        </w:tc>
      </w:tr>
      <w:tr w:rsidR="008346D9" w14:paraId="15F5BE52"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2023BC26" w14:textId="7A6F894C" w:rsidR="008346D9" w:rsidRDefault="008346D9" w:rsidP="008346D9">
            <w:pPr>
              <w:jc w:val="center"/>
              <w:rPr>
                <w:lang w:val="es-ES"/>
              </w:rPr>
            </w:pPr>
            <w:r>
              <w:rPr>
                <w:lang w:val="es-ES"/>
              </w:rPr>
              <w:t>[Código RAIPEE X]</w:t>
            </w:r>
          </w:p>
        </w:tc>
      </w:tr>
      <w:tr w:rsidR="008346D9" w14:paraId="72B07549"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1832DF62" w14:textId="43463BBD" w:rsidR="008346D9" w:rsidRDefault="008346D9" w:rsidP="008346D9">
            <w:pPr>
              <w:jc w:val="center"/>
              <w:rPr>
                <w:lang w:val="es-ES"/>
              </w:rPr>
            </w:pPr>
            <w:r>
              <w:rPr>
                <w:lang w:val="es-ES"/>
              </w:rPr>
              <w:t>[Código RAIPEE Y]</w:t>
            </w:r>
          </w:p>
        </w:tc>
      </w:tr>
      <w:tr w:rsidR="008346D9" w14:paraId="1361531A"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1C736E76" w14:textId="53469B5C" w:rsidR="008346D9" w:rsidRDefault="008346D9" w:rsidP="008346D9">
            <w:pPr>
              <w:jc w:val="center"/>
              <w:rPr>
                <w:lang w:val="es-ES"/>
              </w:rPr>
            </w:pPr>
            <w:r>
              <w:rPr>
                <w:lang w:val="es-ES"/>
              </w:rPr>
              <w:t>…</w:t>
            </w:r>
          </w:p>
        </w:tc>
      </w:tr>
      <w:tr w:rsidR="008346D9" w14:paraId="4DC2C720"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65E2ED9F" w14:textId="7AACDE82" w:rsidR="008346D9" w:rsidRDefault="008346D9" w:rsidP="008346D9">
            <w:pPr>
              <w:jc w:val="center"/>
              <w:rPr>
                <w:lang w:val="es-ES"/>
              </w:rPr>
            </w:pPr>
            <w:r>
              <w:rPr>
                <w:lang w:val="es-ES"/>
              </w:rPr>
              <w:t>…</w:t>
            </w:r>
          </w:p>
        </w:tc>
      </w:tr>
      <w:tr w:rsidR="008346D9" w14:paraId="06279E08"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63351305" w14:textId="35A0B1E3" w:rsidR="008346D9" w:rsidRDefault="008346D9" w:rsidP="008346D9">
            <w:pPr>
              <w:jc w:val="center"/>
              <w:rPr>
                <w:lang w:val="es-ES"/>
              </w:rPr>
            </w:pPr>
            <w:r>
              <w:rPr>
                <w:lang w:val="es-ES"/>
              </w:rPr>
              <w:t>…</w:t>
            </w:r>
          </w:p>
        </w:tc>
      </w:tr>
      <w:tr w:rsidR="008346D9" w14:paraId="5AA1B880" w14:textId="77777777" w:rsidTr="008346D9">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48C8CE5E" w14:textId="002A4FD8" w:rsidR="008346D9" w:rsidRDefault="008346D9" w:rsidP="008346D9">
            <w:pPr>
              <w:jc w:val="center"/>
              <w:rPr>
                <w:lang w:val="es-ES"/>
              </w:rPr>
            </w:pPr>
            <w:r>
              <w:rPr>
                <w:lang w:val="es-ES"/>
              </w:rPr>
              <w:t>…</w:t>
            </w:r>
          </w:p>
        </w:tc>
      </w:tr>
    </w:tbl>
    <w:p w14:paraId="4DDC3110" w14:textId="13531559" w:rsidR="009706FC" w:rsidRDefault="009706FC" w:rsidP="00883646">
      <w:pPr>
        <w:rPr>
          <w:lang w:val="es-ES"/>
        </w:rPr>
      </w:pPr>
    </w:p>
    <w:p w14:paraId="2A269625" w14:textId="77777777" w:rsidR="005E567E" w:rsidRDefault="005E567E" w:rsidP="00883646">
      <w:pPr>
        <w:rPr>
          <w:lang w:val="es-ES"/>
        </w:rPr>
      </w:pPr>
    </w:p>
    <w:tbl>
      <w:tblPr>
        <w:tblStyle w:val="Tablaconcuadrcula1clara"/>
        <w:tblW w:w="0" w:type="auto"/>
        <w:jc w:val="center"/>
        <w:tblLook w:val="04A0" w:firstRow="1" w:lastRow="0" w:firstColumn="1" w:lastColumn="0" w:noHBand="0" w:noVBand="1"/>
      </w:tblPr>
      <w:tblGrid>
        <w:gridCol w:w="5665"/>
      </w:tblGrid>
      <w:tr w:rsidR="008346D9" w14:paraId="765E927F" w14:textId="77777777" w:rsidTr="0042451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65" w:type="dxa"/>
          </w:tcPr>
          <w:p w14:paraId="1B3C60E9" w14:textId="126D5A18" w:rsidR="008346D9" w:rsidRDefault="008346D9" w:rsidP="00424517">
            <w:pPr>
              <w:jc w:val="center"/>
              <w:rPr>
                <w:lang w:val="es-ES"/>
              </w:rPr>
            </w:pPr>
            <w:r w:rsidRPr="005D7B0C">
              <w:rPr>
                <w:lang w:val="es-ES"/>
              </w:rPr>
              <w:t xml:space="preserve">[Nombre </w:t>
            </w:r>
            <w:r>
              <w:rPr>
                <w:lang w:val="es-ES"/>
              </w:rPr>
              <w:t xml:space="preserve">del Proveedor </w:t>
            </w:r>
            <w:r w:rsidR="005E567E">
              <w:rPr>
                <w:lang w:val="es-ES"/>
              </w:rPr>
              <w:t>B</w:t>
            </w:r>
            <w:r w:rsidRPr="005D7B0C">
              <w:rPr>
                <w:lang w:val="es-ES"/>
              </w:rPr>
              <w:t>]</w:t>
            </w:r>
          </w:p>
        </w:tc>
      </w:tr>
      <w:tr w:rsidR="008346D9" w14:paraId="6813F89F"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252719C2" w14:textId="1DE9E3DC" w:rsidR="008346D9" w:rsidRPr="005D7B0C" w:rsidRDefault="008346D9" w:rsidP="00424517">
            <w:pPr>
              <w:jc w:val="center"/>
              <w:rPr>
                <w:lang w:val="es-ES"/>
              </w:rPr>
            </w:pPr>
            <w:r>
              <w:rPr>
                <w:lang w:val="es-ES"/>
              </w:rPr>
              <w:t>[UF]</w:t>
            </w:r>
          </w:p>
        </w:tc>
      </w:tr>
      <w:tr w:rsidR="008346D9" w14:paraId="6B096727"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6135E119" w14:textId="77777777" w:rsidR="008346D9" w:rsidRDefault="008346D9" w:rsidP="00424517">
            <w:pPr>
              <w:jc w:val="center"/>
              <w:rPr>
                <w:lang w:val="es-ES"/>
              </w:rPr>
            </w:pPr>
            <w:r>
              <w:rPr>
                <w:lang w:val="es-ES"/>
              </w:rPr>
              <w:t>[Código RAIPEE X]</w:t>
            </w:r>
          </w:p>
        </w:tc>
      </w:tr>
      <w:tr w:rsidR="008346D9" w14:paraId="0EEF6207"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62C732A9" w14:textId="77777777" w:rsidR="008346D9" w:rsidRDefault="008346D9" w:rsidP="00424517">
            <w:pPr>
              <w:jc w:val="center"/>
              <w:rPr>
                <w:lang w:val="es-ES"/>
              </w:rPr>
            </w:pPr>
            <w:r>
              <w:rPr>
                <w:lang w:val="es-ES"/>
              </w:rPr>
              <w:t>[Código RAIPEE Y]</w:t>
            </w:r>
          </w:p>
        </w:tc>
      </w:tr>
      <w:tr w:rsidR="008346D9" w14:paraId="0C86E73E"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109057D9" w14:textId="77777777" w:rsidR="008346D9" w:rsidRDefault="008346D9" w:rsidP="00424517">
            <w:pPr>
              <w:jc w:val="center"/>
              <w:rPr>
                <w:lang w:val="es-ES"/>
              </w:rPr>
            </w:pPr>
            <w:r>
              <w:rPr>
                <w:lang w:val="es-ES"/>
              </w:rPr>
              <w:t>…</w:t>
            </w:r>
          </w:p>
        </w:tc>
      </w:tr>
      <w:tr w:rsidR="008346D9" w14:paraId="7DCCCFD0"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2E61ECF9" w14:textId="77777777" w:rsidR="008346D9" w:rsidRDefault="008346D9" w:rsidP="00424517">
            <w:pPr>
              <w:jc w:val="center"/>
              <w:rPr>
                <w:lang w:val="es-ES"/>
              </w:rPr>
            </w:pPr>
            <w:r>
              <w:rPr>
                <w:lang w:val="es-ES"/>
              </w:rPr>
              <w:t>…</w:t>
            </w:r>
          </w:p>
        </w:tc>
      </w:tr>
      <w:tr w:rsidR="008346D9" w14:paraId="75EB637E"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354D6A14" w14:textId="77777777" w:rsidR="008346D9" w:rsidRDefault="008346D9" w:rsidP="00424517">
            <w:pPr>
              <w:jc w:val="center"/>
              <w:rPr>
                <w:lang w:val="es-ES"/>
              </w:rPr>
            </w:pPr>
            <w:r>
              <w:rPr>
                <w:lang w:val="es-ES"/>
              </w:rPr>
              <w:t>…</w:t>
            </w:r>
          </w:p>
        </w:tc>
      </w:tr>
      <w:tr w:rsidR="008346D9" w14:paraId="6CD557FA" w14:textId="77777777" w:rsidTr="00424517">
        <w:trPr>
          <w:jc w:val="center"/>
        </w:trPr>
        <w:tc>
          <w:tcPr>
            <w:cnfStyle w:val="001000000000" w:firstRow="0" w:lastRow="0" w:firstColumn="1" w:lastColumn="0" w:oddVBand="0" w:evenVBand="0" w:oddHBand="0" w:evenHBand="0" w:firstRowFirstColumn="0" w:firstRowLastColumn="0" w:lastRowFirstColumn="0" w:lastRowLastColumn="0"/>
            <w:tcW w:w="5665" w:type="dxa"/>
          </w:tcPr>
          <w:p w14:paraId="6254DDFF" w14:textId="77777777" w:rsidR="008346D9" w:rsidRDefault="008346D9" w:rsidP="00424517">
            <w:pPr>
              <w:jc w:val="center"/>
              <w:rPr>
                <w:lang w:val="es-ES"/>
              </w:rPr>
            </w:pPr>
            <w:r>
              <w:rPr>
                <w:lang w:val="es-ES"/>
              </w:rPr>
              <w:t>…</w:t>
            </w:r>
          </w:p>
        </w:tc>
      </w:tr>
    </w:tbl>
    <w:p w14:paraId="799DB14F" w14:textId="77777777" w:rsidR="008346D9" w:rsidRDefault="008346D9" w:rsidP="00883646">
      <w:pPr>
        <w:rPr>
          <w:lang w:val="es-ES"/>
        </w:rPr>
      </w:pPr>
    </w:p>
    <w:sectPr w:rsidR="008346D9" w:rsidSect="00972C67">
      <w:headerReference w:type="first" r:id="rId15"/>
      <w:footerReference w:type="first" r:id="rId16"/>
      <w:pgSz w:w="11906" w:h="16838" w:code="9"/>
      <w:pgMar w:top="1247" w:right="1134" w:bottom="964" w:left="1134"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A4DE9" w14:textId="77777777" w:rsidR="00FF27C2" w:rsidRDefault="00FF27C2" w:rsidP="00DF32D6">
      <w:r>
        <w:separator/>
      </w:r>
    </w:p>
  </w:endnote>
  <w:endnote w:type="continuationSeparator" w:id="0">
    <w:p w14:paraId="7DB31C56" w14:textId="77777777" w:rsidR="00FF27C2" w:rsidRDefault="00FF27C2" w:rsidP="00DF32D6">
      <w:r>
        <w:continuationSeparator/>
      </w:r>
    </w:p>
  </w:endnote>
  <w:endnote w:type="continuationNotice" w:id="1">
    <w:p w14:paraId="1D44F193" w14:textId="77777777" w:rsidR="00FF27C2" w:rsidRDefault="00FF27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rlow Semi Condensed">
    <w:altName w:val="Barlow Semi Condensed"/>
    <w:charset w:val="00"/>
    <w:family w:val="auto"/>
    <w:pitch w:val="variable"/>
    <w:sig w:usb0="20000007" w:usb1="00000000" w:usb2="00000000" w:usb3="00000000" w:csb0="00000193" w:csb1="00000000"/>
  </w:font>
  <w:font w:name="Documan Medium">
    <w:panose1 w:val="00000000000000000000"/>
    <w:charset w:val="00"/>
    <w:family w:val="modern"/>
    <w:notTrueType/>
    <w:pitch w:val="variable"/>
    <w:sig w:usb0="A10000AF" w:usb1="1000206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Barlow Semi Condensed SemiBold">
    <w:altName w:val="Barlow Semi Condensed SemiBold"/>
    <w:charset w:val="00"/>
    <w:family w:val="auto"/>
    <w:pitch w:val="variable"/>
    <w:sig w:usb0="20000007" w:usb1="00000000" w:usb2="00000000" w:usb3="00000000" w:csb0="00000193" w:csb1="00000000"/>
  </w:font>
  <w:font w:name="Documan SemiBold">
    <w:panose1 w:val="00000000000000000000"/>
    <w:charset w:val="00"/>
    <w:family w:val="modern"/>
    <w:notTrueType/>
    <w:pitch w:val="variable"/>
    <w:sig w:usb0="A10000AF" w:usb1="1000206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rlow">
    <w:charset w:val="00"/>
    <w:family w:val="auto"/>
    <w:pitch w:val="variable"/>
    <w:sig w:usb0="20000007" w:usb1="00000000" w:usb2="00000000" w:usb3="00000000" w:csb0="00000193" w:csb1="00000000"/>
  </w:font>
  <w:font w:name="Barlow Medium">
    <w:charset w:val="00"/>
    <w:family w:val="auto"/>
    <w:pitch w:val="variable"/>
    <w:sig w:usb0="20000007" w:usb1="00000000" w:usb2="00000000" w:usb3="00000000" w:csb0="00000193" w:csb1="00000000"/>
  </w:font>
  <w:font w:name="Barlow SemiBold">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5961" w14:textId="77777777" w:rsidR="00E6585C" w:rsidRDefault="00E6585C" w:rsidP="00DF32D6">
    <w:pPr>
      <w:rPr>
        <w:lang w:val="es-ES"/>
      </w:rPr>
    </w:pPr>
  </w:p>
  <w:p w14:paraId="19EBDE71" w14:textId="77777777" w:rsidR="00E6585C" w:rsidRDefault="00E6585C" w:rsidP="00DF32D6">
    <w:pPr>
      <w:pStyle w:val="Piedepgina"/>
      <w:rPr>
        <w:lang w:val="es-ES"/>
      </w:rPr>
    </w:pPr>
  </w:p>
  <w:p w14:paraId="08C166CD" w14:textId="77777777" w:rsidR="00E6585C" w:rsidRPr="004C7DAA" w:rsidRDefault="00E6585C" w:rsidP="00DF32D6">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3D721" w14:textId="77777777" w:rsidR="00FF27C2" w:rsidRPr="00E47DF4" w:rsidRDefault="00FF27C2" w:rsidP="00DF32D6">
      <w:pPr>
        <w:rPr>
          <w:color w:val="0096FF" w:themeColor="accent2"/>
        </w:rPr>
      </w:pPr>
      <w:r w:rsidRPr="00E47DF4">
        <w:rPr>
          <w:color w:val="0096FF" w:themeColor="accent2"/>
        </w:rPr>
        <w:separator/>
      </w:r>
    </w:p>
  </w:footnote>
  <w:footnote w:type="continuationSeparator" w:id="0">
    <w:p w14:paraId="63621C9D" w14:textId="77777777" w:rsidR="00FF27C2" w:rsidRDefault="00FF27C2" w:rsidP="00DF32D6">
      <w:r>
        <w:continuationSeparator/>
      </w:r>
    </w:p>
  </w:footnote>
  <w:footnote w:type="continuationNotice" w:id="1">
    <w:p w14:paraId="3DC5A095" w14:textId="77777777" w:rsidR="00FF27C2" w:rsidRDefault="00FF27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B506" w14:textId="77777777" w:rsidR="00E6585C" w:rsidRPr="00AD0F67" w:rsidRDefault="00E6585C" w:rsidP="00DF32D6">
    <w:pPr>
      <w:pStyle w:val="DireccionEmisora"/>
    </w:pPr>
  </w:p>
  <w:p w14:paraId="166190C2" w14:textId="77777777" w:rsidR="00E6585C" w:rsidRDefault="00E6585C" w:rsidP="00DF32D6">
    <w:pPr>
      <w:pStyle w:val="Encabezado"/>
      <w:rPr>
        <w:lang w:val="es-ES"/>
      </w:rPr>
    </w:pPr>
  </w:p>
  <w:p w14:paraId="37FB1368" w14:textId="77777777" w:rsidR="00E6585C" w:rsidRDefault="00E6585C" w:rsidP="00DF32D6">
    <w:pPr>
      <w:pStyle w:val="Encabezado"/>
      <w:rPr>
        <w:lang w:val="es-ES"/>
      </w:rPr>
    </w:pPr>
  </w:p>
  <w:p w14:paraId="362447B6" w14:textId="77777777" w:rsidR="00E6585C" w:rsidRDefault="00E6585C" w:rsidP="00DF32D6">
    <w:pPr>
      <w:pStyle w:val="Encabezado"/>
      <w:rPr>
        <w:lang w:val="es-ES"/>
      </w:rPr>
    </w:pPr>
  </w:p>
  <w:p w14:paraId="28DFDD2C" w14:textId="77777777" w:rsidR="00E6585C" w:rsidRDefault="00E6585C" w:rsidP="00DF32D6">
    <w:pPr>
      <w:pStyle w:val="Encabezado"/>
      <w:rPr>
        <w:lang w:val="es-ES"/>
      </w:rPr>
    </w:pPr>
  </w:p>
  <w:p w14:paraId="2F34A279" w14:textId="77777777" w:rsidR="00E6585C" w:rsidRDefault="00E6585C" w:rsidP="00DF32D6">
    <w:pPr>
      <w:pStyle w:val="Encabezado"/>
      <w:rPr>
        <w:lang w:val="es-ES"/>
      </w:rPr>
    </w:pPr>
  </w:p>
  <w:p w14:paraId="1149CC5C" w14:textId="77777777" w:rsidR="00E6585C" w:rsidRDefault="00E6585C" w:rsidP="00DF32D6">
    <w:pPr>
      <w:pStyle w:val="Encabezado"/>
      <w:rPr>
        <w:lang w:val="es-ES"/>
      </w:rPr>
    </w:pPr>
  </w:p>
  <w:p w14:paraId="57319513" w14:textId="77777777" w:rsidR="00E6585C" w:rsidRDefault="00E6585C" w:rsidP="00DF32D6">
    <w:pPr>
      <w:pStyle w:val="Encabezado"/>
      <w:rPr>
        <w:lang w:val="es-ES"/>
      </w:rPr>
    </w:pPr>
  </w:p>
  <w:p w14:paraId="2430E7D3" w14:textId="77777777" w:rsidR="00E6585C" w:rsidRDefault="00E6585C" w:rsidP="00DF32D6">
    <w:pPr>
      <w:pStyle w:val="Encabezado"/>
      <w:rPr>
        <w:lang w:val="es-ES"/>
      </w:rPr>
    </w:pPr>
  </w:p>
  <w:p w14:paraId="033A4F0A" w14:textId="77777777" w:rsidR="00E6585C" w:rsidRDefault="00E6585C" w:rsidP="00DF32D6">
    <w:pPr>
      <w:pStyle w:val="Encabezado"/>
      <w:rPr>
        <w:lang w:val="es-ES"/>
      </w:rPr>
    </w:pPr>
  </w:p>
  <w:p w14:paraId="6EF6EDC0" w14:textId="77777777" w:rsidR="00E6585C" w:rsidRDefault="00E6585C" w:rsidP="00DF32D6">
    <w:pPr>
      <w:pStyle w:val="Encabezado"/>
      <w:rPr>
        <w:lang w:val="es-ES"/>
      </w:rPr>
    </w:pPr>
  </w:p>
  <w:p w14:paraId="120BC4A8" w14:textId="77777777" w:rsidR="00E6585C" w:rsidRDefault="00E6585C" w:rsidP="00DF32D6">
    <w:pPr>
      <w:pStyle w:val="Encabezado"/>
      <w:rPr>
        <w:lang w:val="es-ES"/>
      </w:rPr>
    </w:pPr>
  </w:p>
  <w:p w14:paraId="68842CC8" w14:textId="77777777" w:rsidR="00E6585C" w:rsidRDefault="00E6585C" w:rsidP="00DF32D6">
    <w:pPr>
      <w:pStyle w:val="Encabezado"/>
      <w:rPr>
        <w:lang w:val="es-ES"/>
      </w:rPr>
    </w:pPr>
  </w:p>
  <w:p w14:paraId="31B6E6FF" w14:textId="77777777" w:rsidR="00E6585C" w:rsidRDefault="00E6585C" w:rsidP="00DF32D6">
    <w:pPr>
      <w:pStyle w:val="Encabezado"/>
      <w:rPr>
        <w:lang w:val="es-ES"/>
      </w:rPr>
    </w:pPr>
  </w:p>
  <w:p w14:paraId="50C8A585" w14:textId="77777777" w:rsidR="00E6585C" w:rsidRDefault="00E6585C" w:rsidP="00DF32D6">
    <w:pPr>
      <w:pStyle w:val="Encabezado"/>
      <w:rPr>
        <w:lang w:val="es-ES"/>
      </w:rPr>
    </w:pPr>
  </w:p>
  <w:p w14:paraId="3C82B3D6" w14:textId="77777777" w:rsidR="00E6585C" w:rsidRDefault="00E6585C" w:rsidP="00DF32D6">
    <w:pPr>
      <w:pStyle w:val="Encabezado"/>
      <w:rPr>
        <w:lang w:val="es-ES"/>
      </w:rPr>
    </w:pPr>
  </w:p>
  <w:p w14:paraId="7D39EE62" w14:textId="77777777" w:rsidR="00E6585C" w:rsidRDefault="00E6585C" w:rsidP="00DF32D6">
    <w:pPr>
      <w:pStyle w:val="Encabezado"/>
      <w:rPr>
        <w:lang w:val="es-ES"/>
      </w:rPr>
    </w:pPr>
  </w:p>
  <w:p w14:paraId="327B170B" w14:textId="77777777" w:rsidR="00E6585C" w:rsidRDefault="00E6585C" w:rsidP="00DF32D6">
    <w:pPr>
      <w:pStyle w:val="Encabezado"/>
      <w:rPr>
        <w:lang w:val="es-ES"/>
      </w:rPr>
    </w:pPr>
  </w:p>
  <w:p w14:paraId="372FDB23" w14:textId="77777777" w:rsidR="00E6585C" w:rsidRDefault="00E6585C" w:rsidP="00DF32D6">
    <w:pPr>
      <w:pStyle w:val="Encabezado"/>
      <w:rPr>
        <w:lang w:val="es-ES"/>
      </w:rPr>
    </w:pPr>
  </w:p>
  <w:p w14:paraId="41F694E6" w14:textId="77777777" w:rsidR="00E6585C" w:rsidRDefault="00E6585C" w:rsidP="00DF32D6">
    <w:pPr>
      <w:pStyle w:val="Encabezado"/>
      <w:rPr>
        <w:lang w:val="es-ES"/>
      </w:rPr>
    </w:pPr>
  </w:p>
  <w:p w14:paraId="2BBB0476" w14:textId="77777777" w:rsidR="00E6585C" w:rsidRDefault="00E6585C" w:rsidP="00DF32D6">
    <w:pPr>
      <w:pStyle w:val="Encabezado"/>
      <w:rPr>
        <w:lang w:val="es-ES"/>
      </w:rPr>
    </w:pPr>
  </w:p>
  <w:p w14:paraId="40A6F297" w14:textId="77777777" w:rsidR="00E6585C" w:rsidRDefault="00E6585C" w:rsidP="00DF32D6">
    <w:pPr>
      <w:pStyle w:val="Encabezado"/>
      <w:rPr>
        <w:lang w:val="es-ES"/>
      </w:rPr>
    </w:pPr>
  </w:p>
  <w:p w14:paraId="5FB56EE2" w14:textId="77777777" w:rsidR="00E6585C" w:rsidRDefault="00E6585C" w:rsidP="00DF32D6">
    <w:pPr>
      <w:pStyle w:val="Encabezado"/>
      <w:rPr>
        <w:lang w:val="es-ES"/>
      </w:rPr>
    </w:pPr>
  </w:p>
  <w:p w14:paraId="4E6BC0BF" w14:textId="77777777" w:rsidR="00E6585C" w:rsidRDefault="00E6585C" w:rsidP="00DF32D6">
    <w:pPr>
      <w:pStyle w:val="Encabezado"/>
      <w:rPr>
        <w:lang w:val="es-ES"/>
      </w:rPr>
    </w:pPr>
  </w:p>
  <w:p w14:paraId="16CE47C4" w14:textId="77777777" w:rsidR="00E6585C" w:rsidRDefault="00E6585C" w:rsidP="00DF32D6">
    <w:pPr>
      <w:pStyle w:val="Encabezado"/>
      <w:rPr>
        <w:lang w:val="es-ES"/>
      </w:rPr>
    </w:pPr>
  </w:p>
  <w:p w14:paraId="02A3DEA8" w14:textId="77777777" w:rsidR="00E6585C" w:rsidRDefault="00E6585C" w:rsidP="00DF32D6">
    <w:pPr>
      <w:pStyle w:val="Encabezado"/>
      <w:rPr>
        <w:lang w:val="es-ES"/>
      </w:rPr>
    </w:pPr>
  </w:p>
  <w:p w14:paraId="63A18C33" w14:textId="77777777" w:rsidR="00E6585C" w:rsidRDefault="00E6585C" w:rsidP="00DF32D6">
    <w:pPr>
      <w:pStyle w:val="Encabezado"/>
      <w:rPr>
        <w:lang w:val="es-ES"/>
      </w:rPr>
    </w:pPr>
  </w:p>
  <w:p w14:paraId="478C7112" w14:textId="77777777" w:rsidR="00E6585C" w:rsidRDefault="00E6585C" w:rsidP="00DF32D6">
    <w:pPr>
      <w:pStyle w:val="Encabezado"/>
      <w:rPr>
        <w:lang w:val="es-ES"/>
      </w:rPr>
    </w:pPr>
  </w:p>
  <w:p w14:paraId="71DAA9A3" w14:textId="77777777" w:rsidR="00E6585C" w:rsidRPr="00AD0F67" w:rsidRDefault="00E6585C" w:rsidP="00DF32D6">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CF2AA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0ECB8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EAA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83F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93AEA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2844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B8AA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6E30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F22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65F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831C5"/>
    <w:multiLevelType w:val="hybridMultilevel"/>
    <w:tmpl w:val="4AE47454"/>
    <w:lvl w:ilvl="0" w:tplc="E43A409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13C7E2A"/>
    <w:multiLevelType w:val="hybridMultilevel"/>
    <w:tmpl w:val="8E9A16A2"/>
    <w:lvl w:ilvl="0" w:tplc="94EC9834">
      <w:start w:val="1"/>
      <w:numFmt w:val="decimal"/>
      <w:lvlText w:val="21.%1."/>
      <w:lvlJc w:val="left"/>
      <w:pPr>
        <w:ind w:left="720" w:hanging="360"/>
      </w:pPr>
      <w:rPr>
        <w:rFonts w:hint="default"/>
        <w:sz w:val="22"/>
        <w:szCs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39C2B87"/>
    <w:multiLevelType w:val="hybridMultilevel"/>
    <w:tmpl w:val="C9E4B9E8"/>
    <w:lvl w:ilvl="0" w:tplc="7DB63EB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45C64A8"/>
    <w:multiLevelType w:val="multilevel"/>
    <w:tmpl w:val="DAB291C0"/>
    <w:styleLink w:val="Estilo1"/>
    <w:lvl w:ilvl="0">
      <w:start w:val="1"/>
      <w:numFmt w:val="bullet"/>
      <w:lvlText w:val=""/>
      <w:lvlJc w:val="left"/>
      <w:pPr>
        <w:ind w:left="360" w:hanging="360"/>
      </w:pPr>
      <w:rPr>
        <w:rFonts w:ascii="Symbol" w:hAnsi="Symbol" w:hint="default"/>
        <w:b/>
        <w:i w:val="0"/>
        <w:color w:val="0096FF" w:themeColor="accent2"/>
      </w:rPr>
    </w:lvl>
    <w:lvl w:ilvl="1">
      <w:start w:val="1"/>
      <w:numFmt w:val="bullet"/>
      <w:lvlText w:val="○"/>
      <w:lvlJc w:val="left"/>
      <w:pPr>
        <w:tabs>
          <w:tab w:val="num" w:pos="397"/>
        </w:tabs>
        <w:ind w:left="397" w:hanging="199"/>
      </w:pPr>
      <w:rPr>
        <w:rFonts w:ascii="Calibri" w:hAnsi="Calibri" w:hint="default"/>
        <w:color w:val="0096FF" w:themeColor="accent2"/>
      </w:rPr>
    </w:lvl>
    <w:lvl w:ilvl="2">
      <w:start w:val="1"/>
      <w:numFmt w:val="bullet"/>
      <w:lvlText w:val="»"/>
      <w:lvlJc w:val="left"/>
      <w:pPr>
        <w:tabs>
          <w:tab w:val="num" w:pos="595"/>
        </w:tabs>
        <w:ind w:left="595" w:hanging="198"/>
      </w:pPr>
      <w:rPr>
        <w:rFonts w:ascii="Roboto" w:hAnsi="Roboto" w:hint="default"/>
        <w:color w:val="0096FF" w:themeColor="accent2"/>
      </w:rPr>
    </w:lvl>
    <w:lvl w:ilvl="3">
      <w:start w:val="1"/>
      <w:numFmt w:val="bullet"/>
      <w:lvlText w:val="›"/>
      <w:lvlJc w:val="left"/>
      <w:pPr>
        <w:tabs>
          <w:tab w:val="num" w:pos="794"/>
        </w:tabs>
        <w:ind w:left="794" w:hanging="199"/>
      </w:pPr>
      <w:rPr>
        <w:rFonts w:ascii="Roboto" w:hAnsi="Roboto" w:hint="default"/>
        <w:color w:val="0096FF" w:themeColor="accent2"/>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7DF38CF"/>
    <w:multiLevelType w:val="hybridMultilevel"/>
    <w:tmpl w:val="48C06C2E"/>
    <w:lvl w:ilvl="0" w:tplc="749E593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0C293C98"/>
    <w:multiLevelType w:val="hybridMultilevel"/>
    <w:tmpl w:val="E2E2A8EE"/>
    <w:lvl w:ilvl="0" w:tplc="42FE772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E785685"/>
    <w:multiLevelType w:val="hybridMultilevel"/>
    <w:tmpl w:val="A8E25A1A"/>
    <w:lvl w:ilvl="0" w:tplc="ED82520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81F1D88"/>
    <w:multiLevelType w:val="multilevel"/>
    <w:tmpl w:val="DAB291C0"/>
    <w:numStyleLink w:val="Estilo1"/>
  </w:abstractNum>
  <w:abstractNum w:abstractNumId="18" w15:restartNumberingAfterBreak="0">
    <w:nsid w:val="184247B3"/>
    <w:multiLevelType w:val="hybridMultilevel"/>
    <w:tmpl w:val="188ABF6A"/>
    <w:lvl w:ilvl="0" w:tplc="BAFAC15C">
      <w:start w:val="1"/>
      <w:numFmt w:val="decimal"/>
      <w:pStyle w:val="NumFiguras"/>
      <w:lvlText w:val="Figura %1."/>
      <w:lvlJc w:val="left"/>
      <w:pPr>
        <w:ind w:left="2062" w:hanging="360"/>
      </w:pPr>
      <w:rPr>
        <w:rFonts w:cs="Times New Roman" w:hint="default"/>
        <w:b w:val="0"/>
        <w:bCs w:val="0"/>
        <w:sz w:val="24"/>
        <w:szCs w:val="24"/>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9" w15:restartNumberingAfterBreak="0">
    <w:nsid w:val="2EF07149"/>
    <w:multiLevelType w:val="multilevel"/>
    <w:tmpl w:val="B308A92A"/>
    <w:lvl w:ilvl="0">
      <w:start w:val="1"/>
      <w:numFmt w:val="lowerLetter"/>
      <w:pStyle w:val="a"/>
      <w:lvlText w:val="%1)"/>
      <w:lvlJc w:val="left"/>
      <w:pPr>
        <w:tabs>
          <w:tab w:val="num" w:pos="0"/>
        </w:tabs>
        <w:ind w:left="480" w:hanging="480"/>
      </w:pPr>
      <w:rPr>
        <w:rFonts w:hint="default"/>
        <w:b/>
        <w:i w:val="0"/>
        <w:color w:val="0096FF"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20" w15:restartNumberingAfterBreak="0">
    <w:nsid w:val="3E0513E7"/>
    <w:multiLevelType w:val="hybridMultilevel"/>
    <w:tmpl w:val="FB384626"/>
    <w:lvl w:ilvl="0" w:tplc="ADB45C90">
      <w:start w:val="1"/>
      <w:numFmt w:val="decimal"/>
      <w:pStyle w:val="NumTablas"/>
      <w:lvlText w:val="Tabla %1."/>
      <w:lvlJc w:val="left"/>
      <w:pPr>
        <w:ind w:left="4330" w:hanging="360"/>
      </w:pPr>
      <w:rPr>
        <w:rFonts w:cs="Times New Roman" w:hint="default"/>
      </w:rPr>
    </w:lvl>
    <w:lvl w:ilvl="1" w:tplc="0C0A0003">
      <w:start w:val="1"/>
      <w:numFmt w:val="lowerLetter"/>
      <w:lvlText w:val="%2."/>
      <w:lvlJc w:val="left"/>
      <w:pPr>
        <w:ind w:left="2999" w:hanging="360"/>
      </w:pPr>
    </w:lvl>
    <w:lvl w:ilvl="2" w:tplc="0C0A0005" w:tentative="1">
      <w:start w:val="1"/>
      <w:numFmt w:val="lowerRoman"/>
      <w:lvlText w:val="%3."/>
      <w:lvlJc w:val="right"/>
      <w:pPr>
        <w:ind w:left="3719" w:hanging="180"/>
      </w:pPr>
    </w:lvl>
    <w:lvl w:ilvl="3" w:tplc="0C0A0001" w:tentative="1">
      <w:start w:val="1"/>
      <w:numFmt w:val="decimal"/>
      <w:lvlText w:val="%4."/>
      <w:lvlJc w:val="left"/>
      <w:pPr>
        <w:ind w:left="4439" w:hanging="360"/>
      </w:pPr>
    </w:lvl>
    <w:lvl w:ilvl="4" w:tplc="0C0A0003" w:tentative="1">
      <w:start w:val="1"/>
      <w:numFmt w:val="lowerLetter"/>
      <w:lvlText w:val="%5."/>
      <w:lvlJc w:val="left"/>
      <w:pPr>
        <w:ind w:left="5159" w:hanging="360"/>
      </w:pPr>
    </w:lvl>
    <w:lvl w:ilvl="5" w:tplc="0C0A0005" w:tentative="1">
      <w:start w:val="1"/>
      <w:numFmt w:val="lowerRoman"/>
      <w:lvlText w:val="%6."/>
      <w:lvlJc w:val="right"/>
      <w:pPr>
        <w:ind w:left="5879" w:hanging="180"/>
      </w:pPr>
    </w:lvl>
    <w:lvl w:ilvl="6" w:tplc="0C0A0001" w:tentative="1">
      <w:start w:val="1"/>
      <w:numFmt w:val="decimal"/>
      <w:lvlText w:val="%7."/>
      <w:lvlJc w:val="left"/>
      <w:pPr>
        <w:ind w:left="6599" w:hanging="360"/>
      </w:pPr>
    </w:lvl>
    <w:lvl w:ilvl="7" w:tplc="0C0A0003" w:tentative="1">
      <w:start w:val="1"/>
      <w:numFmt w:val="lowerLetter"/>
      <w:lvlText w:val="%8."/>
      <w:lvlJc w:val="left"/>
      <w:pPr>
        <w:ind w:left="7319" w:hanging="360"/>
      </w:pPr>
    </w:lvl>
    <w:lvl w:ilvl="8" w:tplc="0C0A0005" w:tentative="1">
      <w:start w:val="1"/>
      <w:numFmt w:val="lowerRoman"/>
      <w:lvlText w:val="%9."/>
      <w:lvlJc w:val="right"/>
      <w:pPr>
        <w:ind w:left="8039" w:hanging="180"/>
      </w:pPr>
    </w:lvl>
  </w:abstractNum>
  <w:abstractNum w:abstractNumId="21" w15:restartNumberingAfterBreak="0">
    <w:nsid w:val="42BD0950"/>
    <w:multiLevelType w:val="multilevel"/>
    <w:tmpl w:val="A3D82EB0"/>
    <w:lvl w:ilvl="0">
      <w:start w:val="1"/>
      <w:numFmt w:val="decimal"/>
      <w:pStyle w:val="1"/>
      <w:lvlText w:val="%1."/>
      <w:lvlJc w:val="left"/>
      <w:pPr>
        <w:ind w:left="284" w:hanging="284"/>
      </w:pPr>
      <w:rPr>
        <w:rFonts w:ascii="Arial" w:hAnsi="Arial" w:hint="default"/>
        <w:b/>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004338"/>
    <w:multiLevelType w:val="hybridMultilevel"/>
    <w:tmpl w:val="02027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A846B72"/>
    <w:multiLevelType w:val="hybridMultilevel"/>
    <w:tmpl w:val="771859AA"/>
    <w:lvl w:ilvl="0" w:tplc="4490DEE4">
      <w:start w:val="1"/>
      <w:numFmt w:val="decimal"/>
      <w:pStyle w:val="PieFoto"/>
      <w:lvlText w:val="Foto %1."/>
      <w:lvlJc w:val="left"/>
      <w:pPr>
        <w:ind w:left="360" w:hanging="360"/>
      </w:pPr>
      <w:rPr>
        <w:rFonts w:ascii="Arial" w:hAnsi="Arial" w:cs="Times New Roman" w:hint="default"/>
        <w:b w:val="0"/>
        <w:bCs w:val="0"/>
        <w:i w:val="0"/>
        <w:color w:val="0096FF" w:themeColor="accent2"/>
        <w:sz w:val="20"/>
        <w:szCs w:val="24"/>
        <w:lang w:val="e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08E1D20"/>
    <w:multiLevelType w:val="multilevel"/>
    <w:tmpl w:val="DAB291C0"/>
    <w:lvl w:ilvl="0">
      <w:start w:val="1"/>
      <w:numFmt w:val="bullet"/>
      <w:lvlText w:val=""/>
      <w:lvlJc w:val="left"/>
      <w:pPr>
        <w:ind w:left="360" w:hanging="360"/>
      </w:pPr>
      <w:rPr>
        <w:rFonts w:ascii="Symbol" w:hAnsi="Symbol" w:hint="default"/>
        <w:b/>
        <w:i w:val="0"/>
        <w:color w:val="50D2D2"/>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1417F67"/>
    <w:multiLevelType w:val="multilevel"/>
    <w:tmpl w:val="DAB291C0"/>
    <w:numStyleLink w:val="Estilo1"/>
  </w:abstractNum>
  <w:abstractNum w:abstractNumId="26"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27" w15:restartNumberingAfterBreak="0">
    <w:nsid w:val="7E387DFC"/>
    <w:multiLevelType w:val="multilevel"/>
    <w:tmpl w:val="AF40DB6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27"/>
  </w:num>
  <w:num w:numId="2">
    <w:abstractNumId w:val="24"/>
  </w:num>
  <w:num w:numId="3">
    <w:abstractNumId w:val="26"/>
  </w:num>
  <w:num w:numId="4">
    <w:abstractNumId w:val="20"/>
  </w:num>
  <w:num w:numId="5">
    <w:abstractNumId w:val="18"/>
  </w:num>
  <w:num w:numId="6">
    <w:abstractNumId w:val="23"/>
  </w:num>
  <w:num w:numId="7">
    <w:abstractNumId w:val="13"/>
  </w:num>
  <w:num w:numId="8">
    <w:abstractNumId w:val="25"/>
  </w:num>
  <w:num w:numId="9">
    <w:abstractNumId w:val="19"/>
  </w:num>
  <w:num w:numId="10">
    <w:abstractNumId w:val="21"/>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7"/>
  </w:num>
  <w:num w:numId="22">
    <w:abstractNumId w:val="16"/>
  </w:num>
  <w:num w:numId="23">
    <w:abstractNumId w:val="10"/>
  </w:num>
  <w:num w:numId="24">
    <w:abstractNumId w:val="15"/>
  </w:num>
  <w:num w:numId="25">
    <w:abstractNumId w:val="27"/>
  </w:num>
  <w:num w:numId="26">
    <w:abstractNumId w:val="27"/>
  </w:num>
  <w:num w:numId="27">
    <w:abstractNumId w:val="27"/>
  </w:num>
  <w:num w:numId="28">
    <w:abstractNumId w:val="27"/>
  </w:num>
  <w:num w:numId="29">
    <w:abstractNumId w:val="11"/>
  </w:num>
  <w:num w:numId="30">
    <w:abstractNumId w:val="27"/>
  </w:num>
  <w:num w:numId="31">
    <w:abstractNumId w:val="27"/>
  </w:num>
  <w:num w:numId="32">
    <w:abstractNumId w:val="27"/>
  </w:num>
  <w:num w:numId="33">
    <w:abstractNumId w:val="12"/>
  </w:num>
  <w:num w:numId="34">
    <w:abstractNumId w:val="27"/>
  </w:num>
  <w:num w:numId="35">
    <w:abstractNumId w:val="14"/>
  </w:num>
  <w:num w:numId="36">
    <w:abstractNumId w:val="27"/>
  </w:num>
  <w:num w:numId="37">
    <w:abstractNumId w:val="27"/>
  </w:num>
  <w:num w:numId="38">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autoHyphenation/>
  <w:hyphenationZone w:val="992"/>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1BE"/>
    <w:rsid w:val="000001B9"/>
    <w:rsid w:val="00000500"/>
    <w:rsid w:val="000006DF"/>
    <w:rsid w:val="00002224"/>
    <w:rsid w:val="00002708"/>
    <w:rsid w:val="00006FFB"/>
    <w:rsid w:val="00011C8B"/>
    <w:rsid w:val="000149AF"/>
    <w:rsid w:val="000167F4"/>
    <w:rsid w:val="000211AC"/>
    <w:rsid w:val="000229D3"/>
    <w:rsid w:val="00024999"/>
    <w:rsid w:val="0003058A"/>
    <w:rsid w:val="00031870"/>
    <w:rsid w:val="000422D7"/>
    <w:rsid w:val="00045F99"/>
    <w:rsid w:val="00050D21"/>
    <w:rsid w:val="00051BBF"/>
    <w:rsid w:val="00051C06"/>
    <w:rsid w:val="000554CC"/>
    <w:rsid w:val="000652CB"/>
    <w:rsid w:val="00070853"/>
    <w:rsid w:val="00072194"/>
    <w:rsid w:val="00077FF1"/>
    <w:rsid w:val="000800B9"/>
    <w:rsid w:val="000824DD"/>
    <w:rsid w:val="0008480E"/>
    <w:rsid w:val="00086A6E"/>
    <w:rsid w:val="000A0BFF"/>
    <w:rsid w:val="000A1FB0"/>
    <w:rsid w:val="000B04DC"/>
    <w:rsid w:val="000B08CA"/>
    <w:rsid w:val="000B257C"/>
    <w:rsid w:val="000B446F"/>
    <w:rsid w:val="000B6071"/>
    <w:rsid w:val="000C14A5"/>
    <w:rsid w:val="000C186D"/>
    <w:rsid w:val="000C1A20"/>
    <w:rsid w:val="000C1A28"/>
    <w:rsid w:val="000C7BDA"/>
    <w:rsid w:val="000D4CFB"/>
    <w:rsid w:val="000D6530"/>
    <w:rsid w:val="000D65C7"/>
    <w:rsid w:val="000D66F3"/>
    <w:rsid w:val="000D7DD6"/>
    <w:rsid w:val="000E0D7A"/>
    <w:rsid w:val="000E59D6"/>
    <w:rsid w:val="000F2A39"/>
    <w:rsid w:val="00101AE0"/>
    <w:rsid w:val="00102169"/>
    <w:rsid w:val="00106479"/>
    <w:rsid w:val="00111690"/>
    <w:rsid w:val="00112387"/>
    <w:rsid w:val="00114ADA"/>
    <w:rsid w:val="0012047E"/>
    <w:rsid w:val="00120599"/>
    <w:rsid w:val="00122A8C"/>
    <w:rsid w:val="001263F0"/>
    <w:rsid w:val="00130DA8"/>
    <w:rsid w:val="001313ED"/>
    <w:rsid w:val="001347E8"/>
    <w:rsid w:val="00135603"/>
    <w:rsid w:val="00140243"/>
    <w:rsid w:val="00144858"/>
    <w:rsid w:val="001461C4"/>
    <w:rsid w:val="00162E73"/>
    <w:rsid w:val="00164A08"/>
    <w:rsid w:val="00166D69"/>
    <w:rsid w:val="00171012"/>
    <w:rsid w:val="00180AC4"/>
    <w:rsid w:val="00185653"/>
    <w:rsid w:val="00187EA9"/>
    <w:rsid w:val="001917C7"/>
    <w:rsid w:val="00193028"/>
    <w:rsid w:val="00197DE2"/>
    <w:rsid w:val="001B1450"/>
    <w:rsid w:val="001B68AB"/>
    <w:rsid w:val="001C3FDA"/>
    <w:rsid w:val="001D5B3F"/>
    <w:rsid w:val="001E040E"/>
    <w:rsid w:val="001E12C3"/>
    <w:rsid w:val="001E2079"/>
    <w:rsid w:val="001E5876"/>
    <w:rsid w:val="001E7467"/>
    <w:rsid w:val="001E79C5"/>
    <w:rsid w:val="001F17ED"/>
    <w:rsid w:val="001F3026"/>
    <w:rsid w:val="001F303D"/>
    <w:rsid w:val="001F3CF1"/>
    <w:rsid w:val="001F6431"/>
    <w:rsid w:val="001F67F4"/>
    <w:rsid w:val="001F7020"/>
    <w:rsid w:val="00200B05"/>
    <w:rsid w:val="00202D8F"/>
    <w:rsid w:val="00206026"/>
    <w:rsid w:val="00210C39"/>
    <w:rsid w:val="00213987"/>
    <w:rsid w:val="00223A7F"/>
    <w:rsid w:val="00226947"/>
    <w:rsid w:val="00226CF9"/>
    <w:rsid w:val="00233E1F"/>
    <w:rsid w:val="00234F77"/>
    <w:rsid w:val="002365CB"/>
    <w:rsid w:val="00241211"/>
    <w:rsid w:val="00243D3A"/>
    <w:rsid w:val="00244839"/>
    <w:rsid w:val="00244D7D"/>
    <w:rsid w:val="002456A5"/>
    <w:rsid w:val="002460E1"/>
    <w:rsid w:val="002464A3"/>
    <w:rsid w:val="00250A3E"/>
    <w:rsid w:val="00252E37"/>
    <w:rsid w:val="0025377B"/>
    <w:rsid w:val="0026138C"/>
    <w:rsid w:val="00266906"/>
    <w:rsid w:val="00270A8E"/>
    <w:rsid w:val="00273F88"/>
    <w:rsid w:val="0027603F"/>
    <w:rsid w:val="0028074F"/>
    <w:rsid w:val="00291526"/>
    <w:rsid w:val="00293253"/>
    <w:rsid w:val="002938FA"/>
    <w:rsid w:val="00296D82"/>
    <w:rsid w:val="002A12E8"/>
    <w:rsid w:val="002A27F5"/>
    <w:rsid w:val="002A4782"/>
    <w:rsid w:val="002A47E6"/>
    <w:rsid w:val="002A5D8A"/>
    <w:rsid w:val="002A60D5"/>
    <w:rsid w:val="002B27E9"/>
    <w:rsid w:val="002B424B"/>
    <w:rsid w:val="002C039A"/>
    <w:rsid w:val="002C4B14"/>
    <w:rsid w:val="002C543C"/>
    <w:rsid w:val="002D1780"/>
    <w:rsid w:val="002D7DC1"/>
    <w:rsid w:val="002E2554"/>
    <w:rsid w:val="002E2AF9"/>
    <w:rsid w:val="002E6704"/>
    <w:rsid w:val="002F1E70"/>
    <w:rsid w:val="002F42B2"/>
    <w:rsid w:val="002F44BA"/>
    <w:rsid w:val="002F5E2B"/>
    <w:rsid w:val="002F743D"/>
    <w:rsid w:val="00303824"/>
    <w:rsid w:val="003045F8"/>
    <w:rsid w:val="0031038E"/>
    <w:rsid w:val="00314D75"/>
    <w:rsid w:val="003154E3"/>
    <w:rsid w:val="00315847"/>
    <w:rsid w:val="003225FB"/>
    <w:rsid w:val="00323B47"/>
    <w:rsid w:val="0032490A"/>
    <w:rsid w:val="00335D23"/>
    <w:rsid w:val="00336540"/>
    <w:rsid w:val="00352DC5"/>
    <w:rsid w:val="00355571"/>
    <w:rsid w:val="00360C79"/>
    <w:rsid w:val="003632FF"/>
    <w:rsid w:val="0036400F"/>
    <w:rsid w:val="0037221A"/>
    <w:rsid w:val="00374105"/>
    <w:rsid w:val="0037429D"/>
    <w:rsid w:val="00375A2B"/>
    <w:rsid w:val="00377FBD"/>
    <w:rsid w:val="0038209A"/>
    <w:rsid w:val="00383171"/>
    <w:rsid w:val="0038403F"/>
    <w:rsid w:val="00384940"/>
    <w:rsid w:val="003912ED"/>
    <w:rsid w:val="00393121"/>
    <w:rsid w:val="00393AC1"/>
    <w:rsid w:val="00393B1E"/>
    <w:rsid w:val="00393CCB"/>
    <w:rsid w:val="003950B6"/>
    <w:rsid w:val="00395AF8"/>
    <w:rsid w:val="0039722E"/>
    <w:rsid w:val="00397EF5"/>
    <w:rsid w:val="003A1E7F"/>
    <w:rsid w:val="003A1FE1"/>
    <w:rsid w:val="003A66A4"/>
    <w:rsid w:val="003A7247"/>
    <w:rsid w:val="003B1E84"/>
    <w:rsid w:val="003B1F78"/>
    <w:rsid w:val="003B3634"/>
    <w:rsid w:val="003B4DCE"/>
    <w:rsid w:val="003B5FA1"/>
    <w:rsid w:val="003B687F"/>
    <w:rsid w:val="003C00E4"/>
    <w:rsid w:val="003D1400"/>
    <w:rsid w:val="003D6E3B"/>
    <w:rsid w:val="003D7864"/>
    <w:rsid w:val="003D7D2A"/>
    <w:rsid w:val="003E04AA"/>
    <w:rsid w:val="003E2B48"/>
    <w:rsid w:val="003E64A2"/>
    <w:rsid w:val="003F0B38"/>
    <w:rsid w:val="003F227E"/>
    <w:rsid w:val="003F2BE6"/>
    <w:rsid w:val="003F442F"/>
    <w:rsid w:val="003F540F"/>
    <w:rsid w:val="003F5875"/>
    <w:rsid w:val="004028D6"/>
    <w:rsid w:val="0041097E"/>
    <w:rsid w:val="00410AA5"/>
    <w:rsid w:val="0041495F"/>
    <w:rsid w:val="00415131"/>
    <w:rsid w:val="00415BA1"/>
    <w:rsid w:val="00415E62"/>
    <w:rsid w:val="0042092B"/>
    <w:rsid w:val="00424517"/>
    <w:rsid w:val="00424FC6"/>
    <w:rsid w:val="004258EA"/>
    <w:rsid w:val="00433EE7"/>
    <w:rsid w:val="004422E3"/>
    <w:rsid w:val="004426F2"/>
    <w:rsid w:val="004447BD"/>
    <w:rsid w:val="00444E04"/>
    <w:rsid w:val="004546BC"/>
    <w:rsid w:val="00454C14"/>
    <w:rsid w:val="004559A2"/>
    <w:rsid w:val="00463D5D"/>
    <w:rsid w:val="00466389"/>
    <w:rsid w:val="0046715A"/>
    <w:rsid w:val="004724D4"/>
    <w:rsid w:val="0047291C"/>
    <w:rsid w:val="00473DB2"/>
    <w:rsid w:val="00473EF1"/>
    <w:rsid w:val="0047643C"/>
    <w:rsid w:val="0047755D"/>
    <w:rsid w:val="00480BE7"/>
    <w:rsid w:val="0048305E"/>
    <w:rsid w:val="00485C33"/>
    <w:rsid w:val="00487784"/>
    <w:rsid w:val="00496281"/>
    <w:rsid w:val="004A34C5"/>
    <w:rsid w:val="004B2EB5"/>
    <w:rsid w:val="004B6B3E"/>
    <w:rsid w:val="004B7572"/>
    <w:rsid w:val="004C04F8"/>
    <w:rsid w:val="004C0C32"/>
    <w:rsid w:val="004C5505"/>
    <w:rsid w:val="004C59BA"/>
    <w:rsid w:val="004C7DAA"/>
    <w:rsid w:val="004D1107"/>
    <w:rsid w:val="004D5492"/>
    <w:rsid w:val="004D636D"/>
    <w:rsid w:val="004E29B3"/>
    <w:rsid w:val="004E4AB5"/>
    <w:rsid w:val="004E62A2"/>
    <w:rsid w:val="004F36F7"/>
    <w:rsid w:val="004F3ACB"/>
    <w:rsid w:val="004F3D03"/>
    <w:rsid w:val="005037AB"/>
    <w:rsid w:val="00510BBC"/>
    <w:rsid w:val="0051314B"/>
    <w:rsid w:val="005204BF"/>
    <w:rsid w:val="0052083F"/>
    <w:rsid w:val="00522AFB"/>
    <w:rsid w:val="00524021"/>
    <w:rsid w:val="00525E3F"/>
    <w:rsid w:val="00532CA8"/>
    <w:rsid w:val="005349C2"/>
    <w:rsid w:val="00544345"/>
    <w:rsid w:val="00546324"/>
    <w:rsid w:val="00546ED6"/>
    <w:rsid w:val="005474CE"/>
    <w:rsid w:val="00547754"/>
    <w:rsid w:val="0054788F"/>
    <w:rsid w:val="00553A23"/>
    <w:rsid w:val="0055470D"/>
    <w:rsid w:val="0055574A"/>
    <w:rsid w:val="00560FD1"/>
    <w:rsid w:val="00562879"/>
    <w:rsid w:val="005661BC"/>
    <w:rsid w:val="0056643C"/>
    <w:rsid w:val="00570578"/>
    <w:rsid w:val="00574AE4"/>
    <w:rsid w:val="00577C8C"/>
    <w:rsid w:val="0058196D"/>
    <w:rsid w:val="00582199"/>
    <w:rsid w:val="00582A44"/>
    <w:rsid w:val="00583225"/>
    <w:rsid w:val="00587BB4"/>
    <w:rsid w:val="00587D52"/>
    <w:rsid w:val="00590D07"/>
    <w:rsid w:val="00593D55"/>
    <w:rsid w:val="00594F0B"/>
    <w:rsid w:val="00595ED9"/>
    <w:rsid w:val="005961BE"/>
    <w:rsid w:val="005A05CD"/>
    <w:rsid w:val="005A0EE6"/>
    <w:rsid w:val="005B1E68"/>
    <w:rsid w:val="005B2EDF"/>
    <w:rsid w:val="005B52E1"/>
    <w:rsid w:val="005B5522"/>
    <w:rsid w:val="005B6C61"/>
    <w:rsid w:val="005B6F88"/>
    <w:rsid w:val="005C0998"/>
    <w:rsid w:val="005C33F6"/>
    <w:rsid w:val="005C57B4"/>
    <w:rsid w:val="005D168C"/>
    <w:rsid w:val="005D1E63"/>
    <w:rsid w:val="005D6D98"/>
    <w:rsid w:val="005D7B0C"/>
    <w:rsid w:val="005E0E0E"/>
    <w:rsid w:val="005E2A8E"/>
    <w:rsid w:val="005E567E"/>
    <w:rsid w:val="005E6260"/>
    <w:rsid w:val="005E6E97"/>
    <w:rsid w:val="005F0578"/>
    <w:rsid w:val="00602851"/>
    <w:rsid w:val="00603DBC"/>
    <w:rsid w:val="00604F0B"/>
    <w:rsid w:val="0060656A"/>
    <w:rsid w:val="00606E57"/>
    <w:rsid w:val="0060753E"/>
    <w:rsid w:val="0060784C"/>
    <w:rsid w:val="0061088E"/>
    <w:rsid w:val="006118B7"/>
    <w:rsid w:val="006130BE"/>
    <w:rsid w:val="00614E6A"/>
    <w:rsid w:val="00615AF8"/>
    <w:rsid w:val="00624EF8"/>
    <w:rsid w:val="006257CB"/>
    <w:rsid w:val="00626684"/>
    <w:rsid w:val="00630D4A"/>
    <w:rsid w:val="006404D1"/>
    <w:rsid w:val="006412BF"/>
    <w:rsid w:val="00641941"/>
    <w:rsid w:val="00644A80"/>
    <w:rsid w:val="00651B18"/>
    <w:rsid w:val="006531D8"/>
    <w:rsid w:val="0065569F"/>
    <w:rsid w:val="00657BC0"/>
    <w:rsid w:val="006649FA"/>
    <w:rsid w:val="0066762A"/>
    <w:rsid w:val="00680D04"/>
    <w:rsid w:val="00693D78"/>
    <w:rsid w:val="00694B49"/>
    <w:rsid w:val="00697797"/>
    <w:rsid w:val="006A1E6C"/>
    <w:rsid w:val="006B7DA6"/>
    <w:rsid w:val="006C268A"/>
    <w:rsid w:val="006C58F4"/>
    <w:rsid w:val="006D28B5"/>
    <w:rsid w:val="006D39A0"/>
    <w:rsid w:val="006E047B"/>
    <w:rsid w:val="006E219E"/>
    <w:rsid w:val="006E6653"/>
    <w:rsid w:val="006E773D"/>
    <w:rsid w:val="006F04E9"/>
    <w:rsid w:val="006F0B7D"/>
    <w:rsid w:val="006F6150"/>
    <w:rsid w:val="007071B8"/>
    <w:rsid w:val="00710C54"/>
    <w:rsid w:val="00712AB8"/>
    <w:rsid w:val="00714FDC"/>
    <w:rsid w:val="007213C2"/>
    <w:rsid w:val="00723025"/>
    <w:rsid w:val="00725C9C"/>
    <w:rsid w:val="00726949"/>
    <w:rsid w:val="00730851"/>
    <w:rsid w:val="007352BB"/>
    <w:rsid w:val="0073567A"/>
    <w:rsid w:val="0075324D"/>
    <w:rsid w:val="00760F1D"/>
    <w:rsid w:val="007672E9"/>
    <w:rsid w:val="007702B9"/>
    <w:rsid w:val="007713C8"/>
    <w:rsid w:val="007735E9"/>
    <w:rsid w:val="00775A83"/>
    <w:rsid w:val="00775FC8"/>
    <w:rsid w:val="00776AD0"/>
    <w:rsid w:val="00776F37"/>
    <w:rsid w:val="00784D58"/>
    <w:rsid w:val="007853AF"/>
    <w:rsid w:val="007859DB"/>
    <w:rsid w:val="00790825"/>
    <w:rsid w:val="00791105"/>
    <w:rsid w:val="0079389D"/>
    <w:rsid w:val="00794293"/>
    <w:rsid w:val="00796C71"/>
    <w:rsid w:val="00797BD1"/>
    <w:rsid w:val="007A4351"/>
    <w:rsid w:val="007A6369"/>
    <w:rsid w:val="007B2431"/>
    <w:rsid w:val="007B3FB2"/>
    <w:rsid w:val="007C0144"/>
    <w:rsid w:val="007C4221"/>
    <w:rsid w:val="007C4A06"/>
    <w:rsid w:val="007C5DE0"/>
    <w:rsid w:val="007D0B18"/>
    <w:rsid w:val="007D0FFF"/>
    <w:rsid w:val="007D54D1"/>
    <w:rsid w:val="007D6C87"/>
    <w:rsid w:val="007E24A1"/>
    <w:rsid w:val="007E3313"/>
    <w:rsid w:val="007E5DAC"/>
    <w:rsid w:val="007E5F89"/>
    <w:rsid w:val="007E7BA1"/>
    <w:rsid w:val="007F12E7"/>
    <w:rsid w:val="007F1EA9"/>
    <w:rsid w:val="007F53B9"/>
    <w:rsid w:val="007F622D"/>
    <w:rsid w:val="007F6FD8"/>
    <w:rsid w:val="00800524"/>
    <w:rsid w:val="008047F5"/>
    <w:rsid w:val="008064B1"/>
    <w:rsid w:val="00807030"/>
    <w:rsid w:val="00807FA6"/>
    <w:rsid w:val="008167F5"/>
    <w:rsid w:val="008173D1"/>
    <w:rsid w:val="00821098"/>
    <w:rsid w:val="00822F5D"/>
    <w:rsid w:val="00823E01"/>
    <w:rsid w:val="0082431E"/>
    <w:rsid w:val="0082728D"/>
    <w:rsid w:val="00832A3C"/>
    <w:rsid w:val="008346D9"/>
    <w:rsid w:val="00834773"/>
    <w:rsid w:val="00845406"/>
    <w:rsid w:val="00851E4D"/>
    <w:rsid w:val="0085618C"/>
    <w:rsid w:val="00856257"/>
    <w:rsid w:val="008565E0"/>
    <w:rsid w:val="00861472"/>
    <w:rsid w:val="008620B4"/>
    <w:rsid w:val="00866951"/>
    <w:rsid w:val="0087334B"/>
    <w:rsid w:val="008766E0"/>
    <w:rsid w:val="008801E8"/>
    <w:rsid w:val="00883646"/>
    <w:rsid w:val="0089278D"/>
    <w:rsid w:val="00895F20"/>
    <w:rsid w:val="008A1FB5"/>
    <w:rsid w:val="008A2DB8"/>
    <w:rsid w:val="008A2FBB"/>
    <w:rsid w:val="008A356A"/>
    <w:rsid w:val="008A3BE5"/>
    <w:rsid w:val="008B04FF"/>
    <w:rsid w:val="008C31D8"/>
    <w:rsid w:val="008C3460"/>
    <w:rsid w:val="008C35B6"/>
    <w:rsid w:val="008C50AA"/>
    <w:rsid w:val="008C5831"/>
    <w:rsid w:val="008C70BE"/>
    <w:rsid w:val="008D159A"/>
    <w:rsid w:val="008D20DE"/>
    <w:rsid w:val="008D615F"/>
    <w:rsid w:val="008D680A"/>
    <w:rsid w:val="008D6863"/>
    <w:rsid w:val="008D6A65"/>
    <w:rsid w:val="008E0656"/>
    <w:rsid w:val="008E337C"/>
    <w:rsid w:val="008E557E"/>
    <w:rsid w:val="008E77D7"/>
    <w:rsid w:val="008F3967"/>
    <w:rsid w:val="008F3FAD"/>
    <w:rsid w:val="008F681F"/>
    <w:rsid w:val="008F7661"/>
    <w:rsid w:val="008F7803"/>
    <w:rsid w:val="008F79F5"/>
    <w:rsid w:val="0090039F"/>
    <w:rsid w:val="00900489"/>
    <w:rsid w:val="00902BC3"/>
    <w:rsid w:val="00904B2B"/>
    <w:rsid w:val="00904DA6"/>
    <w:rsid w:val="009061DA"/>
    <w:rsid w:val="00910917"/>
    <w:rsid w:val="009148BC"/>
    <w:rsid w:val="009158C6"/>
    <w:rsid w:val="009217A1"/>
    <w:rsid w:val="00931689"/>
    <w:rsid w:val="00932A92"/>
    <w:rsid w:val="009341B1"/>
    <w:rsid w:val="009415FF"/>
    <w:rsid w:val="009450A3"/>
    <w:rsid w:val="009452A1"/>
    <w:rsid w:val="009506AD"/>
    <w:rsid w:val="00952856"/>
    <w:rsid w:val="00952B1A"/>
    <w:rsid w:val="00955EFB"/>
    <w:rsid w:val="009562E0"/>
    <w:rsid w:val="00956ECC"/>
    <w:rsid w:val="0095731A"/>
    <w:rsid w:val="009600BD"/>
    <w:rsid w:val="00963EFB"/>
    <w:rsid w:val="009641E9"/>
    <w:rsid w:val="0096758D"/>
    <w:rsid w:val="009706FC"/>
    <w:rsid w:val="00972880"/>
    <w:rsid w:val="00972C67"/>
    <w:rsid w:val="009804A2"/>
    <w:rsid w:val="00984CFB"/>
    <w:rsid w:val="009853F4"/>
    <w:rsid w:val="009877B7"/>
    <w:rsid w:val="009A6139"/>
    <w:rsid w:val="009C0A7A"/>
    <w:rsid w:val="009C4317"/>
    <w:rsid w:val="009C79C0"/>
    <w:rsid w:val="009C7D18"/>
    <w:rsid w:val="009D6590"/>
    <w:rsid w:val="009D7E76"/>
    <w:rsid w:val="009E249D"/>
    <w:rsid w:val="009E323F"/>
    <w:rsid w:val="009E3E7E"/>
    <w:rsid w:val="009E66A7"/>
    <w:rsid w:val="009F13F5"/>
    <w:rsid w:val="009F30EC"/>
    <w:rsid w:val="009F447E"/>
    <w:rsid w:val="009F6CF5"/>
    <w:rsid w:val="00A00582"/>
    <w:rsid w:val="00A03AAD"/>
    <w:rsid w:val="00A061D3"/>
    <w:rsid w:val="00A10585"/>
    <w:rsid w:val="00A12867"/>
    <w:rsid w:val="00A148BF"/>
    <w:rsid w:val="00A1680F"/>
    <w:rsid w:val="00A2025C"/>
    <w:rsid w:val="00A21A08"/>
    <w:rsid w:val="00A24227"/>
    <w:rsid w:val="00A26060"/>
    <w:rsid w:val="00A2724F"/>
    <w:rsid w:val="00A30972"/>
    <w:rsid w:val="00A35217"/>
    <w:rsid w:val="00A36EC2"/>
    <w:rsid w:val="00A42824"/>
    <w:rsid w:val="00A4420B"/>
    <w:rsid w:val="00A457E7"/>
    <w:rsid w:val="00A463CE"/>
    <w:rsid w:val="00A4726A"/>
    <w:rsid w:val="00A502BB"/>
    <w:rsid w:val="00A53002"/>
    <w:rsid w:val="00A53F7F"/>
    <w:rsid w:val="00A544DD"/>
    <w:rsid w:val="00A55F84"/>
    <w:rsid w:val="00A725CC"/>
    <w:rsid w:val="00A7267A"/>
    <w:rsid w:val="00A7322B"/>
    <w:rsid w:val="00A74C16"/>
    <w:rsid w:val="00A805A5"/>
    <w:rsid w:val="00A84D7D"/>
    <w:rsid w:val="00A85528"/>
    <w:rsid w:val="00A86936"/>
    <w:rsid w:val="00A91895"/>
    <w:rsid w:val="00A96B76"/>
    <w:rsid w:val="00AA61E5"/>
    <w:rsid w:val="00AB0120"/>
    <w:rsid w:val="00AB258E"/>
    <w:rsid w:val="00AB27DD"/>
    <w:rsid w:val="00AB68D8"/>
    <w:rsid w:val="00AB6D82"/>
    <w:rsid w:val="00AC4E1A"/>
    <w:rsid w:val="00AD32C3"/>
    <w:rsid w:val="00AD4FF1"/>
    <w:rsid w:val="00AE2366"/>
    <w:rsid w:val="00AE3647"/>
    <w:rsid w:val="00AE4128"/>
    <w:rsid w:val="00AE4583"/>
    <w:rsid w:val="00AE56F8"/>
    <w:rsid w:val="00AF037F"/>
    <w:rsid w:val="00AF3A37"/>
    <w:rsid w:val="00AF3A84"/>
    <w:rsid w:val="00AF4C66"/>
    <w:rsid w:val="00AF6A40"/>
    <w:rsid w:val="00B00B3F"/>
    <w:rsid w:val="00B01B66"/>
    <w:rsid w:val="00B0217D"/>
    <w:rsid w:val="00B10251"/>
    <w:rsid w:val="00B10E82"/>
    <w:rsid w:val="00B11A72"/>
    <w:rsid w:val="00B14CD1"/>
    <w:rsid w:val="00B24215"/>
    <w:rsid w:val="00B31F0F"/>
    <w:rsid w:val="00B3739F"/>
    <w:rsid w:val="00B429EB"/>
    <w:rsid w:val="00B441DF"/>
    <w:rsid w:val="00B4566A"/>
    <w:rsid w:val="00B47F16"/>
    <w:rsid w:val="00B47FE9"/>
    <w:rsid w:val="00B507DF"/>
    <w:rsid w:val="00B52AC1"/>
    <w:rsid w:val="00B55990"/>
    <w:rsid w:val="00B576AD"/>
    <w:rsid w:val="00B607F8"/>
    <w:rsid w:val="00B60F92"/>
    <w:rsid w:val="00B63FFD"/>
    <w:rsid w:val="00B64654"/>
    <w:rsid w:val="00B65E1F"/>
    <w:rsid w:val="00B6617C"/>
    <w:rsid w:val="00B67974"/>
    <w:rsid w:val="00B75B38"/>
    <w:rsid w:val="00B7659A"/>
    <w:rsid w:val="00B765AB"/>
    <w:rsid w:val="00B80277"/>
    <w:rsid w:val="00B83693"/>
    <w:rsid w:val="00B86B75"/>
    <w:rsid w:val="00B86E9B"/>
    <w:rsid w:val="00B92C29"/>
    <w:rsid w:val="00B95343"/>
    <w:rsid w:val="00B95778"/>
    <w:rsid w:val="00B95AE0"/>
    <w:rsid w:val="00BA15E8"/>
    <w:rsid w:val="00BA316C"/>
    <w:rsid w:val="00BA455B"/>
    <w:rsid w:val="00BA51D7"/>
    <w:rsid w:val="00BA6128"/>
    <w:rsid w:val="00BB1264"/>
    <w:rsid w:val="00BB180B"/>
    <w:rsid w:val="00BB604B"/>
    <w:rsid w:val="00BB6678"/>
    <w:rsid w:val="00BB7FBA"/>
    <w:rsid w:val="00BC48D5"/>
    <w:rsid w:val="00BC5175"/>
    <w:rsid w:val="00BC517E"/>
    <w:rsid w:val="00BC5A33"/>
    <w:rsid w:val="00BD0A05"/>
    <w:rsid w:val="00BD0A70"/>
    <w:rsid w:val="00BD1B42"/>
    <w:rsid w:val="00BD1DA5"/>
    <w:rsid w:val="00BD5BAD"/>
    <w:rsid w:val="00BE3E1B"/>
    <w:rsid w:val="00BE568C"/>
    <w:rsid w:val="00BE7554"/>
    <w:rsid w:val="00BF2019"/>
    <w:rsid w:val="00BF3F7D"/>
    <w:rsid w:val="00C011F4"/>
    <w:rsid w:val="00C0369F"/>
    <w:rsid w:val="00C04FDB"/>
    <w:rsid w:val="00C154DD"/>
    <w:rsid w:val="00C228EF"/>
    <w:rsid w:val="00C23DD1"/>
    <w:rsid w:val="00C26691"/>
    <w:rsid w:val="00C27E3B"/>
    <w:rsid w:val="00C35200"/>
    <w:rsid w:val="00C35CB4"/>
    <w:rsid w:val="00C360B5"/>
    <w:rsid w:val="00C36279"/>
    <w:rsid w:val="00C42F3A"/>
    <w:rsid w:val="00C43190"/>
    <w:rsid w:val="00C439F4"/>
    <w:rsid w:val="00C445D3"/>
    <w:rsid w:val="00C45A12"/>
    <w:rsid w:val="00C46D22"/>
    <w:rsid w:val="00C50F5A"/>
    <w:rsid w:val="00C55938"/>
    <w:rsid w:val="00C56A1B"/>
    <w:rsid w:val="00C6347C"/>
    <w:rsid w:val="00C67CED"/>
    <w:rsid w:val="00C71360"/>
    <w:rsid w:val="00C71616"/>
    <w:rsid w:val="00C72052"/>
    <w:rsid w:val="00C724C9"/>
    <w:rsid w:val="00C7358E"/>
    <w:rsid w:val="00C76869"/>
    <w:rsid w:val="00C80C2C"/>
    <w:rsid w:val="00C861EE"/>
    <w:rsid w:val="00C90045"/>
    <w:rsid w:val="00C90DCB"/>
    <w:rsid w:val="00C93E12"/>
    <w:rsid w:val="00C976A4"/>
    <w:rsid w:val="00CA0E86"/>
    <w:rsid w:val="00CA315C"/>
    <w:rsid w:val="00CA4645"/>
    <w:rsid w:val="00CA4F56"/>
    <w:rsid w:val="00CA6C84"/>
    <w:rsid w:val="00CB0594"/>
    <w:rsid w:val="00CB0F85"/>
    <w:rsid w:val="00CB2F65"/>
    <w:rsid w:val="00CB3036"/>
    <w:rsid w:val="00CB5455"/>
    <w:rsid w:val="00CB66B0"/>
    <w:rsid w:val="00CC1456"/>
    <w:rsid w:val="00CC4D7F"/>
    <w:rsid w:val="00CC5A19"/>
    <w:rsid w:val="00CD195F"/>
    <w:rsid w:val="00CD35D9"/>
    <w:rsid w:val="00CD4932"/>
    <w:rsid w:val="00CD78DD"/>
    <w:rsid w:val="00CE7129"/>
    <w:rsid w:val="00CF256D"/>
    <w:rsid w:val="00CF3D04"/>
    <w:rsid w:val="00CF4EF4"/>
    <w:rsid w:val="00D049DE"/>
    <w:rsid w:val="00D11523"/>
    <w:rsid w:val="00D133D5"/>
    <w:rsid w:val="00D14718"/>
    <w:rsid w:val="00D20D6B"/>
    <w:rsid w:val="00D2321C"/>
    <w:rsid w:val="00D31BF6"/>
    <w:rsid w:val="00D31D6A"/>
    <w:rsid w:val="00D32A64"/>
    <w:rsid w:val="00D355B7"/>
    <w:rsid w:val="00D36372"/>
    <w:rsid w:val="00D51C00"/>
    <w:rsid w:val="00D55AC7"/>
    <w:rsid w:val="00D6064B"/>
    <w:rsid w:val="00D61322"/>
    <w:rsid w:val="00D6539D"/>
    <w:rsid w:val="00D66972"/>
    <w:rsid w:val="00D67D66"/>
    <w:rsid w:val="00D7001F"/>
    <w:rsid w:val="00D70D4C"/>
    <w:rsid w:val="00D71069"/>
    <w:rsid w:val="00D7371E"/>
    <w:rsid w:val="00D74ADF"/>
    <w:rsid w:val="00D75514"/>
    <w:rsid w:val="00D76275"/>
    <w:rsid w:val="00D8319F"/>
    <w:rsid w:val="00D91DF0"/>
    <w:rsid w:val="00D946CE"/>
    <w:rsid w:val="00D9663F"/>
    <w:rsid w:val="00DA07F5"/>
    <w:rsid w:val="00DA2B5B"/>
    <w:rsid w:val="00DA344D"/>
    <w:rsid w:val="00DA3FEC"/>
    <w:rsid w:val="00DA756F"/>
    <w:rsid w:val="00DB4F23"/>
    <w:rsid w:val="00DB73A1"/>
    <w:rsid w:val="00DD0D66"/>
    <w:rsid w:val="00DD6D70"/>
    <w:rsid w:val="00DE562E"/>
    <w:rsid w:val="00DE5D04"/>
    <w:rsid w:val="00DE6D7C"/>
    <w:rsid w:val="00DF1253"/>
    <w:rsid w:val="00DF1F22"/>
    <w:rsid w:val="00DF32D6"/>
    <w:rsid w:val="00DF4AEE"/>
    <w:rsid w:val="00E03AD5"/>
    <w:rsid w:val="00E0628C"/>
    <w:rsid w:val="00E10F84"/>
    <w:rsid w:val="00E12547"/>
    <w:rsid w:val="00E125FE"/>
    <w:rsid w:val="00E15925"/>
    <w:rsid w:val="00E23D58"/>
    <w:rsid w:val="00E27B40"/>
    <w:rsid w:val="00E30751"/>
    <w:rsid w:val="00E315A3"/>
    <w:rsid w:val="00E374A7"/>
    <w:rsid w:val="00E4415B"/>
    <w:rsid w:val="00E4444A"/>
    <w:rsid w:val="00E47DF4"/>
    <w:rsid w:val="00E50249"/>
    <w:rsid w:val="00E51B78"/>
    <w:rsid w:val="00E52C1D"/>
    <w:rsid w:val="00E53E75"/>
    <w:rsid w:val="00E6129D"/>
    <w:rsid w:val="00E6585C"/>
    <w:rsid w:val="00E675CE"/>
    <w:rsid w:val="00E67B6C"/>
    <w:rsid w:val="00E81A7E"/>
    <w:rsid w:val="00E82B87"/>
    <w:rsid w:val="00E9367A"/>
    <w:rsid w:val="00E964B9"/>
    <w:rsid w:val="00EA1228"/>
    <w:rsid w:val="00EA4AC5"/>
    <w:rsid w:val="00EB08EC"/>
    <w:rsid w:val="00EB3736"/>
    <w:rsid w:val="00EB54BE"/>
    <w:rsid w:val="00EC0033"/>
    <w:rsid w:val="00EC0610"/>
    <w:rsid w:val="00ED273A"/>
    <w:rsid w:val="00ED6CB5"/>
    <w:rsid w:val="00EE0C22"/>
    <w:rsid w:val="00EE153E"/>
    <w:rsid w:val="00EE34F2"/>
    <w:rsid w:val="00EE6906"/>
    <w:rsid w:val="00EF28A5"/>
    <w:rsid w:val="00EF554E"/>
    <w:rsid w:val="00EF6C69"/>
    <w:rsid w:val="00EF6CAF"/>
    <w:rsid w:val="00F00E39"/>
    <w:rsid w:val="00F023E6"/>
    <w:rsid w:val="00F069D7"/>
    <w:rsid w:val="00F07055"/>
    <w:rsid w:val="00F107E0"/>
    <w:rsid w:val="00F11254"/>
    <w:rsid w:val="00F13054"/>
    <w:rsid w:val="00F138BA"/>
    <w:rsid w:val="00F14110"/>
    <w:rsid w:val="00F148C5"/>
    <w:rsid w:val="00F223DA"/>
    <w:rsid w:val="00F243EC"/>
    <w:rsid w:val="00F25551"/>
    <w:rsid w:val="00F26EFA"/>
    <w:rsid w:val="00F2770D"/>
    <w:rsid w:val="00F300AA"/>
    <w:rsid w:val="00F32A89"/>
    <w:rsid w:val="00F33604"/>
    <w:rsid w:val="00F33D1A"/>
    <w:rsid w:val="00F35797"/>
    <w:rsid w:val="00F42A91"/>
    <w:rsid w:val="00F43757"/>
    <w:rsid w:val="00F44896"/>
    <w:rsid w:val="00F47186"/>
    <w:rsid w:val="00F64103"/>
    <w:rsid w:val="00F65171"/>
    <w:rsid w:val="00F66F88"/>
    <w:rsid w:val="00F71CD6"/>
    <w:rsid w:val="00F73A23"/>
    <w:rsid w:val="00F765EE"/>
    <w:rsid w:val="00F77A0C"/>
    <w:rsid w:val="00F802BD"/>
    <w:rsid w:val="00F80669"/>
    <w:rsid w:val="00F80B4D"/>
    <w:rsid w:val="00F85992"/>
    <w:rsid w:val="00F91E5E"/>
    <w:rsid w:val="00F96D96"/>
    <w:rsid w:val="00FA2463"/>
    <w:rsid w:val="00FA40EC"/>
    <w:rsid w:val="00FA5AB3"/>
    <w:rsid w:val="00FA68BB"/>
    <w:rsid w:val="00FA69A3"/>
    <w:rsid w:val="00FB24AC"/>
    <w:rsid w:val="00FB7CCD"/>
    <w:rsid w:val="00FC6BCA"/>
    <w:rsid w:val="00FD0E78"/>
    <w:rsid w:val="00FD15AD"/>
    <w:rsid w:val="00FD237B"/>
    <w:rsid w:val="00FD2CBD"/>
    <w:rsid w:val="00FD4C32"/>
    <w:rsid w:val="00FD56FC"/>
    <w:rsid w:val="00FE2F3B"/>
    <w:rsid w:val="00FE3C3F"/>
    <w:rsid w:val="00FE7865"/>
    <w:rsid w:val="00FF270C"/>
    <w:rsid w:val="00FF27C2"/>
    <w:rsid w:val="00FF4781"/>
    <w:rsid w:val="00FF66A7"/>
    <w:rsid w:val="01230948"/>
    <w:rsid w:val="0651DD92"/>
    <w:rsid w:val="09E66753"/>
    <w:rsid w:val="0F1509C7"/>
    <w:rsid w:val="0F5437DD"/>
    <w:rsid w:val="0F977718"/>
    <w:rsid w:val="13E87AEA"/>
    <w:rsid w:val="1450E7DC"/>
    <w:rsid w:val="146F0EC9"/>
    <w:rsid w:val="1A610800"/>
    <w:rsid w:val="1B02C26F"/>
    <w:rsid w:val="1CDC6B12"/>
    <w:rsid w:val="285F470A"/>
    <w:rsid w:val="39035777"/>
    <w:rsid w:val="4703653D"/>
    <w:rsid w:val="4933EA1B"/>
    <w:rsid w:val="4A06E540"/>
    <w:rsid w:val="4C8C901D"/>
    <w:rsid w:val="526EF45F"/>
    <w:rsid w:val="5339DAD7"/>
    <w:rsid w:val="619B05E3"/>
    <w:rsid w:val="6458DAD9"/>
    <w:rsid w:val="6A33A370"/>
    <w:rsid w:val="6DBB1D04"/>
    <w:rsid w:val="7095CD6A"/>
    <w:rsid w:val="70E3572A"/>
    <w:rsid w:val="70EEF7C3"/>
    <w:rsid w:val="7375633F"/>
    <w:rsid w:val="73F99561"/>
    <w:rsid w:val="747D6920"/>
    <w:rsid w:val="774A3151"/>
    <w:rsid w:val="7CB3DA9A"/>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BD1922"/>
  <w15:docId w15:val="{02CCB8CD-5EE6-42B8-AA66-743CFAEB6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Hyperlink"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Intense Quote" w:qFormat="1"/>
    <w:lsdException w:name="Medium List 2 Accent 1" w:uiPriority="66"/>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59A"/>
    <w:pPr>
      <w:spacing w:after="100"/>
      <w:jc w:val="both"/>
    </w:pPr>
    <w:rPr>
      <w:rFonts w:ascii="Arial" w:hAnsi="Arial" w:cs="Arial"/>
      <w:color w:val="48565F" w:themeColor="accent3" w:themeShade="80"/>
      <w:sz w:val="22"/>
    </w:rPr>
  </w:style>
  <w:style w:type="paragraph" w:styleId="Ttulo1">
    <w:name w:val="heading 1"/>
    <w:basedOn w:val="Normal"/>
    <w:next w:val="Normal"/>
    <w:uiPriority w:val="9"/>
    <w:qFormat/>
    <w:rsid w:val="009415FF"/>
    <w:pPr>
      <w:keepNext/>
      <w:keepLines/>
      <w:numPr>
        <w:numId w:val="1"/>
      </w:numPr>
      <w:pBdr>
        <w:bottom w:val="single" w:sz="4" w:space="1" w:color="0096FF" w:themeColor="accent2"/>
      </w:pBdr>
      <w:suppressAutoHyphens/>
      <w:spacing w:before="360" w:after="120"/>
      <w:jc w:val="left"/>
      <w:outlineLvl w:val="0"/>
    </w:pPr>
    <w:rPr>
      <w:rFonts w:ascii="Documan Medium" w:eastAsiaTheme="majorEastAsia" w:hAnsi="Documan Medium" w:cstheme="majorBidi"/>
      <w:bCs/>
      <w:color w:val="0096FF" w:themeColor="accent2"/>
      <w:sz w:val="32"/>
      <w:szCs w:val="32"/>
    </w:rPr>
  </w:style>
  <w:style w:type="paragraph" w:styleId="Ttulo2">
    <w:name w:val="heading 2"/>
    <w:basedOn w:val="Ttulo1"/>
    <w:next w:val="Normal"/>
    <w:uiPriority w:val="9"/>
    <w:unhideWhenUsed/>
    <w:qFormat/>
    <w:rsid w:val="009415FF"/>
    <w:pPr>
      <w:numPr>
        <w:ilvl w:val="1"/>
      </w:numPr>
      <w:pBdr>
        <w:bottom w:val="none" w:sz="0" w:space="0" w:color="auto"/>
      </w:pBdr>
      <w:spacing w:before="240"/>
      <w:outlineLvl w:val="1"/>
    </w:pPr>
    <w:rPr>
      <w:bCs w:val="0"/>
      <w:sz w:val="28"/>
    </w:rPr>
  </w:style>
  <w:style w:type="paragraph" w:styleId="Ttulo3">
    <w:name w:val="heading 3"/>
    <w:basedOn w:val="Ttulo2"/>
    <w:next w:val="Normal"/>
    <w:uiPriority w:val="9"/>
    <w:unhideWhenUsed/>
    <w:qFormat/>
    <w:rsid w:val="009415FF"/>
    <w:pPr>
      <w:numPr>
        <w:ilvl w:val="2"/>
      </w:numPr>
      <w:spacing w:before="200"/>
      <w:outlineLvl w:val="2"/>
    </w:pPr>
    <w:rPr>
      <w:bCs/>
      <w:sz w:val="26"/>
      <w:szCs w:val="28"/>
    </w:rPr>
  </w:style>
  <w:style w:type="paragraph" w:styleId="Ttulo4">
    <w:name w:val="heading 4"/>
    <w:basedOn w:val="Ttulo3"/>
    <w:next w:val="Normal"/>
    <w:link w:val="Ttulo4Car"/>
    <w:uiPriority w:val="9"/>
    <w:unhideWhenUsed/>
    <w:qFormat/>
    <w:rsid w:val="009415FF"/>
    <w:pPr>
      <w:numPr>
        <w:ilvl w:val="3"/>
      </w:numPr>
      <w:ind w:left="862" w:hanging="862"/>
      <w:outlineLvl w:val="3"/>
    </w:pPr>
    <w:rPr>
      <w:bCs w:val="0"/>
      <w:sz w:val="24"/>
    </w:rPr>
  </w:style>
  <w:style w:type="paragraph" w:styleId="Ttulo5">
    <w:name w:val="heading 5"/>
    <w:basedOn w:val="Ttulo4"/>
    <w:next w:val="Textoindependiente"/>
    <w:uiPriority w:val="9"/>
    <w:unhideWhenUsed/>
    <w:rsid w:val="006E7521"/>
    <w:pPr>
      <w:numPr>
        <w:ilvl w:val="4"/>
      </w:numPr>
      <w:outlineLvl w:val="4"/>
    </w:pPr>
    <w:rPr>
      <w:i/>
      <w:iCs/>
      <w:sz w:val="22"/>
    </w:rPr>
  </w:style>
  <w:style w:type="paragraph" w:styleId="Ttulo6">
    <w:name w:val="heading 6"/>
    <w:basedOn w:val="Ttulo5"/>
    <w:next w:val="Textoindependiente"/>
    <w:uiPriority w:val="9"/>
    <w:unhideWhenUsed/>
    <w:rsid w:val="006E7521"/>
    <w:pPr>
      <w:numPr>
        <w:ilvl w:val="5"/>
      </w:numPr>
      <w:outlineLvl w:val="5"/>
    </w:pPr>
    <w:rPr>
      <w:i w:val="0"/>
    </w:rPr>
  </w:style>
  <w:style w:type="paragraph" w:styleId="Ttulo7">
    <w:name w:val="heading 7"/>
    <w:basedOn w:val="Normal"/>
    <w:next w:val="Normal"/>
    <w:link w:val="Ttulo7Car"/>
    <w:rsid w:val="00FD2145"/>
    <w:pPr>
      <w:keepNext/>
      <w:keepLines/>
      <w:numPr>
        <w:ilvl w:val="6"/>
        <w:numId w:val="1"/>
      </w:numPr>
      <w:spacing w:before="40" w:after="0"/>
      <w:outlineLvl w:val="6"/>
    </w:pPr>
    <w:rPr>
      <w:rFonts w:asciiTheme="majorHAnsi" w:eastAsiaTheme="majorEastAsia" w:hAnsiTheme="majorHAnsi" w:cstheme="majorBidi"/>
      <w:i/>
      <w:iCs/>
      <w:color w:val="001D36" w:themeColor="accent1" w:themeShade="7F"/>
    </w:rPr>
  </w:style>
  <w:style w:type="paragraph" w:styleId="Ttulo8">
    <w:name w:val="heading 8"/>
    <w:basedOn w:val="Normal"/>
    <w:next w:val="Normal"/>
    <w:link w:val="Ttulo8Car"/>
    <w:rsid w:val="00FD2145"/>
    <w:pPr>
      <w:keepNext/>
      <w:keepLines/>
      <w:numPr>
        <w:ilvl w:val="7"/>
        <w:numId w:val="1"/>
      </w:numPr>
      <w:spacing w:before="40" w:after="0"/>
      <w:outlineLvl w:val="7"/>
    </w:pPr>
    <w:rPr>
      <w:rFonts w:asciiTheme="majorHAnsi" w:eastAsiaTheme="majorEastAsia" w:hAnsiTheme="majorHAnsi" w:cstheme="majorBidi"/>
      <w:color w:val="005DAB" w:themeColor="text1" w:themeTint="D8"/>
      <w:sz w:val="21"/>
      <w:szCs w:val="21"/>
    </w:rPr>
  </w:style>
  <w:style w:type="paragraph" w:styleId="Ttulo9">
    <w:name w:val="heading 9"/>
    <w:basedOn w:val="Normal"/>
    <w:next w:val="Normal"/>
    <w:link w:val="Ttulo9Car"/>
    <w:rsid w:val="00FD2145"/>
    <w:pPr>
      <w:keepNext/>
      <w:keepLines/>
      <w:numPr>
        <w:ilvl w:val="8"/>
        <w:numId w:val="1"/>
      </w:numPr>
      <w:spacing w:before="40" w:after="0"/>
      <w:outlineLvl w:val="8"/>
    </w:pPr>
    <w:rPr>
      <w:rFonts w:asciiTheme="majorHAnsi" w:eastAsiaTheme="majorEastAsia" w:hAnsiTheme="majorHAnsi" w:cstheme="majorBidi"/>
      <w:i/>
      <w:iCs/>
      <w:color w:val="005DAB"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F13F5"/>
  </w:style>
  <w:style w:type="paragraph" w:customStyle="1" w:styleId="FirstParagraph">
    <w:name w:val="First Paragraph"/>
    <w:basedOn w:val="Textoindependiente"/>
    <w:next w:val="Textoindependiente"/>
    <w:rsid w:val="009F13F5"/>
  </w:style>
  <w:style w:type="paragraph" w:customStyle="1" w:styleId="TextoTabla">
    <w:name w:val="Texto_Tabla"/>
    <w:basedOn w:val="Textoindependiente"/>
    <w:link w:val="TextoTablaCar"/>
    <w:qFormat/>
    <w:rsid w:val="000C7BDA"/>
    <w:pPr>
      <w:framePr w:hSpace="141" w:wrap="around" w:vAnchor="page" w:hAnchor="margin" w:xAlign="center" w:y="2193"/>
      <w:suppressAutoHyphens/>
      <w:spacing w:before="100"/>
      <w:jc w:val="left"/>
    </w:pPr>
  </w:style>
  <w:style w:type="paragraph" w:styleId="Ttulo">
    <w:name w:val="Title"/>
    <w:aliases w:val="Título portada"/>
    <w:basedOn w:val="Normal"/>
    <w:next w:val="Normal"/>
    <w:link w:val="TtuloCar"/>
    <w:rsid w:val="008E337C"/>
    <w:pPr>
      <w:keepNext/>
      <w:keepLines/>
      <w:framePr w:w="6803" w:wrap="notBeside" w:vAnchor="text" w:hAnchor="page" w:x="3970" w:yAlign="bottom"/>
      <w:suppressAutoHyphens/>
      <w:spacing w:after="0" w:line="560" w:lineRule="exact"/>
      <w:jc w:val="left"/>
    </w:pPr>
    <w:rPr>
      <w:rFonts w:ascii="Documan SemiBold" w:eastAsiaTheme="majorEastAsia" w:hAnsi="Documan SemiBold" w:cstheme="majorBidi"/>
      <w:bCs/>
      <w:color w:val="0096FF" w:themeColor="accent2"/>
      <w:sz w:val="48"/>
      <w:szCs w:val="48"/>
    </w:rPr>
  </w:style>
  <w:style w:type="paragraph" w:styleId="Subttulo">
    <w:name w:val="Subtitle"/>
    <w:aliases w:val="Subtitulo portada No"/>
    <w:basedOn w:val="Ttulo"/>
    <w:next w:val="Normal"/>
    <w:link w:val="SubttuloCar"/>
    <w:rsid w:val="003D1400"/>
    <w:pPr>
      <w:framePr w:wrap="notBeside"/>
      <w:spacing w:before="360" w:line="400" w:lineRule="exact"/>
    </w:pPr>
    <w:rPr>
      <w:rFonts w:ascii="Arial" w:hAnsi="Arial" w:cs="Arial"/>
      <w:b/>
      <w:color w:val="003C6E" w:themeColor="accent6"/>
      <w:sz w:val="36"/>
      <w:szCs w:val="30"/>
    </w:rPr>
  </w:style>
  <w:style w:type="paragraph" w:customStyle="1" w:styleId="Direccindptoportada">
    <w:name w:val="Dirección dpto portada"/>
    <w:basedOn w:val="Normal"/>
    <w:next w:val="Normal"/>
    <w:qFormat/>
    <w:rsid w:val="008D159A"/>
    <w:pPr>
      <w:keepNext/>
      <w:keepLines/>
      <w:framePr w:w="6481" w:h="788" w:hRule="exact" w:wrap="notBeside" w:vAnchor="page" w:hAnchor="page" w:x="3970" w:y="14743"/>
      <w:suppressAutoHyphens/>
      <w:spacing w:after="0"/>
      <w:ind w:right="567"/>
    </w:pPr>
    <w:rPr>
      <w:color w:val="474747" w:themeColor="text2" w:themeTint="BF"/>
    </w:rPr>
  </w:style>
  <w:style w:type="paragraph" w:styleId="Fecha">
    <w:name w:val="Date"/>
    <w:basedOn w:val="Normal"/>
    <w:next w:val="Normal"/>
    <w:link w:val="FechaCar"/>
    <w:qFormat/>
    <w:rsid w:val="008047F5"/>
    <w:pPr>
      <w:keepNext/>
      <w:keepLines/>
      <w:framePr w:w="5192" w:vSpace="567" w:wrap="around" w:vAnchor="page" w:hAnchor="page" w:x="3970" w:y="15594"/>
      <w:spacing w:after="0"/>
    </w:pPr>
  </w:style>
  <w:style w:type="paragraph" w:customStyle="1" w:styleId="Abstract">
    <w:name w:val="Abstract"/>
    <w:basedOn w:val="Textoindependiente"/>
    <w:next w:val="Textoindependiente"/>
    <w:rsid w:val="00BA3223"/>
    <w:pPr>
      <w:keepNext/>
      <w:keepLines/>
      <w:spacing w:before="480" w:after="300"/>
      <w:ind w:left="2665" w:right="1134"/>
      <w:contextualSpacing/>
    </w:pPr>
    <w:rPr>
      <w:sz w:val="20"/>
      <w:szCs w:val="20"/>
    </w:rPr>
  </w:style>
  <w:style w:type="paragraph" w:styleId="Bibliografa">
    <w:name w:val="Bibliography"/>
    <w:basedOn w:val="Textoindependiente"/>
    <w:rsid w:val="00766FD7"/>
    <w:pPr>
      <w:ind w:left="397" w:hanging="397"/>
      <w:jc w:val="left"/>
    </w:pPr>
  </w:style>
  <w:style w:type="paragraph" w:styleId="Textodebloque">
    <w:name w:val="Block Text"/>
    <w:basedOn w:val="Normal"/>
    <w:next w:val="Normal"/>
    <w:uiPriority w:val="9"/>
    <w:unhideWhenUsed/>
    <w:qFormat/>
    <w:rsid w:val="00651B18"/>
    <w:pPr>
      <w:pBdr>
        <w:left w:val="single" w:sz="18" w:space="4" w:color="0096FF" w:themeColor="accent2"/>
        <w:right w:val="single" w:sz="8" w:space="4" w:color="0096FF" w:themeColor="accent2"/>
      </w:pBdr>
      <w:shd w:val="clear" w:color="auto" w:fill="CCEAFF" w:themeFill="accent2" w:themeFillTint="33"/>
      <w:spacing w:before="100"/>
    </w:pPr>
    <w:rPr>
      <w:rFonts w:eastAsiaTheme="majorEastAsia" w:cstheme="majorBidi"/>
      <w:bCs/>
      <w:noProof/>
      <w:szCs w:val="22"/>
      <w:lang w:val="en-US"/>
    </w:rPr>
  </w:style>
  <w:style w:type="paragraph" w:styleId="Textonotapie">
    <w:name w:val="footnote text"/>
    <w:basedOn w:val="Normal"/>
    <w:link w:val="TextonotapieCar"/>
    <w:uiPriority w:val="9"/>
    <w:unhideWhenUsed/>
    <w:qFormat/>
    <w:rsid w:val="00226947"/>
    <w:pPr>
      <w:spacing w:after="60"/>
      <w:ind w:left="142" w:hanging="142"/>
    </w:pPr>
    <w:rPr>
      <w:sz w:val="18"/>
      <w:lang w:val="en-GB"/>
    </w:rPr>
  </w:style>
  <w:style w:type="paragraph" w:customStyle="1" w:styleId="TituloN1">
    <w:name w:val="Titulo N1"/>
    <w:basedOn w:val="Normal"/>
    <w:next w:val="Normal"/>
    <w:qFormat/>
    <w:rsid w:val="009415FF"/>
    <w:pPr>
      <w:keepNext/>
      <w:keepLines/>
      <w:suppressAutoHyphens/>
      <w:spacing w:before="300"/>
      <w:jc w:val="left"/>
    </w:pPr>
    <w:rPr>
      <w:rFonts w:ascii="Documan Medium" w:hAnsi="Documan Medium"/>
      <w:color w:val="0096FF" w:themeColor="accent2"/>
      <w:sz w:val="26"/>
      <w:szCs w:val="26"/>
      <w14:stylisticSets>
        <w14:styleSet w14:id="5"/>
      </w14:stylisticSets>
    </w:rPr>
  </w:style>
  <w:style w:type="paragraph" w:customStyle="1" w:styleId="Sangre5">
    <w:name w:val="Sangre5"/>
    <w:basedOn w:val="Normal"/>
    <w:qFormat/>
    <w:rsid w:val="00C55938"/>
    <w:pPr>
      <w:ind w:left="284"/>
    </w:pPr>
  </w:style>
  <w:style w:type="paragraph" w:styleId="Descripcin">
    <w:name w:val="caption"/>
    <w:basedOn w:val="Normal"/>
    <w:link w:val="DescripcinCar"/>
    <w:pPr>
      <w:spacing w:after="120"/>
    </w:pPr>
    <w:rPr>
      <w:i/>
    </w:rPr>
  </w:style>
  <w:style w:type="paragraph" w:customStyle="1" w:styleId="TableCaption">
    <w:name w:val="Table Caption"/>
    <w:basedOn w:val="Descripcin"/>
    <w:rsid w:val="00E37C2A"/>
    <w:pPr>
      <w:keepNext/>
      <w:jc w:val="center"/>
    </w:pPr>
  </w:style>
  <w:style w:type="paragraph" w:customStyle="1" w:styleId="ImageCaption">
    <w:name w:val="Image Caption"/>
    <w:basedOn w:val="Descripcin"/>
    <w:rsid w:val="00412FC8"/>
    <w:pPr>
      <w:jc w:val="center"/>
    </w:pPr>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DescripcinCar">
    <w:name w:val="Descripción Car"/>
    <w:basedOn w:val="Fuentedeprrafopredeter"/>
    <w:link w:val="Descripcin"/>
  </w:style>
  <w:style w:type="character" w:customStyle="1" w:styleId="VerbatimChar">
    <w:name w:val="Verbatim Char"/>
    <w:basedOn w:val="DescripcinCar"/>
    <w:link w:val="SourceCode"/>
    <w:rsid w:val="00E70ADF"/>
    <w:rPr>
      <w:rFonts w:ascii="Consolas" w:hAnsi="Consolas"/>
      <w:sz w:val="20"/>
      <w:shd w:val="clear" w:color="auto" w:fill="E8F2FE"/>
    </w:rPr>
  </w:style>
  <w:style w:type="character" w:styleId="Refdenotaalpie">
    <w:name w:val="footnote reference"/>
    <w:basedOn w:val="DescripcinCar"/>
    <w:rsid w:val="0028074F"/>
    <w:rPr>
      <w:b/>
      <w:color w:val="0096FF" w:themeColor="accent2"/>
      <w:sz w:val="24"/>
      <w:vertAlign w:val="superscript"/>
    </w:rPr>
  </w:style>
  <w:style w:type="character" w:styleId="Hipervnculo">
    <w:name w:val="Hyperlink"/>
    <w:uiPriority w:val="99"/>
    <w:qFormat/>
    <w:rsid w:val="000A0BFF"/>
    <w:rPr>
      <w:i/>
      <w:color w:val="0096FF" w:themeColor="accent2"/>
      <w:u w:val="single"/>
      <w:lang w:val="en-US"/>
    </w:rPr>
  </w:style>
  <w:style w:type="paragraph" w:styleId="TtuloTDC">
    <w:name w:val="TOC Heading"/>
    <w:basedOn w:val="Ttulo1"/>
    <w:next w:val="Textoindependiente"/>
    <w:uiPriority w:val="39"/>
    <w:unhideWhenUsed/>
    <w:rsid w:val="00A463CE"/>
    <w:pPr>
      <w:numPr>
        <w:numId w:val="0"/>
      </w:numPr>
      <w:spacing w:before="240" w:line="259" w:lineRule="auto"/>
      <w:outlineLvl w:val="9"/>
    </w:pPr>
    <w:rPr>
      <w:bCs w:val="0"/>
    </w:rPr>
  </w:style>
  <w:style w:type="character" w:customStyle="1" w:styleId="Ttulo7Car">
    <w:name w:val="Título 7 Car"/>
    <w:basedOn w:val="Fuentedeprrafopredeter"/>
    <w:link w:val="Ttulo7"/>
    <w:rsid w:val="00FD2145"/>
    <w:rPr>
      <w:rFonts w:asciiTheme="majorHAnsi" w:eastAsiaTheme="majorEastAsia" w:hAnsiTheme="majorHAnsi" w:cstheme="majorBidi"/>
      <w:i/>
      <w:iCs/>
      <w:color w:val="001D36" w:themeColor="accent1" w:themeShade="7F"/>
      <w:sz w:val="22"/>
    </w:rPr>
  </w:style>
  <w:style w:type="character" w:customStyle="1" w:styleId="Ttulo8Car">
    <w:name w:val="Título 8 Car"/>
    <w:basedOn w:val="Fuentedeprrafopredeter"/>
    <w:link w:val="Ttulo8"/>
    <w:rsid w:val="00FD2145"/>
    <w:rPr>
      <w:rFonts w:asciiTheme="majorHAnsi" w:eastAsiaTheme="majorEastAsia" w:hAnsiTheme="majorHAnsi" w:cstheme="majorBidi"/>
      <w:color w:val="005DAB" w:themeColor="text1" w:themeTint="D8"/>
      <w:sz w:val="21"/>
      <w:szCs w:val="21"/>
    </w:rPr>
  </w:style>
  <w:style w:type="character" w:customStyle="1" w:styleId="Ttulo9Car">
    <w:name w:val="Título 9 Car"/>
    <w:basedOn w:val="Fuentedeprrafopredeter"/>
    <w:link w:val="Ttulo9"/>
    <w:rsid w:val="00FD2145"/>
    <w:rPr>
      <w:rFonts w:asciiTheme="majorHAnsi" w:eastAsiaTheme="majorEastAsia" w:hAnsiTheme="majorHAnsi" w:cstheme="majorBidi"/>
      <w:i/>
      <w:iCs/>
      <w:color w:val="005DAB" w:themeColor="text1" w:themeTint="D8"/>
      <w:sz w:val="21"/>
      <w:szCs w:val="21"/>
    </w:rPr>
  </w:style>
  <w:style w:type="paragraph" w:styleId="Encabezado">
    <w:name w:val="header"/>
    <w:basedOn w:val="Normal"/>
    <w:link w:val="EncabezadoCar"/>
    <w:unhideWhenUsed/>
    <w:rsid w:val="00063983"/>
    <w:pPr>
      <w:tabs>
        <w:tab w:val="center" w:pos="4252"/>
        <w:tab w:val="right" w:pos="8504"/>
      </w:tabs>
      <w:spacing w:after="0"/>
    </w:pPr>
  </w:style>
  <w:style w:type="character" w:customStyle="1" w:styleId="EncabezadoCar">
    <w:name w:val="Encabezado Car"/>
    <w:basedOn w:val="Fuentedeprrafopredeter"/>
    <w:link w:val="Encabezado"/>
    <w:rsid w:val="00063983"/>
    <w:rPr>
      <w:rFonts w:ascii="Calibri" w:hAnsi="Calibri"/>
    </w:rPr>
  </w:style>
  <w:style w:type="paragraph" w:styleId="Piedepgina">
    <w:name w:val="footer"/>
    <w:basedOn w:val="Normal"/>
    <w:link w:val="PiedepginaCar"/>
    <w:unhideWhenUsed/>
    <w:rsid w:val="009B7DB0"/>
    <w:pPr>
      <w:tabs>
        <w:tab w:val="center" w:pos="4252"/>
        <w:tab w:val="right" w:pos="8504"/>
      </w:tabs>
      <w:spacing w:before="80" w:after="0"/>
    </w:pPr>
    <w:rPr>
      <w:sz w:val="20"/>
    </w:rPr>
  </w:style>
  <w:style w:type="character" w:customStyle="1" w:styleId="PiedepginaCar">
    <w:name w:val="Pie de página Car"/>
    <w:basedOn w:val="Fuentedeprrafopredeter"/>
    <w:link w:val="Piedepgina"/>
    <w:rsid w:val="009B7DB0"/>
    <w:rPr>
      <w:sz w:val="20"/>
    </w:rPr>
  </w:style>
  <w:style w:type="paragraph" w:styleId="TDC1">
    <w:name w:val="toc 1"/>
    <w:basedOn w:val="Normal"/>
    <w:next w:val="Normal"/>
    <w:autoRedefine/>
    <w:uiPriority w:val="39"/>
    <w:unhideWhenUsed/>
    <w:rsid w:val="008D159A"/>
    <w:pPr>
      <w:tabs>
        <w:tab w:val="left" w:pos="284"/>
        <w:tab w:val="right" w:leader="dot" w:pos="10490"/>
      </w:tabs>
      <w:spacing w:before="240"/>
      <w:ind w:left="284" w:hanging="284"/>
    </w:pPr>
    <w:rPr>
      <w:noProof/>
      <w:lang w:val="es-ES"/>
    </w:rPr>
  </w:style>
  <w:style w:type="paragraph" w:styleId="TDC2">
    <w:name w:val="toc 2"/>
    <w:basedOn w:val="Normal"/>
    <w:next w:val="Normal"/>
    <w:autoRedefine/>
    <w:uiPriority w:val="39"/>
    <w:unhideWhenUsed/>
    <w:rsid w:val="00DF32D6"/>
    <w:pPr>
      <w:tabs>
        <w:tab w:val="left" w:pos="709"/>
        <w:tab w:val="right" w:leader="dot" w:pos="10490"/>
      </w:tabs>
      <w:spacing w:before="160"/>
      <w:ind w:left="709" w:hanging="425"/>
      <w:jc w:val="left"/>
    </w:pPr>
    <w:rPr>
      <w:noProof/>
    </w:rPr>
  </w:style>
  <w:style w:type="paragraph" w:customStyle="1" w:styleId="SourceCode">
    <w:name w:val="Source Code"/>
    <w:basedOn w:val="Normal"/>
    <w:link w:val="VerbatimChar"/>
    <w:rsid w:val="00E70ADF"/>
    <w:pPr>
      <w:pBdr>
        <w:top w:val="single" w:sz="4" w:space="1" w:color="006699"/>
        <w:left w:val="single" w:sz="4" w:space="4" w:color="006699"/>
        <w:bottom w:val="single" w:sz="4" w:space="1" w:color="006699"/>
        <w:right w:val="single" w:sz="4" w:space="4" w:color="006699"/>
      </w:pBdr>
      <w:shd w:val="clear" w:color="auto" w:fill="E8F2FE"/>
      <w:wordWrap w:val="0"/>
      <w:spacing w:before="180" w:after="180"/>
      <w:contextualSpacing/>
      <w:jc w:val="left"/>
    </w:pPr>
    <w:rPr>
      <w:rFonts w:ascii="Consolas" w:hAnsi="Consolas"/>
      <w:sz w:val="20"/>
    </w:rPr>
  </w:style>
  <w:style w:type="paragraph" w:customStyle="1" w:styleId="DireccionEmisora">
    <w:name w:val="Direccion Emisora"/>
    <w:basedOn w:val="Normal"/>
    <w:rsid w:val="00562BDD"/>
    <w:pPr>
      <w:spacing w:after="0"/>
      <w:jc w:val="right"/>
    </w:pPr>
    <w:rPr>
      <w:rFonts w:eastAsia="Times New Roman" w:cs="Times New Roman"/>
      <w:b/>
      <w:i/>
      <w:szCs w:val="20"/>
      <w:lang w:val="es-ES" w:eastAsia="es-ES"/>
    </w:rPr>
  </w:style>
  <w:style w:type="character" w:styleId="Hipervnculovisitado">
    <w:name w:val="FollowedHyperlink"/>
    <w:basedOn w:val="Fuentedeprrafopredeter"/>
    <w:rsid w:val="001F454C"/>
    <w:rPr>
      <w:color w:val="006699"/>
      <w:u w:val="none"/>
    </w:rPr>
  </w:style>
  <w:style w:type="table" w:styleId="Tablaconcuadrcula">
    <w:name w:val="Table Grid"/>
    <w:basedOn w:val="Tablanormal"/>
    <w:uiPriority w:val="59"/>
    <w:rsid w:val="002203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semiHidden/>
    <w:rsid w:val="00231D45"/>
    <w:rPr>
      <w:color w:val="808080"/>
    </w:rPr>
  </w:style>
  <w:style w:type="paragraph" w:styleId="Revisin">
    <w:name w:val="Revision"/>
    <w:hidden/>
    <w:semiHidden/>
    <w:rsid w:val="00A26490"/>
    <w:pPr>
      <w:spacing w:after="0"/>
    </w:pPr>
    <w:rPr>
      <w:rFonts w:ascii="Calibri" w:hAnsi="Calibri"/>
    </w:rPr>
  </w:style>
  <w:style w:type="paragraph" w:styleId="Textodeglobo">
    <w:name w:val="Balloon Text"/>
    <w:basedOn w:val="Normal"/>
    <w:link w:val="TextodegloboCar"/>
    <w:semiHidden/>
    <w:unhideWhenUsed/>
    <w:rsid w:val="00A26490"/>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A26490"/>
    <w:rPr>
      <w:rFonts w:ascii="Segoe UI" w:hAnsi="Segoe UI" w:cs="Segoe UI"/>
      <w:sz w:val="18"/>
      <w:szCs w:val="18"/>
    </w:rPr>
  </w:style>
  <w:style w:type="character" w:styleId="Refdecomentario">
    <w:name w:val="annotation reference"/>
    <w:basedOn w:val="Fuentedeprrafopredeter"/>
    <w:semiHidden/>
    <w:unhideWhenUsed/>
    <w:rsid w:val="00A26490"/>
    <w:rPr>
      <w:sz w:val="16"/>
      <w:szCs w:val="16"/>
    </w:rPr>
  </w:style>
  <w:style w:type="paragraph" w:styleId="Textocomentario">
    <w:name w:val="annotation text"/>
    <w:basedOn w:val="Normal"/>
    <w:link w:val="TextocomentarioCar"/>
    <w:unhideWhenUsed/>
    <w:rsid w:val="00A26490"/>
    <w:rPr>
      <w:sz w:val="20"/>
      <w:szCs w:val="20"/>
    </w:rPr>
  </w:style>
  <w:style w:type="character" w:customStyle="1" w:styleId="TextocomentarioCar">
    <w:name w:val="Texto comentario Car"/>
    <w:basedOn w:val="Fuentedeprrafopredeter"/>
    <w:link w:val="Textocomentario"/>
    <w:rsid w:val="00A26490"/>
    <w:rPr>
      <w:rFonts w:ascii="Calibri" w:hAnsi="Calibri"/>
      <w:sz w:val="20"/>
      <w:szCs w:val="20"/>
    </w:rPr>
  </w:style>
  <w:style w:type="paragraph" w:styleId="Asuntodelcomentario">
    <w:name w:val="annotation subject"/>
    <w:basedOn w:val="Textocomentario"/>
    <w:next w:val="Textocomentario"/>
    <w:link w:val="AsuntodelcomentarioCar"/>
    <w:semiHidden/>
    <w:unhideWhenUsed/>
    <w:rsid w:val="00A26490"/>
    <w:rPr>
      <w:b/>
      <w:bCs/>
    </w:rPr>
  </w:style>
  <w:style w:type="character" w:customStyle="1" w:styleId="AsuntodelcomentarioCar">
    <w:name w:val="Asunto del comentario Car"/>
    <w:basedOn w:val="TextocomentarioCar"/>
    <w:link w:val="Asuntodelcomentario"/>
    <w:semiHidden/>
    <w:rsid w:val="00A26490"/>
    <w:rPr>
      <w:rFonts w:ascii="Calibri" w:hAnsi="Calibri"/>
      <w:b/>
      <w:bCs/>
      <w:sz w:val="20"/>
      <w:szCs w:val="20"/>
    </w:rPr>
  </w:style>
  <w:style w:type="paragraph" w:customStyle="1" w:styleId="CaptionedFigure">
    <w:name w:val="Captioned Figure"/>
    <w:basedOn w:val="Figure"/>
    <w:rsid w:val="00183A11"/>
    <w:pPr>
      <w:keepNext/>
      <w:jc w:val="center"/>
    </w:pPr>
  </w:style>
  <w:style w:type="paragraph" w:styleId="TDC3">
    <w:name w:val="toc 3"/>
    <w:basedOn w:val="Normal"/>
    <w:next w:val="Normal"/>
    <w:autoRedefine/>
    <w:uiPriority w:val="39"/>
    <w:unhideWhenUsed/>
    <w:rsid w:val="00E47DF4"/>
    <w:pPr>
      <w:tabs>
        <w:tab w:val="left" w:pos="1344"/>
        <w:tab w:val="right" w:leader="dot" w:pos="10490"/>
      </w:tabs>
      <w:spacing w:before="160"/>
      <w:ind w:left="1358" w:hanging="649"/>
      <w:jc w:val="left"/>
    </w:pPr>
    <w:rPr>
      <w:rFonts w:eastAsiaTheme="minorEastAsia"/>
      <w:noProof/>
      <w:szCs w:val="22"/>
      <w:lang w:val="es-ES" w:eastAsia="es-ES"/>
    </w:rPr>
  </w:style>
  <w:style w:type="paragraph" w:styleId="Citadestacada">
    <w:name w:val="Intense Quote"/>
    <w:basedOn w:val="Normal"/>
    <w:next w:val="Normal"/>
    <w:link w:val="CitadestacadaCar"/>
    <w:qFormat/>
    <w:rsid w:val="006F04E9"/>
    <w:pPr>
      <w:pBdr>
        <w:top w:val="single" w:sz="4" w:space="6" w:color="0096FF" w:themeColor="accent2"/>
        <w:bottom w:val="single" w:sz="4" w:space="6" w:color="0096FF" w:themeColor="accent2"/>
      </w:pBdr>
      <w:suppressAutoHyphens/>
      <w:spacing w:before="120" w:after="120" w:line="280" w:lineRule="exact"/>
      <w:ind w:right="2977"/>
      <w:jc w:val="left"/>
    </w:pPr>
    <w:rPr>
      <w:i/>
      <w:iCs/>
      <w:color w:val="0096FF" w:themeColor="accent2"/>
      <w:spacing w:val="10"/>
    </w:rPr>
  </w:style>
  <w:style w:type="character" w:customStyle="1" w:styleId="CitadestacadaCar">
    <w:name w:val="Cita destacada Car"/>
    <w:basedOn w:val="Fuentedeprrafopredeter"/>
    <w:link w:val="Citadestacada"/>
    <w:rsid w:val="006F04E9"/>
    <w:rPr>
      <w:rFonts w:ascii="Arial" w:hAnsi="Arial" w:cs="Arial"/>
      <w:i/>
      <w:iCs/>
      <w:color w:val="0096FF" w:themeColor="accent2"/>
      <w:spacing w:val="10"/>
      <w:sz w:val="22"/>
    </w:rPr>
  </w:style>
  <w:style w:type="character" w:styleId="nfasis">
    <w:name w:val="Emphasis"/>
    <w:basedOn w:val="Fuentedeprrafopredeter"/>
    <w:rsid w:val="00261226"/>
    <w:rPr>
      <w:i/>
      <w:iCs/>
    </w:rPr>
  </w:style>
  <w:style w:type="character" w:styleId="Textoennegrita">
    <w:name w:val="Strong"/>
    <w:basedOn w:val="Fuentedeprrafopredeter"/>
    <w:rsid w:val="00D7371E"/>
    <w:rPr>
      <w:rFonts w:asciiTheme="majorHAnsi" w:hAnsiTheme="majorHAnsi"/>
      <w:b w:val="0"/>
      <w:bCs/>
      <w:color w:val="006699"/>
    </w:rPr>
  </w:style>
  <w:style w:type="character" w:customStyle="1" w:styleId="KeywordTok">
    <w:name w:val="KeywordTok"/>
    <w:basedOn w:val="VerbatimChar"/>
    <w:rPr>
      <w:rFonts w:ascii="Consolas" w:hAnsi="Consolas"/>
      <w:b/>
      <w:color w:val="007020"/>
      <w:sz w:val="20"/>
      <w:shd w:val="clear" w:color="auto" w:fill="E8F2FE"/>
    </w:rPr>
  </w:style>
  <w:style w:type="character" w:customStyle="1" w:styleId="DataTypeTok">
    <w:name w:val="DataTypeTok"/>
    <w:basedOn w:val="VerbatimChar"/>
    <w:rPr>
      <w:rFonts w:ascii="Consolas" w:hAnsi="Consolas"/>
      <w:color w:val="902000"/>
      <w:sz w:val="20"/>
      <w:shd w:val="clear" w:color="auto" w:fill="E8F2FE"/>
    </w:rPr>
  </w:style>
  <w:style w:type="character" w:customStyle="1" w:styleId="DecValTok">
    <w:name w:val="DecValTok"/>
    <w:basedOn w:val="VerbatimChar"/>
    <w:rPr>
      <w:rFonts w:ascii="Consolas" w:hAnsi="Consolas"/>
      <w:color w:val="40A070"/>
      <w:sz w:val="20"/>
      <w:shd w:val="clear" w:color="auto" w:fill="E8F2FE"/>
    </w:rPr>
  </w:style>
  <w:style w:type="character" w:customStyle="1" w:styleId="BaseNTok">
    <w:name w:val="BaseNTok"/>
    <w:basedOn w:val="VerbatimChar"/>
    <w:rPr>
      <w:rFonts w:ascii="Consolas" w:hAnsi="Consolas"/>
      <w:color w:val="40A070"/>
      <w:sz w:val="20"/>
      <w:shd w:val="clear" w:color="auto" w:fill="E8F2FE"/>
    </w:rPr>
  </w:style>
  <w:style w:type="character" w:customStyle="1" w:styleId="FloatTok">
    <w:name w:val="FloatTok"/>
    <w:basedOn w:val="VerbatimChar"/>
    <w:rPr>
      <w:rFonts w:ascii="Consolas" w:hAnsi="Consolas"/>
      <w:color w:val="40A070"/>
      <w:sz w:val="20"/>
      <w:shd w:val="clear" w:color="auto" w:fill="E8F2FE"/>
    </w:rPr>
  </w:style>
  <w:style w:type="character" w:customStyle="1" w:styleId="ConstantTok">
    <w:name w:val="ConstantTok"/>
    <w:basedOn w:val="VerbatimChar"/>
    <w:rPr>
      <w:rFonts w:ascii="Consolas" w:hAnsi="Consolas"/>
      <w:color w:val="880000"/>
      <w:sz w:val="20"/>
      <w:shd w:val="clear" w:color="auto" w:fill="E8F2FE"/>
    </w:rPr>
  </w:style>
  <w:style w:type="character" w:customStyle="1" w:styleId="CharTok">
    <w:name w:val="CharTok"/>
    <w:basedOn w:val="VerbatimChar"/>
    <w:rPr>
      <w:rFonts w:ascii="Consolas" w:hAnsi="Consolas"/>
      <w:color w:val="4070A0"/>
      <w:sz w:val="20"/>
      <w:shd w:val="clear" w:color="auto" w:fill="E8F2FE"/>
    </w:rPr>
  </w:style>
  <w:style w:type="character" w:customStyle="1" w:styleId="SpecialCharTok">
    <w:name w:val="SpecialCharTok"/>
    <w:basedOn w:val="VerbatimChar"/>
    <w:rPr>
      <w:rFonts w:ascii="Consolas" w:hAnsi="Consolas"/>
      <w:color w:val="4070A0"/>
      <w:sz w:val="20"/>
      <w:shd w:val="clear" w:color="auto" w:fill="E8F2FE"/>
    </w:rPr>
  </w:style>
  <w:style w:type="character" w:customStyle="1" w:styleId="StringTok">
    <w:name w:val="StringTok"/>
    <w:basedOn w:val="VerbatimChar"/>
    <w:rPr>
      <w:rFonts w:ascii="Consolas" w:hAnsi="Consolas"/>
      <w:color w:val="4070A0"/>
      <w:sz w:val="20"/>
      <w:shd w:val="clear" w:color="auto" w:fill="E8F2FE"/>
    </w:rPr>
  </w:style>
  <w:style w:type="character" w:customStyle="1" w:styleId="VerbatimStringTok">
    <w:name w:val="VerbatimStringTok"/>
    <w:basedOn w:val="VerbatimChar"/>
    <w:rPr>
      <w:rFonts w:ascii="Consolas" w:hAnsi="Consolas"/>
      <w:color w:val="4070A0"/>
      <w:sz w:val="20"/>
      <w:shd w:val="clear" w:color="auto" w:fill="E8F2FE"/>
    </w:rPr>
  </w:style>
  <w:style w:type="character" w:customStyle="1" w:styleId="SpecialStringTok">
    <w:name w:val="SpecialStringTok"/>
    <w:basedOn w:val="VerbatimChar"/>
    <w:rPr>
      <w:rFonts w:ascii="Consolas" w:hAnsi="Consolas"/>
      <w:color w:val="BB6688"/>
      <w:sz w:val="20"/>
      <w:shd w:val="clear" w:color="auto" w:fill="E8F2FE"/>
    </w:rPr>
  </w:style>
  <w:style w:type="character" w:customStyle="1" w:styleId="ImportTok">
    <w:name w:val="ImportTok"/>
    <w:basedOn w:val="VerbatimChar"/>
    <w:rPr>
      <w:rFonts w:ascii="Consolas" w:hAnsi="Consolas"/>
      <w:sz w:val="20"/>
      <w:shd w:val="clear" w:color="auto" w:fill="E8F2FE"/>
    </w:rPr>
  </w:style>
  <w:style w:type="character" w:customStyle="1" w:styleId="CommentTok">
    <w:name w:val="CommentTok"/>
    <w:basedOn w:val="VerbatimChar"/>
    <w:rPr>
      <w:rFonts w:ascii="Consolas" w:hAnsi="Consolas"/>
      <w:i/>
      <w:color w:val="60A0B0"/>
      <w:sz w:val="20"/>
      <w:shd w:val="clear" w:color="auto" w:fill="E8F2FE"/>
    </w:rPr>
  </w:style>
  <w:style w:type="character" w:customStyle="1" w:styleId="DocumentationTok">
    <w:name w:val="DocumentationTok"/>
    <w:basedOn w:val="VerbatimChar"/>
    <w:rPr>
      <w:rFonts w:ascii="Consolas" w:hAnsi="Consolas"/>
      <w:i/>
      <w:color w:val="BA2121"/>
      <w:sz w:val="20"/>
      <w:shd w:val="clear" w:color="auto" w:fill="E8F2FE"/>
    </w:rPr>
  </w:style>
  <w:style w:type="character" w:customStyle="1" w:styleId="AnnotationTok">
    <w:name w:val="AnnotationTok"/>
    <w:basedOn w:val="VerbatimChar"/>
    <w:rPr>
      <w:rFonts w:ascii="Consolas" w:hAnsi="Consolas"/>
      <w:b/>
      <w:i/>
      <w:color w:val="60A0B0"/>
      <w:sz w:val="20"/>
      <w:shd w:val="clear" w:color="auto" w:fill="E8F2FE"/>
    </w:rPr>
  </w:style>
  <w:style w:type="character" w:customStyle="1" w:styleId="CommentVarTok">
    <w:name w:val="CommentVarTok"/>
    <w:basedOn w:val="VerbatimChar"/>
    <w:rPr>
      <w:rFonts w:ascii="Consolas" w:hAnsi="Consolas"/>
      <w:b/>
      <w:i/>
      <w:color w:val="60A0B0"/>
      <w:sz w:val="20"/>
      <w:shd w:val="clear" w:color="auto" w:fill="E8F2FE"/>
    </w:rPr>
  </w:style>
  <w:style w:type="character" w:customStyle="1" w:styleId="OtherTok">
    <w:name w:val="OtherTok"/>
    <w:basedOn w:val="VerbatimChar"/>
    <w:rPr>
      <w:rFonts w:ascii="Consolas" w:hAnsi="Consolas"/>
      <w:color w:val="007020"/>
      <w:sz w:val="20"/>
      <w:shd w:val="clear" w:color="auto" w:fill="E8F2FE"/>
    </w:rPr>
  </w:style>
  <w:style w:type="character" w:customStyle="1" w:styleId="FunctionTok">
    <w:name w:val="FunctionTok"/>
    <w:basedOn w:val="VerbatimChar"/>
    <w:rPr>
      <w:rFonts w:ascii="Consolas" w:hAnsi="Consolas"/>
      <w:color w:val="06287E"/>
      <w:sz w:val="20"/>
      <w:shd w:val="clear" w:color="auto" w:fill="E8F2FE"/>
    </w:rPr>
  </w:style>
  <w:style w:type="character" w:customStyle="1" w:styleId="VariableTok">
    <w:name w:val="VariableTok"/>
    <w:basedOn w:val="VerbatimChar"/>
    <w:rPr>
      <w:rFonts w:ascii="Consolas" w:hAnsi="Consolas"/>
      <w:color w:val="19177C"/>
      <w:sz w:val="20"/>
      <w:shd w:val="clear" w:color="auto" w:fill="E8F2FE"/>
    </w:rPr>
  </w:style>
  <w:style w:type="character" w:customStyle="1" w:styleId="ControlFlowTok">
    <w:name w:val="ControlFlowTok"/>
    <w:basedOn w:val="VerbatimChar"/>
    <w:rPr>
      <w:rFonts w:ascii="Consolas" w:hAnsi="Consolas"/>
      <w:b/>
      <w:color w:val="007020"/>
      <w:sz w:val="20"/>
      <w:shd w:val="clear" w:color="auto" w:fill="E8F2FE"/>
    </w:rPr>
  </w:style>
  <w:style w:type="character" w:customStyle="1" w:styleId="OperatorTok">
    <w:name w:val="OperatorTok"/>
    <w:basedOn w:val="VerbatimChar"/>
    <w:rPr>
      <w:rFonts w:ascii="Consolas" w:hAnsi="Consolas"/>
      <w:color w:val="666666"/>
      <w:sz w:val="20"/>
      <w:shd w:val="clear" w:color="auto" w:fill="E8F2FE"/>
    </w:rPr>
  </w:style>
  <w:style w:type="character" w:customStyle="1" w:styleId="BuiltInTok">
    <w:name w:val="BuiltInTok"/>
    <w:basedOn w:val="VerbatimChar"/>
    <w:rPr>
      <w:rFonts w:ascii="Consolas" w:hAnsi="Consolas"/>
      <w:sz w:val="20"/>
      <w:shd w:val="clear" w:color="auto" w:fill="E8F2FE"/>
    </w:rPr>
  </w:style>
  <w:style w:type="character" w:customStyle="1" w:styleId="ExtensionTok">
    <w:name w:val="ExtensionTok"/>
    <w:basedOn w:val="VerbatimChar"/>
    <w:rPr>
      <w:rFonts w:ascii="Consolas" w:hAnsi="Consolas"/>
      <w:sz w:val="20"/>
      <w:shd w:val="clear" w:color="auto" w:fill="E8F2FE"/>
    </w:rPr>
  </w:style>
  <w:style w:type="character" w:customStyle="1" w:styleId="PreprocessorTok">
    <w:name w:val="PreprocessorTok"/>
    <w:basedOn w:val="VerbatimChar"/>
    <w:rPr>
      <w:rFonts w:ascii="Consolas" w:hAnsi="Consolas"/>
      <w:color w:val="BC7A00"/>
      <w:sz w:val="20"/>
      <w:shd w:val="clear" w:color="auto" w:fill="E8F2FE"/>
    </w:rPr>
  </w:style>
  <w:style w:type="character" w:customStyle="1" w:styleId="AttributeTok">
    <w:name w:val="AttributeTok"/>
    <w:basedOn w:val="VerbatimChar"/>
    <w:rPr>
      <w:rFonts w:ascii="Consolas" w:hAnsi="Consolas"/>
      <w:color w:val="7D9029"/>
      <w:sz w:val="20"/>
      <w:shd w:val="clear" w:color="auto" w:fill="E8F2FE"/>
    </w:rPr>
  </w:style>
  <w:style w:type="character" w:customStyle="1" w:styleId="RegionMarkerTok">
    <w:name w:val="RegionMarkerTok"/>
    <w:basedOn w:val="VerbatimChar"/>
    <w:rPr>
      <w:rFonts w:ascii="Consolas" w:hAnsi="Consolas"/>
      <w:sz w:val="20"/>
      <w:shd w:val="clear" w:color="auto" w:fill="E8F2FE"/>
    </w:rPr>
  </w:style>
  <w:style w:type="character" w:customStyle="1" w:styleId="InformationTok">
    <w:name w:val="InformationTok"/>
    <w:basedOn w:val="VerbatimChar"/>
    <w:rPr>
      <w:rFonts w:ascii="Consolas" w:hAnsi="Consolas"/>
      <w:b/>
      <w:i/>
      <w:color w:val="60A0B0"/>
      <w:sz w:val="20"/>
      <w:shd w:val="clear" w:color="auto" w:fill="E8F2FE"/>
    </w:rPr>
  </w:style>
  <w:style w:type="character" w:customStyle="1" w:styleId="WarningTok">
    <w:name w:val="WarningTok"/>
    <w:basedOn w:val="VerbatimChar"/>
    <w:rPr>
      <w:rFonts w:ascii="Consolas" w:hAnsi="Consolas"/>
      <w:b/>
      <w:i/>
      <w:color w:val="60A0B0"/>
      <w:sz w:val="20"/>
      <w:shd w:val="clear" w:color="auto" w:fill="E8F2FE"/>
    </w:rPr>
  </w:style>
  <w:style w:type="character" w:customStyle="1" w:styleId="AlertTok">
    <w:name w:val="AlertTok"/>
    <w:basedOn w:val="VerbatimChar"/>
    <w:rPr>
      <w:rFonts w:ascii="Consolas" w:hAnsi="Consolas"/>
      <w:b/>
      <w:color w:val="FF0000"/>
      <w:sz w:val="20"/>
      <w:shd w:val="clear" w:color="auto" w:fill="E8F2FE"/>
    </w:rPr>
  </w:style>
  <w:style w:type="character" w:customStyle="1" w:styleId="ErrorTok">
    <w:name w:val="ErrorTok"/>
    <w:basedOn w:val="VerbatimChar"/>
    <w:rPr>
      <w:rFonts w:ascii="Consolas" w:hAnsi="Consolas"/>
      <w:b/>
      <w:color w:val="FF0000"/>
      <w:sz w:val="20"/>
      <w:shd w:val="clear" w:color="auto" w:fill="E8F2FE"/>
    </w:rPr>
  </w:style>
  <w:style w:type="character" w:customStyle="1" w:styleId="NormalTok">
    <w:name w:val="NormalTok"/>
    <w:basedOn w:val="VerbatimChar"/>
    <w:rPr>
      <w:rFonts w:ascii="Consolas" w:hAnsi="Consolas"/>
      <w:sz w:val="20"/>
      <w:shd w:val="clear" w:color="auto" w:fill="E8F2FE"/>
    </w:rPr>
  </w:style>
  <w:style w:type="character" w:customStyle="1" w:styleId="TextoindependienteCar">
    <w:name w:val="Texto independiente Car"/>
    <w:basedOn w:val="Fuentedeprrafopredeter"/>
    <w:link w:val="Textoindependiente"/>
    <w:rsid w:val="009F13F5"/>
    <w:rPr>
      <w:sz w:val="22"/>
    </w:rPr>
  </w:style>
  <w:style w:type="paragraph" w:customStyle="1" w:styleId="Listamultinivel">
    <w:name w:val="Lista multinivel"/>
    <w:basedOn w:val="Normal"/>
    <w:qFormat/>
    <w:rsid w:val="00F35797"/>
    <w:pPr>
      <w:ind w:left="360" w:hanging="360"/>
    </w:pPr>
    <w:rPr>
      <w:rFonts w:eastAsia="Times New Roman" w:cs="Times New Roman"/>
      <w:szCs w:val="20"/>
      <w:lang w:val="es-ES_tradnl" w:eastAsia="es-ES"/>
    </w:rPr>
  </w:style>
  <w:style w:type="character" w:customStyle="1" w:styleId="Enfatizadonormal">
    <w:name w:val="Enfatizado normal"/>
    <w:basedOn w:val="Fuentedeprrafopredeter"/>
    <w:uiPriority w:val="1"/>
    <w:qFormat/>
    <w:rsid w:val="00051BBF"/>
    <w:rPr>
      <w:b/>
    </w:rPr>
  </w:style>
  <w:style w:type="paragraph" w:customStyle="1" w:styleId="Textonormal">
    <w:name w:val="Texto normal"/>
    <w:basedOn w:val="Normal"/>
    <w:rsid w:val="009E323F"/>
    <w:rPr>
      <w:rFonts w:ascii="Barlow" w:eastAsia="Times New Roman" w:hAnsi="Barlow" w:cs="Times New Roman"/>
      <w:szCs w:val="20"/>
      <w:lang w:val="es-ES_tradnl" w:eastAsia="es-ES"/>
    </w:rPr>
  </w:style>
  <w:style w:type="character" w:customStyle="1" w:styleId="TextonormalCOLOR">
    <w:name w:val="Texto normal COLOR"/>
    <w:basedOn w:val="Fuentedeprrafopredeter"/>
    <w:uiPriority w:val="1"/>
    <w:rsid w:val="009E323F"/>
    <w:rPr>
      <w:color w:val="C56650"/>
    </w:rPr>
  </w:style>
  <w:style w:type="character" w:customStyle="1" w:styleId="Cursiva">
    <w:name w:val="Cursiva"/>
    <w:basedOn w:val="Fuentedeprrafopredeter"/>
    <w:uiPriority w:val="1"/>
    <w:qFormat/>
    <w:rsid w:val="00DA3FEC"/>
    <w:rPr>
      <w:rFonts w:ascii="Arial" w:hAnsi="Arial"/>
      <w:i/>
    </w:rPr>
  </w:style>
  <w:style w:type="paragraph" w:customStyle="1" w:styleId="1">
    <w:name w:val="1."/>
    <w:basedOn w:val="Normal"/>
    <w:qFormat/>
    <w:rsid w:val="00AE4128"/>
    <w:pPr>
      <w:numPr>
        <w:numId w:val="10"/>
      </w:numPr>
    </w:pPr>
    <w:rPr>
      <w:lang w:val="es-ES_tradnl"/>
    </w:rPr>
  </w:style>
  <w:style w:type="paragraph" w:customStyle="1" w:styleId="a">
    <w:name w:val="a)"/>
    <w:basedOn w:val="Normal"/>
    <w:qFormat/>
    <w:rsid w:val="00DF32D6"/>
    <w:pPr>
      <w:numPr>
        <w:numId w:val="9"/>
      </w:numPr>
      <w:ind w:left="284" w:hanging="284"/>
    </w:pPr>
  </w:style>
  <w:style w:type="table" w:styleId="Tablanormal2">
    <w:name w:val="Plain Table 2"/>
    <w:basedOn w:val="Tablanormal"/>
    <w:rsid w:val="004F36F7"/>
    <w:pPr>
      <w:spacing w:after="0"/>
    </w:pPr>
    <w:tblPr>
      <w:tblStyleRowBandSize w:val="1"/>
      <w:tblStyleColBandSize w:val="1"/>
      <w:tblBorders>
        <w:top w:val="single" w:sz="4" w:space="0" w:color="36A3FF" w:themeColor="text1" w:themeTint="80"/>
        <w:bottom w:val="single" w:sz="4" w:space="0" w:color="36A3FF" w:themeColor="text1" w:themeTint="80"/>
      </w:tblBorders>
    </w:tblPr>
    <w:tblStylePr w:type="firstRow">
      <w:rPr>
        <w:b/>
        <w:bCs/>
      </w:rPr>
      <w:tblPr/>
      <w:tcPr>
        <w:tcBorders>
          <w:bottom w:val="single" w:sz="4" w:space="0" w:color="36A3FF" w:themeColor="text1" w:themeTint="80"/>
        </w:tcBorders>
      </w:tcPr>
    </w:tblStylePr>
    <w:tblStylePr w:type="lastRow">
      <w:rPr>
        <w:b/>
        <w:bCs/>
      </w:rPr>
      <w:tblPr/>
      <w:tcPr>
        <w:tcBorders>
          <w:top w:val="single" w:sz="4" w:space="0" w:color="36A3FF" w:themeColor="text1" w:themeTint="80"/>
        </w:tcBorders>
      </w:tcPr>
    </w:tblStylePr>
    <w:tblStylePr w:type="firstCol">
      <w:rPr>
        <w:b/>
        <w:bCs/>
      </w:rPr>
    </w:tblStylePr>
    <w:tblStylePr w:type="lastCol">
      <w:rPr>
        <w:b/>
        <w:bCs/>
      </w:rPr>
    </w:tblStylePr>
    <w:tblStylePr w:type="band1Vert">
      <w:tblPr/>
      <w:tcPr>
        <w:tcBorders>
          <w:left w:val="single" w:sz="4" w:space="0" w:color="36A3FF" w:themeColor="text1" w:themeTint="80"/>
          <w:right w:val="single" w:sz="4" w:space="0" w:color="36A3FF" w:themeColor="text1" w:themeTint="80"/>
        </w:tcBorders>
      </w:tcPr>
    </w:tblStylePr>
    <w:tblStylePr w:type="band2Vert">
      <w:tblPr/>
      <w:tcPr>
        <w:tcBorders>
          <w:left w:val="single" w:sz="4" w:space="0" w:color="36A3FF" w:themeColor="text1" w:themeTint="80"/>
          <w:right w:val="single" w:sz="4" w:space="0" w:color="36A3FF" w:themeColor="text1" w:themeTint="80"/>
        </w:tcBorders>
      </w:tcPr>
    </w:tblStylePr>
    <w:tblStylePr w:type="band1Horz">
      <w:tblPr/>
      <w:tcPr>
        <w:tcBorders>
          <w:top w:val="single" w:sz="4" w:space="0" w:color="36A3FF" w:themeColor="text1" w:themeTint="80"/>
          <w:bottom w:val="single" w:sz="4" w:space="0" w:color="36A3FF" w:themeColor="text1" w:themeTint="80"/>
        </w:tcBorders>
      </w:tcPr>
    </w:tblStylePr>
  </w:style>
  <w:style w:type="table" w:styleId="Tablanormal4">
    <w:name w:val="Plain Table 4"/>
    <w:basedOn w:val="Tablanormal"/>
    <w:rsid w:val="004F36F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F36F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F36F7"/>
    <w:pPr>
      <w:spacing w:after="0"/>
    </w:pPr>
    <w:tblPr>
      <w:tblStyleRowBandSize w:val="1"/>
      <w:tblStyleColBandSize w:val="1"/>
      <w:tblBorders>
        <w:top w:val="single" w:sz="2" w:space="0" w:color="0F91FF" w:themeColor="text1" w:themeTint="99"/>
        <w:bottom w:val="single" w:sz="2" w:space="0" w:color="0F91FF" w:themeColor="text1" w:themeTint="99"/>
        <w:insideH w:val="single" w:sz="2" w:space="0" w:color="0F91FF" w:themeColor="text1" w:themeTint="99"/>
        <w:insideV w:val="single" w:sz="2" w:space="0" w:color="0F91FF" w:themeColor="text1" w:themeTint="99"/>
      </w:tblBorders>
    </w:tblPr>
    <w:tblStylePr w:type="firstRow">
      <w:rPr>
        <w:b/>
        <w:bCs/>
      </w:rPr>
      <w:tblPr/>
      <w:tcPr>
        <w:tcBorders>
          <w:top w:val="nil"/>
          <w:bottom w:val="single" w:sz="12" w:space="0" w:color="0F91FF" w:themeColor="text1" w:themeTint="99"/>
          <w:insideH w:val="nil"/>
          <w:insideV w:val="nil"/>
        </w:tcBorders>
        <w:shd w:val="clear" w:color="auto" w:fill="FFFFFF" w:themeFill="background1"/>
      </w:tcPr>
    </w:tblStylePr>
    <w:tblStylePr w:type="lastRow">
      <w:rPr>
        <w:b/>
        <w:bCs/>
      </w:rPr>
      <w:tblPr/>
      <w:tcPr>
        <w:tcBorders>
          <w:top w:val="double" w:sz="2" w:space="0" w:color="0F91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FDAFF" w:themeFill="text1" w:themeFillTint="33"/>
      </w:tcPr>
    </w:tblStylePr>
    <w:tblStylePr w:type="band1Horz">
      <w:tblPr/>
      <w:tcPr>
        <w:shd w:val="clear" w:color="auto" w:fill="AFDAFF" w:themeFill="text1" w:themeFillTint="33"/>
      </w:tcPr>
    </w:tblStylePr>
  </w:style>
  <w:style w:type="table" w:styleId="Tabladecuadrcula3">
    <w:name w:val="Grid Table 3"/>
    <w:basedOn w:val="Tablanormal"/>
    <w:rsid w:val="004F36F7"/>
    <w:pPr>
      <w:spacing w:after="0"/>
    </w:pPr>
    <w:tblPr>
      <w:tblStyleRowBandSize w:val="1"/>
      <w:tblStyleColBandSize w:val="1"/>
      <w:tblBorders>
        <w:top w:val="single" w:sz="4" w:space="0" w:color="0F91FF" w:themeColor="text1" w:themeTint="99"/>
        <w:left w:val="single" w:sz="4" w:space="0" w:color="0F91FF" w:themeColor="text1" w:themeTint="99"/>
        <w:bottom w:val="single" w:sz="4" w:space="0" w:color="0F91FF" w:themeColor="text1" w:themeTint="99"/>
        <w:right w:val="single" w:sz="4" w:space="0" w:color="0F91FF" w:themeColor="text1" w:themeTint="99"/>
        <w:insideH w:val="single" w:sz="4" w:space="0" w:color="0F91FF" w:themeColor="text1" w:themeTint="99"/>
        <w:insideV w:val="single" w:sz="4" w:space="0" w:color="0F91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FDAFF" w:themeFill="text1" w:themeFillTint="33"/>
      </w:tcPr>
    </w:tblStylePr>
    <w:tblStylePr w:type="band1Horz">
      <w:tblPr/>
      <w:tcPr>
        <w:shd w:val="clear" w:color="auto" w:fill="AFDAFF" w:themeFill="text1" w:themeFillTint="33"/>
      </w:tcPr>
    </w:tblStylePr>
    <w:tblStylePr w:type="neCell">
      <w:tblPr/>
      <w:tcPr>
        <w:tcBorders>
          <w:bottom w:val="single" w:sz="4" w:space="0" w:color="0F91FF" w:themeColor="text1" w:themeTint="99"/>
        </w:tcBorders>
      </w:tcPr>
    </w:tblStylePr>
    <w:tblStylePr w:type="nwCell">
      <w:tblPr/>
      <w:tcPr>
        <w:tcBorders>
          <w:bottom w:val="single" w:sz="4" w:space="0" w:color="0F91FF" w:themeColor="text1" w:themeTint="99"/>
        </w:tcBorders>
      </w:tcPr>
    </w:tblStylePr>
    <w:tblStylePr w:type="seCell">
      <w:tblPr/>
      <w:tcPr>
        <w:tcBorders>
          <w:top w:val="single" w:sz="4" w:space="0" w:color="0F91FF" w:themeColor="text1" w:themeTint="99"/>
        </w:tcBorders>
      </w:tcPr>
    </w:tblStylePr>
    <w:tblStylePr w:type="swCell">
      <w:tblPr/>
      <w:tcPr>
        <w:tcBorders>
          <w:top w:val="single" w:sz="4" w:space="0" w:color="0F91FF" w:themeColor="text1" w:themeTint="99"/>
        </w:tcBorders>
      </w:tcPr>
    </w:tblStylePr>
  </w:style>
  <w:style w:type="table" w:styleId="Tablanormal1">
    <w:name w:val="Plain Table 1"/>
    <w:basedOn w:val="Tablanormal"/>
    <w:rsid w:val="004F36F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fatizadoazul">
    <w:name w:val="Enfatizado azul"/>
    <w:basedOn w:val="TextoindependienteCar"/>
    <w:uiPriority w:val="1"/>
    <w:qFormat/>
    <w:rsid w:val="008D159A"/>
    <w:rPr>
      <w:b/>
      <w:color w:val="48565F" w:themeColor="accent3" w:themeShade="80"/>
      <w:sz w:val="22"/>
      <w:szCs w:val="24"/>
    </w:rPr>
  </w:style>
  <w:style w:type="paragraph" w:customStyle="1" w:styleId="TituloN2">
    <w:name w:val="Titulo N2"/>
    <w:basedOn w:val="Normal"/>
    <w:next w:val="Normal"/>
    <w:qFormat/>
    <w:rsid w:val="009415FF"/>
    <w:pPr>
      <w:suppressAutoHyphens/>
      <w:spacing w:before="200"/>
      <w:jc w:val="left"/>
    </w:pPr>
    <w:rPr>
      <w:rFonts w:ascii="Documan Medium" w:hAnsi="Documan Medium"/>
      <w:color w:val="0096FF" w:themeColor="accent2"/>
      <w:szCs w:val="22"/>
      <w14:stylisticSets>
        <w14:styleSet w14:id="5"/>
      </w14:stylisticSets>
    </w:rPr>
  </w:style>
  <w:style w:type="paragraph" w:customStyle="1" w:styleId="SubttuloREE">
    <w:name w:val="Subtítulo REE"/>
    <w:basedOn w:val="Normal"/>
    <w:next w:val="Textonormal"/>
    <w:rsid w:val="008F79F5"/>
    <w:pPr>
      <w:spacing w:before="240" w:line="280" w:lineRule="exact"/>
    </w:pPr>
    <w:rPr>
      <w:rFonts w:eastAsia="Times New Roman" w:cs="Times New Roman"/>
      <w:b/>
      <w:color w:val="006699"/>
      <w:lang w:val="es-ES" w:eastAsia="es-ES"/>
    </w:rPr>
  </w:style>
  <w:style w:type="paragraph" w:customStyle="1" w:styleId="TexTabla">
    <w:name w:val="TexTabla"/>
    <w:basedOn w:val="Textonormal"/>
    <w:rsid w:val="008F79F5"/>
    <w:pPr>
      <w:suppressAutoHyphens/>
      <w:spacing w:before="40" w:after="40" w:line="240" w:lineRule="atLeast"/>
      <w:jc w:val="right"/>
    </w:pPr>
    <w:rPr>
      <w:sz w:val="20"/>
    </w:rPr>
  </w:style>
  <w:style w:type="paragraph" w:customStyle="1" w:styleId="NumTablas">
    <w:name w:val="Num_Tablas"/>
    <w:basedOn w:val="Normal"/>
    <w:next w:val="Normal"/>
    <w:autoRedefine/>
    <w:qFormat/>
    <w:rsid w:val="002F1E70"/>
    <w:pPr>
      <w:numPr>
        <w:numId w:val="4"/>
      </w:numPr>
      <w:tabs>
        <w:tab w:val="left" w:pos="993"/>
      </w:tabs>
      <w:spacing w:before="200" w:after="300"/>
      <w:ind w:left="993" w:hanging="993"/>
      <w:jc w:val="left"/>
    </w:pPr>
    <w:rPr>
      <w:rFonts w:eastAsia="Times New Roman" w:cs="Times New Roman"/>
      <w:color w:val="003C6E" w:themeColor="accent6"/>
      <w:szCs w:val="22"/>
      <w:lang w:val="es-ES_tradnl" w:eastAsia="es-ES"/>
    </w:rPr>
  </w:style>
  <w:style w:type="paragraph" w:customStyle="1" w:styleId="NumFiguras">
    <w:name w:val="Num_Figuras"/>
    <w:basedOn w:val="Normal"/>
    <w:next w:val="Normal"/>
    <w:autoRedefine/>
    <w:qFormat/>
    <w:rsid w:val="00DA2B5B"/>
    <w:pPr>
      <w:numPr>
        <w:numId w:val="5"/>
      </w:numPr>
      <w:tabs>
        <w:tab w:val="left" w:pos="1701"/>
      </w:tabs>
      <w:spacing w:before="200" w:after="300"/>
      <w:ind w:left="1134" w:hanging="1134"/>
      <w:jc w:val="left"/>
    </w:pPr>
    <w:rPr>
      <w:rFonts w:eastAsia="Times New Roman" w:cs="Times New Roman"/>
      <w:noProof/>
      <w:color w:val="003C6E" w:themeColor="accent6"/>
      <w:szCs w:val="22"/>
      <w:lang w:val="es-ES_tradnl" w:eastAsia="es-ES"/>
    </w:rPr>
  </w:style>
  <w:style w:type="paragraph" w:customStyle="1" w:styleId="ituloREE5">
    <w:name w:val="itulo REE_5"/>
    <w:basedOn w:val="Normal"/>
    <w:rsid w:val="007D0B18"/>
    <w:pPr>
      <w:keepNext/>
      <w:numPr>
        <w:ilvl w:val="4"/>
        <w:numId w:val="3"/>
      </w:numPr>
      <w:suppressAutoHyphens/>
      <w:spacing w:before="280" w:after="120" w:line="300" w:lineRule="exact"/>
      <w:ind w:left="993" w:right="-2" w:hanging="993"/>
      <w:contextualSpacing/>
      <w:jc w:val="left"/>
    </w:pPr>
    <w:rPr>
      <w:rFonts w:ascii="Barlow Medium" w:eastAsia="Times New Roman" w:hAnsi="Barlow Medium" w:cs="Times New Roman"/>
      <w:color w:val="006699"/>
      <w:lang w:val="es-ES"/>
    </w:rPr>
  </w:style>
  <w:style w:type="paragraph" w:customStyle="1" w:styleId="PiedeTabla">
    <w:name w:val="Pie de Tabla"/>
    <w:basedOn w:val="Normal"/>
    <w:next w:val="Normal"/>
    <w:qFormat/>
    <w:rsid w:val="0061088E"/>
    <w:pPr>
      <w:spacing w:before="160" w:after="240"/>
      <w:contextualSpacing/>
    </w:pPr>
    <w:rPr>
      <w:rFonts w:eastAsia="Times New Roman"/>
      <w:sz w:val="20"/>
      <w:szCs w:val="20"/>
      <w:lang w:val="es-ES" w:eastAsia="es-ES"/>
    </w:rPr>
  </w:style>
  <w:style w:type="paragraph" w:customStyle="1" w:styleId="CabTabla">
    <w:name w:val="CabTabla"/>
    <w:basedOn w:val="TexTabla"/>
    <w:rsid w:val="008F79F5"/>
    <w:rPr>
      <w:rFonts w:ascii="Barlow SemiBold" w:hAnsi="Barlow SemiBold"/>
      <w:color w:val="003C6E" w:themeColor="accent1"/>
    </w:rPr>
  </w:style>
  <w:style w:type="paragraph" w:customStyle="1" w:styleId="PieFoto">
    <w:name w:val="Pie_Foto"/>
    <w:basedOn w:val="Normal"/>
    <w:next w:val="Normal"/>
    <w:qFormat/>
    <w:rsid w:val="008D159A"/>
    <w:pPr>
      <w:numPr>
        <w:numId w:val="6"/>
      </w:numPr>
      <w:suppressAutoHyphens/>
      <w:spacing w:before="120" w:after="300"/>
      <w:ind w:left="709" w:right="56" w:hanging="709"/>
      <w:jc w:val="left"/>
    </w:pPr>
    <w:rPr>
      <w:rFonts w:eastAsia="Times New Roman" w:cs="Times New Roman"/>
      <w:sz w:val="20"/>
      <w:szCs w:val="20"/>
      <w:lang w:val="en-US" w:eastAsia="es-ES"/>
    </w:rPr>
  </w:style>
  <w:style w:type="paragraph" w:styleId="Prrafodelista">
    <w:name w:val="List Paragraph"/>
    <w:basedOn w:val="Normal"/>
    <w:link w:val="PrrafodelistaCar"/>
    <w:uiPriority w:val="1"/>
    <w:qFormat/>
    <w:rsid w:val="008F79F5"/>
    <w:pPr>
      <w:ind w:left="720"/>
      <w:contextualSpacing/>
    </w:pPr>
  </w:style>
  <w:style w:type="character" w:customStyle="1" w:styleId="Ttulo4Car">
    <w:name w:val="Título 4 Car"/>
    <w:basedOn w:val="Fuentedeprrafopredeter"/>
    <w:link w:val="Ttulo4"/>
    <w:uiPriority w:val="9"/>
    <w:rsid w:val="009415FF"/>
    <w:rPr>
      <w:rFonts w:ascii="Documan Medium" w:eastAsiaTheme="majorEastAsia" w:hAnsi="Documan Medium" w:cstheme="majorBidi"/>
      <w:color w:val="0096FF" w:themeColor="accent2"/>
      <w:szCs w:val="28"/>
    </w:rPr>
  </w:style>
  <w:style w:type="paragraph" w:styleId="TDC4">
    <w:name w:val="toc 4"/>
    <w:basedOn w:val="Normal"/>
    <w:next w:val="Normal"/>
    <w:autoRedefine/>
    <w:uiPriority w:val="39"/>
    <w:unhideWhenUsed/>
    <w:rsid w:val="00E47DF4"/>
    <w:pPr>
      <w:tabs>
        <w:tab w:val="left" w:pos="2156"/>
        <w:tab w:val="right" w:leader="dot" w:pos="10490"/>
      </w:tabs>
      <w:spacing w:before="160"/>
      <w:ind w:left="2170" w:hanging="826"/>
      <w:jc w:val="left"/>
    </w:pPr>
    <w:rPr>
      <w:noProof/>
    </w:rPr>
  </w:style>
  <w:style w:type="character" w:styleId="nfasissutil">
    <w:name w:val="Subtle Emphasis"/>
    <w:basedOn w:val="Fuentedeprrafopredeter"/>
    <w:rsid w:val="00723025"/>
    <w:rPr>
      <w:i/>
      <w:iCs/>
      <w:color w:val="0072D2" w:themeColor="text1" w:themeTint="BF"/>
    </w:rPr>
  </w:style>
  <w:style w:type="paragraph" w:styleId="Textonotaalfinal">
    <w:name w:val="endnote text"/>
    <w:basedOn w:val="Normal"/>
    <w:link w:val="TextonotaalfinalCar"/>
    <w:semiHidden/>
    <w:unhideWhenUsed/>
    <w:rsid w:val="005D168C"/>
    <w:pPr>
      <w:spacing w:after="0"/>
    </w:pPr>
    <w:rPr>
      <w:sz w:val="20"/>
      <w:szCs w:val="20"/>
    </w:rPr>
  </w:style>
  <w:style w:type="character" w:customStyle="1" w:styleId="TextonotaalfinalCar">
    <w:name w:val="Texto nota al final Car"/>
    <w:basedOn w:val="Fuentedeprrafopredeter"/>
    <w:link w:val="Textonotaalfinal"/>
    <w:semiHidden/>
    <w:rsid w:val="005D168C"/>
    <w:rPr>
      <w:sz w:val="20"/>
      <w:szCs w:val="20"/>
    </w:rPr>
  </w:style>
  <w:style w:type="character" w:styleId="Refdenotaalfinal">
    <w:name w:val="endnote reference"/>
    <w:basedOn w:val="Fuentedeprrafopredeter"/>
    <w:semiHidden/>
    <w:unhideWhenUsed/>
    <w:rsid w:val="005D168C"/>
    <w:rPr>
      <w:vertAlign w:val="superscript"/>
    </w:rPr>
  </w:style>
  <w:style w:type="paragraph" w:customStyle="1" w:styleId="Notas">
    <w:name w:val="Notas"/>
    <w:basedOn w:val="Normal"/>
    <w:qFormat/>
    <w:rsid w:val="00F13054"/>
    <w:pPr>
      <w:spacing w:before="100"/>
    </w:pPr>
  </w:style>
  <w:style w:type="table" w:styleId="Tablaconcuadrculaclara">
    <w:name w:val="Grid Table Light"/>
    <w:basedOn w:val="Tablanormal"/>
    <w:rsid w:val="00B4566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6715A"/>
    <w:rPr>
      <w:color w:val="605E5C"/>
      <w:shd w:val="clear" w:color="auto" w:fill="E1DFDD"/>
    </w:rPr>
  </w:style>
  <w:style w:type="character" w:customStyle="1" w:styleId="TextonotapieCar">
    <w:name w:val="Texto nota pie Car"/>
    <w:basedOn w:val="Fuentedeprrafopredeter"/>
    <w:link w:val="Textonotapie"/>
    <w:uiPriority w:val="9"/>
    <w:rsid w:val="00226947"/>
    <w:rPr>
      <w:rFonts w:ascii="Arial" w:hAnsi="Arial" w:cs="Arial"/>
      <w:sz w:val="18"/>
      <w:lang w:val="en-GB"/>
    </w:rPr>
  </w:style>
  <w:style w:type="character" w:customStyle="1" w:styleId="TtuloCar">
    <w:name w:val="Título Car"/>
    <w:aliases w:val="Título portada Car"/>
    <w:basedOn w:val="Fuentedeprrafopredeter"/>
    <w:link w:val="Ttulo"/>
    <w:rsid w:val="008E337C"/>
    <w:rPr>
      <w:rFonts w:ascii="Documan SemiBold" w:eastAsiaTheme="majorEastAsia" w:hAnsi="Documan SemiBold" w:cstheme="majorBidi"/>
      <w:bCs/>
      <w:color w:val="0096FF" w:themeColor="accent2"/>
      <w:sz w:val="48"/>
      <w:szCs w:val="48"/>
    </w:rPr>
  </w:style>
  <w:style w:type="character" w:customStyle="1" w:styleId="SubttuloCar">
    <w:name w:val="Subtítulo Car"/>
    <w:aliases w:val="Subtitulo portada No Car"/>
    <w:basedOn w:val="Fuentedeprrafopredeter"/>
    <w:link w:val="Subttulo"/>
    <w:rsid w:val="003D1400"/>
    <w:rPr>
      <w:rFonts w:ascii="Arial" w:eastAsiaTheme="majorEastAsia" w:hAnsi="Arial" w:cs="Arial"/>
      <w:b/>
      <w:bCs/>
      <w:color w:val="003C6E" w:themeColor="accent6"/>
      <w:sz w:val="36"/>
      <w:szCs w:val="30"/>
    </w:rPr>
  </w:style>
  <w:style w:type="character" w:customStyle="1" w:styleId="FechaCar">
    <w:name w:val="Fecha Car"/>
    <w:basedOn w:val="Fuentedeprrafopredeter"/>
    <w:link w:val="Fecha"/>
    <w:rsid w:val="008E337C"/>
    <w:rPr>
      <w:rFonts w:ascii="Roboto" w:hAnsi="Roboto" w:cs="Arial"/>
    </w:rPr>
  </w:style>
  <w:style w:type="character" w:customStyle="1" w:styleId="Enfatizadoazulclaro">
    <w:name w:val="Enfatizado azul claro"/>
    <w:basedOn w:val="Enfatizadoazul"/>
    <w:uiPriority w:val="1"/>
    <w:qFormat/>
    <w:rsid w:val="000A0BFF"/>
    <w:rPr>
      <w:b/>
      <w:color w:val="0096FF" w:themeColor="accent2"/>
      <w:sz w:val="22"/>
      <w:szCs w:val="24"/>
    </w:rPr>
  </w:style>
  <w:style w:type="numbering" w:customStyle="1" w:styleId="Estilo1">
    <w:name w:val="Estilo1"/>
    <w:uiPriority w:val="99"/>
    <w:rsid w:val="00B3739F"/>
    <w:pPr>
      <w:numPr>
        <w:numId w:val="7"/>
      </w:numPr>
    </w:pPr>
  </w:style>
  <w:style w:type="paragraph" w:styleId="Textosinformato">
    <w:name w:val="Plain Text"/>
    <w:basedOn w:val="Normal"/>
    <w:link w:val="TextosinformatoCar"/>
    <w:unhideWhenUsed/>
    <w:rsid w:val="007A6369"/>
    <w:pPr>
      <w:spacing w:after="0"/>
    </w:pPr>
    <w:rPr>
      <w:rFonts w:ascii="Consolas" w:hAnsi="Consolas"/>
      <w:sz w:val="21"/>
      <w:szCs w:val="21"/>
    </w:rPr>
  </w:style>
  <w:style w:type="character" w:customStyle="1" w:styleId="TextosinformatoCar">
    <w:name w:val="Texto sin formato Car"/>
    <w:basedOn w:val="Fuentedeprrafopredeter"/>
    <w:link w:val="Textosinformato"/>
    <w:rsid w:val="007A6369"/>
    <w:rPr>
      <w:rFonts w:ascii="Consolas" w:hAnsi="Consolas" w:cs="Arial"/>
      <w:sz w:val="21"/>
      <w:szCs w:val="21"/>
    </w:rPr>
  </w:style>
  <w:style w:type="paragraph" w:customStyle="1" w:styleId="TtuloTexTabla">
    <w:name w:val="Título Tex_Tabla"/>
    <w:basedOn w:val="TextoTabla"/>
    <w:link w:val="TtuloTexTablaCar"/>
    <w:autoRedefine/>
    <w:qFormat/>
    <w:rsid w:val="000C7BDA"/>
    <w:pPr>
      <w:keepNext/>
      <w:framePr w:wrap="around"/>
    </w:pPr>
    <w:rPr>
      <w:b/>
      <w:color w:val="0096FF" w:themeColor="accent2"/>
      <w:szCs w:val="25"/>
    </w:rPr>
  </w:style>
  <w:style w:type="paragraph" w:customStyle="1" w:styleId="Estilo2">
    <w:name w:val="Estilo2"/>
    <w:basedOn w:val="TtuloTexTabla"/>
    <w:link w:val="Estilo2Car"/>
    <w:rsid w:val="00DA2B5B"/>
    <w:pPr>
      <w:framePr w:wrap="around"/>
    </w:pPr>
  </w:style>
  <w:style w:type="paragraph" w:customStyle="1" w:styleId="Estilo3">
    <w:name w:val="Estilo3"/>
    <w:basedOn w:val="Normal"/>
    <w:rsid w:val="00DA2B5B"/>
    <w:pPr>
      <w:keepNext/>
      <w:framePr w:hSpace="141" w:wrap="around" w:vAnchor="text" w:hAnchor="margin" w:xAlign="center" w:y="-19"/>
    </w:pPr>
    <w:rPr>
      <w:color w:val="006699"/>
    </w:rPr>
  </w:style>
  <w:style w:type="character" w:customStyle="1" w:styleId="TextoTablaCar">
    <w:name w:val="Texto_Tabla Car"/>
    <w:basedOn w:val="TextoindependienteCar"/>
    <w:link w:val="TextoTabla"/>
    <w:rsid w:val="000C7BDA"/>
    <w:rPr>
      <w:rFonts w:ascii="Arial" w:hAnsi="Arial" w:cs="Arial"/>
      <w:sz w:val="22"/>
    </w:rPr>
  </w:style>
  <w:style w:type="character" w:customStyle="1" w:styleId="TtuloTexTablaCar">
    <w:name w:val="Título Tex_Tabla Car"/>
    <w:basedOn w:val="TextoTablaCar"/>
    <w:link w:val="TtuloTexTabla"/>
    <w:rsid w:val="000C7BDA"/>
    <w:rPr>
      <w:rFonts w:ascii="Arial" w:hAnsi="Arial" w:cs="Arial"/>
      <w:b/>
      <w:color w:val="0096FF" w:themeColor="accent2"/>
      <w:sz w:val="22"/>
      <w:szCs w:val="25"/>
    </w:rPr>
  </w:style>
  <w:style w:type="character" w:customStyle="1" w:styleId="Estilo2Car">
    <w:name w:val="Estilo2 Car"/>
    <w:basedOn w:val="TtuloTexTablaCar"/>
    <w:link w:val="Estilo2"/>
    <w:rsid w:val="00DA2B5B"/>
    <w:rPr>
      <w:rFonts w:ascii="Roboto" w:hAnsi="Roboto" w:cs="Arial"/>
      <w:b/>
      <w:color w:val="003C6E" w:themeColor="accent6"/>
      <w:sz w:val="25"/>
      <w:szCs w:val="25"/>
    </w:rPr>
  </w:style>
  <w:style w:type="table" w:customStyle="1" w:styleId="Estilo4">
    <w:name w:val="Estilo4"/>
    <w:basedOn w:val="Tablanormal"/>
    <w:uiPriority w:val="99"/>
    <w:rsid w:val="00574AE4"/>
    <w:pPr>
      <w:spacing w:after="0"/>
    </w:pPr>
    <w:tblPr/>
  </w:style>
  <w:style w:type="table" w:customStyle="1" w:styleId="TablaNewco">
    <w:name w:val="Tabla_Newco"/>
    <w:basedOn w:val="Tablanormal"/>
    <w:uiPriority w:val="99"/>
    <w:rsid w:val="00866951"/>
    <w:pPr>
      <w:spacing w:before="60" w:after="60"/>
    </w:pPr>
    <w:rPr>
      <w:rFonts w:ascii="Arial" w:hAnsi="Arial"/>
      <w:sz w:val="22"/>
    </w:rPr>
    <w:tblPr>
      <w:tblStyleRowBandSize w:val="1"/>
      <w:tblBorders>
        <w:insideH w:val="dashed" w:sz="4" w:space="0" w:color="0096FF" w:themeColor="accent2"/>
      </w:tblBorders>
    </w:tblPr>
    <w:tcPr>
      <w:vAlign w:val="bottom"/>
    </w:tcPr>
    <w:tblStylePr w:type="firstRow">
      <w:rPr>
        <w:rFonts w:ascii="Arial" w:hAnsi="Arial"/>
        <w:b/>
        <w:color w:val="0096FF" w:themeColor="accent2"/>
        <w:sz w:val="22"/>
      </w:rPr>
      <w:tblPr/>
      <w:tcPr>
        <w:tcBorders>
          <w:bottom w:val="nil"/>
        </w:tcBorders>
      </w:tcPr>
    </w:tblStylePr>
    <w:tblStylePr w:type="lastRow">
      <w:rPr>
        <w:rFonts w:ascii="Arial" w:hAnsi="Arial"/>
        <w:b/>
        <w:color w:val="0096FF" w:themeColor="accent2"/>
        <w:sz w:val="22"/>
      </w:rPr>
      <w:tblPr/>
      <w:tcPr>
        <w:tcBorders>
          <w:bottom w:val="single" w:sz="4" w:space="0" w:color="0096FF" w:themeColor="accent2"/>
        </w:tcBorders>
      </w:tc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table" w:customStyle="1" w:styleId="TablaNewco2">
    <w:name w:val="Tabla_Newco2"/>
    <w:basedOn w:val="Tablanormal"/>
    <w:uiPriority w:val="99"/>
    <w:rsid w:val="00866951"/>
    <w:pPr>
      <w:spacing w:before="60" w:after="60"/>
    </w:pPr>
    <w:tblPr>
      <w:tblStyleRowBandSize w:val="1"/>
      <w:tblBorders>
        <w:bottom w:val="dashed" w:sz="4" w:space="0" w:color="0096FF" w:themeColor="accent2"/>
      </w:tblBorders>
    </w:tblPr>
    <w:tcPr>
      <w:vAlign w:val="bottom"/>
    </w:tcPr>
    <w:tblStylePr w:type="firstRow">
      <w:rPr>
        <w:rFonts w:ascii="Arial" w:hAnsi="Arial"/>
        <w:b/>
        <w:color w:val="0096FF" w:themeColor="accent2"/>
        <w:sz w:val="22"/>
      </w:rPr>
      <w:tblPr/>
      <w:tcPr>
        <w:tcBorders>
          <w:bottom w:val="dashed" w:sz="4" w:space="0" w:color="0096FF" w:themeColor="accent2"/>
        </w:tcBorders>
      </w:tcPr>
    </w:tblStylePr>
    <w:tblStylePr w:type="lastRow">
      <w:rPr>
        <w:rFonts w:ascii="Arial" w:hAnsi="Arial"/>
        <w:b/>
        <w:color w:val="0096FF" w:themeColor="accent2"/>
        <w:sz w:val="22"/>
      </w:rPr>
      <w:tblPr/>
      <w:tcPr>
        <w:tcBorders>
          <w:top w:val="nil"/>
          <w:left w:val="nil"/>
          <w:bottom w:val="single" w:sz="4" w:space="0" w:color="0096FF" w:themeColor="accent2"/>
          <w:right w:val="nil"/>
          <w:insideH w:val="nil"/>
          <w:insideV w:val="nil"/>
        </w:tcBorders>
      </w:tcPr>
    </w:tblStylePr>
    <w:tblStylePr w:type="band1Horz">
      <w:rPr>
        <w:rFonts w:ascii="Arial" w:hAnsi="Arial"/>
        <w:sz w:val="22"/>
      </w:rPr>
      <w:tblPr/>
      <w:tcPr>
        <w:tcBorders>
          <w:bottom w:val="dashed" w:sz="4" w:space="0" w:color="0096FF" w:themeColor="accent2"/>
        </w:tcBorders>
      </w:tcPr>
    </w:tblStylePr>
    <w:tblStylePr w:type="band2Horz">
      <w:rPr>
        <w:rFonts w:ascii="Arial" w:hAnsi="Arial"/>
        <w:sz w:val="22"/>
      </w:rPr>
      <w:tblPr/>
      <w:tcPr>
        <w:tcBorders>
          <w:bottom w:val="dashed" w:sz="4" w:space="0" w:color="0096FF" w:themeColor="accent2"/>
        </w:tcBorders>
      </w:tcPr>
    </w:tblStylePr>
  </w:style>
  <w:style w:type="table" w:styleId="Tablaconcuadrcula4-nfasis2">
    <w:name w:val="Grid Table 4 Accent 2"/>
    <w:basedOn w:val="Tablanormal"/>
    <w:uiPriority w:val="49"/>
    <w:rsid w:val="005E2A8E"/>
    <w:pPr>
      <w:spacing w:after="0"/>
    </w:p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color w:val="FFFFFF" w:themeColor="background1"/>
      </w:rPr>
      <w:tblPr/>
      <w:tcPr>
        <w:tcBorders>
          <w:top w:val="single" w:sz="4" w:space="0" w:color="0096FF" w:themeColor="accent2"/>
          <w:left w:val="single" w:sz="4" w:space="0" w:color="0096FF" w:themeColor="accent2"/>
          <w:bottom w:val="single" w:sz="4" w:space="0" w:color="0096FF" w:themeColor="accent2"/>
          <w:right w:val="single" w:sz="4" w:space="0" w:color="0096FF" w:themeColor="accent2"/>
          <w:insideH w:val="nil"/>
          <w:insideV w:val="nil"/>
        </w:tcBorders>
        <w:shd w:val="clear" w:color="auto" w:fill="0096FF" w:themeFill="accent2"/>
      </w:tcPr>
    </w:tblStylePr>
    <w:tblStylePr w:type="lastRow">
      <w:rPr>
        <w:b/>
        <w:bCs/>
      </w:rPr>
      <w:tblPr/>
      <w:tcPr>
        <w:tcBorders>
          <w:top w:val="double" w:sz="4" w:space="0" w:color="0096FF" w:themeColor="accent2"/>
        </w:tcBorders>
      </w:tcPr>
    </w:tblStylePr>
    <w:tblStylePr w:type="firstCol">
      <w:rPr>
        <w:b/>
        <w:bCs/>
      </w:rPr>
    </w:tblStylePr>
    <w:tblStylePr w:type="lastCol">
      <w:rPr>
        <w:b/>
        <w:bCs/>
      </w:rPr>
    </w:tblStylePr>
    <w:tblStylePr w:type="band1Vert">
      <w:tblPr/>
      <w:tcPr>
        <w:shd w:val="clear" w:color="auto" w:fill="CCEAFF" w:themeFill="accent2" w:themeFillTint="33"/>
      </w:tcPr>
    </w:tblStylePr>
    <w:tblStylePr w:type="band1Horz">
      <w:tblPr/>
      <w:tcPr>
        <w:shd w:val="clear" w:color="auto" w:fill="CCEAFF" w:themeFill="accent2" w:themeFillTint="33"/>
      </w:tcPr>
    </w:tblStylePr>
  </w:style>
  <w:style w:type="table" w:styleId="Tablaconcuadrcula7concolores-nfasis2">
    <w:name w:val="Grid Table 7 Colorful Accent 2"/>
    <w:basedOn w:val="Tablanormal"/>
    <w:uiPriority w:val="52"/>
    <w:rsid w:val="005E2A8E"/>
    <w:pPr>
      <w:spacing w:after="0"/>
    </w:pPr>
    <w:rPr>
      <w:color w:val="0070BF" w:themeColor="accent2" w:themeShade="BF"/>
    </w:r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2" w:themeFillTint="33"/>
      </w:tcPr>
    </w:tblStylePr>
    <w:tblStylePr w:type="band1Horz">
      <w:tblPr/>
      <w:tcPr>
        <w:shd w:val="clear" w:color="auto" w:fill="CCEAFF" w:themeFill="accent2" w:themeFillTint="33"/>
      </w:tcPr>
    </w:tblStylePr>
    <w:tblStylePr w:type="neCell">
      <w:tblPr/>
      <w:tcPr>
        <w:tcBorders>
          <w:bottom w:val="single" w:sz="4" w:space="0" w:color="66C0FF" w:themeColor="accent2" w:themeTint="99"/>
        </w:tcBorders>
      </w:tcPr>
    </w:tblStylePr>
    <w:tblStylePr w:type="nwCell">
      <w:tblPr/>
      <w:tcPr>
        <w:tcBorders>
          <w:bottom w:val="single" w:sz="4" w:space="0" w:color="66C0FF" w:themeColor="accent2" w:themeTint="99"/>
        </w:tcBorders>
      </w:tcPr>
    </w:tblStylePr>
    <w:tblStylePr w:type="seCell">
      <w:tblPr/>
      <w:tcPr>
        <w:tcBorders>
          <w:top w:val="single" w:sz="4" w:space="0" w:color="66C0FF" w:themeColor="accent2" w:themeTint="99"/>
        </w:tcBorders>
      </w:tcPr>
    </w:tblStylePr>
    <w:tblStylePr w:type="swCell">
      <w:tblPr/>
      <w:tcPr>
        <w:tcBorders>
          <w:top w:val="single" w:sz="4" w:space="0" w:color="66C0FF" w:themeColor="accent2" w:themeTint="99"/>
        </w:tcBorders>
      </w:tcPr>
    </w:tblStylePr>
  </w:style>
  <w:style w:type="table" w:customStyle="1" w:styleId="Newco">
    <w:name w:val="Newco"/>
    <w:basedOn w:val="Tablanormal"/>
    <w:uiPriority w:val="99"/>
    <w:rsid w:val="000C7BDA"/>
    <w:pPr>
      <w:spacing w:after="0"/>
    </w:pPr>
    <w:tblPr>
      <w:tblStyleRowBandSize w:val="1"/>
    </w:tblPr>
    <w:tblStylePr w:type="band1Horz">
      <w:rPr>
        <w:rFonts w:ascii="Arial" w:hAnsi="Arial"/>
        <w:color w:val="0A0A0A" w:themeColor="text2"/>
        <w:sz w:val="22"/>
      </w:rPr>
    </w:tblStylePr>
    <w:tblStylePr w:type="band2Horz">
      <w:rPr>
        <w:rFonts w:ascii="Arial" w:hAnsi="Arial"/>
        <w:color w:val="0A0A0A" w:themeColor="text2"/>
        <w:sz w:val="22"/>
      </w:rPr>
      <w:tblPr/>
      <w:tcPr>
        <w:tcBorders>
          <w:insideH w:val="nil"/>
        </w:tcBorders>
      </w:tcPr>
    </w:tblStylePr>
  </w:style>
  <w:style w:type="table" w:customStyle="1" w:styleId="Estilo5">
    <w:name w:val="Estilo5"/>
    <w:basedOn w:val="Tablanormal"/>
    <w:uiPriority w:val="99"/>
    <w:rsid w:val="002F1E70"/>
    <w:pPr>
      <w:spacing w:after="0"/>
    </w:pPr>
    <w:tblPr/>
  </w:style>
  <w:style w:type="table" w:customStyle="1" w:styleId="NewcoDEF">
    <w:name w:val="Newco_DEF"/>
    <w:basedOn w:val="Tablanormal"/>
    <w:uiPriority w:val="99"/>
    <w:rsid w:val="002F1E70"/>
    <w:pPr>
      <w:spacing w:after="0"/>
    </w:pPr>
    <w:tblPr/>
  </w:style>
  <w:style w:type="paragraph" w:customStyle="1" w:styleId="Tituloportada">
    <w:name w:val="Titulo portada"/>
    <w:basedOn w:val="Ttulo"/>
    <w:qFormat/>
    <w:rsid w:val="00615AF8"/>
    <w:pPr>
      <w:framePr w:wrap="notBeside"/>
    </w:pPr>
  </w:style>
  <w:style w:type="paragraph" w:customStyle="1" w:styleId="Subtituloportada">
    <w:name w:val="Subtitulo portada"/>
    <w:basedOn w:val="Subttulo"/>
    <w:qFormat/>
    <w:rsid w:val="00F765EE"/>
    <w:pPr>
      <w:framePr w:wrap="notBeside"/>
    </w:pPr>
  </w:style>
  <w:style w:type="table" w:customStyle="1" w:styleId="TablaNewco1">
    <w:name w:val="Tabla_Newco1"/>
    <w:basedOn w:val="Tablanormal"/>
    <w:uiPriority w:val="99"/>
    <w:rsid w:val="000B08CA"/>
    <w:pPr>
      <w:spacing w:before="60" w:after="60"/>
      <w:jc w:val="right"/>
    </w:pPr>
    <w:rPr>
      <w:rFonts w:ascii="Arial" w:hAnsi="Arial"/>
      <w:sz w:val="22"/>
    </w:rPr>
    <w:tblPr>
      <w:tblStyleRowBandSize w:val="1"/>
      <w:tblStyleColBandSize w:val="1"/>
      <w:tblBorders>
        <w:insideH w:val="dashed" w:sz="4" w:space="0" w:color="0096FF" w:themeColor="accent2"/>
      </w:tblBorders>
    </w:tblPr>
    <w:tcPr>
      <w:shd w:val="clear" w:color="auto" w:fill="auto"/>
      <w:vAlign w:val="bottom"/>
    </w:tcPr>
    <w:tblStylePr w:type="firstRow">
      <w:pPr>
        <w:jc w:val="right"/>
      </w:pPr>
      <w:rPr>
        <w:rFonts w:ascii="Arial" w:hAnsi="Arial"/>
        <w:b/>
        <w:color w:val="0096FF" w:themeColor="accent2"/>
        <w:sz w:val="22"/>
      </w:rPr>
      <w:tblPr/>
      <w:tcPr>
        <w:tcBorders>
          <w:bottom w:val="single" w:sz="4" w:space="0" w:color="0096FF" w:themeColor="accent2"/>
        </w:tcBorders>
        <w:shd w:val="clear" w:color="auto" w:fill="CCEAFF" w:themeFill="accent2" w:themeFillTint="33"/>
      </w:tcPr>
    </w:tblStylePr>
    <w:tblStylePr w:type="lastRow">
      <w:rPr>
        <w:rFonts w:ascii="Arial" w:hAnsi="Arial"/>
        <w:b/>
        <w:color w:val="0096FF" w:themeColor="accent2"/>
        <w:sz w:val="22"/>
      </w:rPr>
      <w:tblPr/>
      <w:tcPr>
        <w:tcBorders>
          <w:bottom w:val="single" w:sz="4" w:space="0" w:color="0096FF" w:themeColor="accent2"/>
        </w:tcBorders>
      </w:tcPr>
    </w:tblStylePr>
    <w:tblStylePr w:type="firstCol">
      <w:rPr>
        <w:color w:val="FFFFFF" w:themeColor="background1"/>
      </w:rPr>
    </w:tblStylePr>
    <w:tblStylePr w:type="band1Vert">
      <w:rPr>
        <w:color w:val="0096FF" w:themeColor="accent2"/>
      </w:r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paragraph" w:styleId="NormalWeb">
    <w:name w:val="Normal (Web)"/>
    <w:basedOn w:val="Normal"/>
    <w:uiPriority w:val="99"/>
    <w:unhideWhenUsed/>
    <w:rsid w:val="006E773D"/>
    <w:pPr>
      <w:spacing w:before="100" w:beforeAutospacing="1" w:afterAutospacing="1"/>
      <w:jc w:val="left"/>
    </w:pPr>
    <w:rPr>
      <w:rFonts w:ascii="Times New Roman" w:eastAsia="Times New Roman" w:hAnsi="Times New Roman" w:cs="Times New Roman"/>
      <w:sz w:val="24"/>
      <w:lang w:val="es-ES" w:eastAsia="es-ES"/>
    </w:rPr>
  </w:style>
  <w:style w:type="table" w:styleId="Tablaconcuadrcula5oscura-nfasis2">
    <w:name w:val="Grid Table 5 Dark Accent 2"/>
    <w:basedOn w:val="Tablanormal"/>
    <w:uiPriority w:val="50"/>
    <w:rsid w:val="00587BB4"/>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EA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F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F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F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FF" w:themeFill="accent2"/>
      </w:tcPr>
    </w:tblStylePr>
    <w:tblStylePr w:type="band1Vert">
      <w:tblPr/>
      <w:tcPr>
        <w:shd w:val="clear" w:color="auto" w:fill="99D5FF" w:themeFill="accent2" w:themeFillTint="66"/>
      </w:tcPr>
    </w:tblStylePr>
    <w:tblStylePr w:type="band1Horz">
      <w:tblPr/>
      <w:tcPr>
        <w:shd w:val="clear" w:color="auto" w:fill="99D5FF" w:themeFill="accent2" w:themeFillTint="66"/>
      </w:tcPr>
    </w:tblStylePr>
  </w:style>
  <w:style w:type="table" w:styleId="Listamedia2-nfasis1">
    <w:name w:val="Medium List 2 Accent 1"/>
    <w:basedOn w:val="Tablanormal"/>
    <w:uiPriority w:val="66"/>
    <w:rsid w:val="00587BB4"/>
    <w:pPr>
      <w:spacing w:after="0"/>
    </w:pPr>
    <w:rPr>
      <w:rFonts w:asciiTheme="majorHAnsi" w:eastAsiaTheme="majorEastAsia" w:hAnsiTheme="majorHAnsi" w:cstheme="majorBidi"/>
      <w:color w:val="003C6E" w:themeColor="text1"/>
      <w:sz w:val="22"/>
      <w:szCs w:val="22"/>
      <w:lang w:val="es-ES" w:eastAsia="es-ES"/>
    </w:rPr>
    <w:tblPr>
      <w:tblStyleRowBandSize w:val="1"/>
      <w:tblStyleColBandSize w:val="1"/>
      <w:tblBorders>
        <w:top w:val="single" w:sz="8" w:space="0" w:color="003C6E" w:themeColor="accent1"/>
        <w:left w:val="single" w:sz="8" w:space="0" w:color="003C6E" w:themeColor="accent1"/>
        <w:bottom w:val="single" w:sz="8" w:space="0" w:color="003C6E" w:themeColor="accent1"/>
        <w:right w:val="single" w:sz="8" w:space="0" w:color="003C6E" w:themeColor="accent1"/>
      </w:tblBorders>
    </w:tblPr>
    <w:tblStylePr w:type="firstRow">
      <w:rPr>
        <w:sz w:val="24"/>
        <w:szCs w:val="24"/>
      </w:rPr>
      <w:tblPr/>
      <w:tcPr>
        <w:tcBorders>
          <w:top w:val="nil"/>
          <w:left w:val="nil"/>
          <w:bottom w:val="single" w:sz="24" w:space="0" w:color="003C6E" w:themeColor="accent1"/>
          <w:right w:val="nil"/>
          <w:insideH w:val="nil"/>
          <w:insideV w:val="nil"/>
        </w:tcBorders>
        <w:shd w:val="clear" w:color="auto" w:fill="FFFFFF" w:themeFill="background1"/>
      </w:tcPr>
    </w:tblStylePr>
    <w:tblStylePr w:type="lastRow">
      <w:tblPr/>
      <w:tcPr>
        <w:tcBorders>
          <w:top w:val="single" w:sz="8" w:space="0" w:color="003C6E"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C6E" w:themeColor="accent1"/>
          <w:insideH w:val="nil"/>
          <w:insideV w:val="nil"/>
        </w:tcBorders>
        <w:shd w:val="clear" w:color="auto" w:fill="FFFFFF" w:themeFill="background1"/>
      </w:tcPr>
    </w:tblStylePr>
    <w:tblStylePr w:type="lastCol">
      <w:tblPr/>
      <w:tcPr>
        <w:tcBorders>
          <w:top w:val="nil"/>
          <w:left w:val="single" w:sz="8" w:space="0" w:color="003C6E"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CD1FF" w:themeFill="accent1" w:themeFillTint="3F"/>
      </w:tcPr>
    </w:tblStylePr>
    <w:tblStylePr w:type="band1Horz">
      <w:tblPr/>
      <w:tcPr>
        <w:tcBorders>
          <w:top w:val="nil"/>
          <w:bottom w:val="nil"/>
          <w:insideH w:val="nil"/>
          <w:insideV w:val="nil"/>
        </w:tcBorders>
        <w:shd w:val="clear" w:color="auto" w:fill="9CD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aconcuadrcula1clara-nfasis1">
    <w:name w:val="Grid Table 1 Light Accent 1"/>
    <w:basedOn w:val="Tablanormal"/>
    <w:uiPriority w:val="46"/>
    <w:rsid w:val="00587BB4"/>
    <w:pPr>
      <w:spacing w:after="0"/>
    </w:pPr>
    <w:tblPr>
      <w:tblStyleRowBandSize w:val="1"/>
      <w:tblStyleColBandSize w:val="1"/>
      <w:tblBorders>
        <w:top w:val="single" w:sz="4" w:space="0" w:color="5FB6FF" w:themeColor="accent1" w:themeTint="66"/>
        <w:left w:val="single" w:sz="4" w:space="0" w:color="5FB6FF" w:themeColor="accent1" w:themeTint="66"/>
        <w:bottom w:val="single" w:sz="4" w:space="0" w:color="5FB6FF" w:themeColor="accent1" w:themeTint="66"/>
        <w:right w:val="single" w:sz="4" w:space="0" w:color="5FB6FF" w:themeColor="accent1" w:themeTint="66"/>
        <w:insideH w:val="single" w:sz="4" w:space="0" w:color="5FB6FF" w:themeColor="accent1" w:themeTint="66"/>
        <w:insideV w:val="single" w:sz="4" w:space="0" w:color="5FB6FF" w:themeColor="accent1" w:themeTint="66"/>
      </w:tblBorders>
    </w:tblPr>
    <w:tblStylePr w:type="firstRow">
      <w:rPr>
        <w:b/>
        <w:bCs/>
      </w:rPr>
      <w:tblPr/>
      <w:tcPr>
        <w:tcBorders>
          <w:bottom w:val="single" w:sz="12" w:space="0" w:color="0F91FF" w:themeColor="accent1" w:themeTint="99"/>
        </w:tcBorders>
      </w:tcPr>
    </w:tblStylePr>
    <w:tblStylePr w:type="lastRow">
      <w:rPr>
        <w:b/>
        <w:bCs/>
      </w:rPr>
      <w:tblPr/>
      <w:tcPr>
        <w:tcBorders>
          <w:top w:val="double" w:sz="2" w:space="0" w:color="0F91FF" w:themeColor="accent1" w:themeTint="99"/>
        </w:tcBorders>
      </w:tcPr>
    </w:tblStylePr>
    <w:tblStylePr w:type="firstCol">
      <w:rPr>
        <w:b/>
        <w:bCs/>
      </w:rPr>
    </w:tblStylePr>
    <w:tblStylePr w:type="lastCol">
      <w:rPr>
        <w:b/>
        <w:bCs/>
      </w:rPr>
    </w:tblStylePr>
  </w:style>
  <w:style w:type="table" w:styleId="Tabladelista3-nfasis2">
    <w:name w:val="List Table 3 Accent 2"/>
    <w:basedOn w:val="Tablanormal"/>
    <w:uiPriority w:val="48"/>
    <w:rsid w:val="00587BB4"/>
    <w:pPr>
      <w:spacing w:after="0"/>
    </w:pPr>
    <w:tblPr>
      <w:tblStyleRowBandSize w:val="1"/>
      <w:tblStyleColBandSize w:val="1"/>
      <w:tblBorders>
        <w:top w:val="single" w:sz="4" w:space="0" w:color="0096FF" w:themeColor="accent2"/>
        <w:left w:val="single" w:sz="4" w:space="0" w:color="0096FF" w:themeColor="accent2"/>
        <w:bottom w:val="single" w:sz="4" w:space="0" w:color="0096FF" w:themeColor="accent2"/>
        <w:right w:val="single" w:sz="4" w:space="0" w:color="0096FF" w:themeColor="accent2"/>
      </w:tblBorders>
    </w:tblPr>
    <w:tblStylePr w:type="firstRow">
      <w:rPr>
        <w:b/>
        <w:bCs/>
        <w:color w:val="FFFFFF" w:themeColor="background1"/>
      </w:rPr>
      <w:tblPr/>
      <w:tcPr>
        <w:shd w:val="clear" w:color="auto" w:fill="0096FF" w:themeFill="accent2"/>
      </w:tcPr>
    </w:tblStylePr>
    <w:tblStylePr w:type="lastRow">
      <w:rPr>
        <w:b/>
        <w:bCs/>
      </w:rPr>
      <w:tblPr/>
      <w:tcPr>
        <w:tcBorders>
          <w:top w:val="double" w:sz="4" w:space="0" w:color="0096F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FF" w:themeColor="accent2"/>
          <w:right w:val="single" w:sz="4" w:space="0" w:color="0096FF" w:themeColor="accent2"/>
        </w:tcBorders>
      </w:tcPr>
    </w:tblStylePr>
    <w:tblStylePr w:type="band1Horz">
      <w:tblPr/>
      <w:tcPr>
        <w:tcBorders>
          <w:top w:val="single" w:sz="4" w:space="0" w:color="0096FF" w:themeColor="accent2"/>
          <w:bottom w:val="single" w:sz="4" w:space="0" w:color="0096F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FF" w:themeColor="accent2"/>
          <w:left w:val="nil"/>
        </w:tcBorders>
      </w:tcPr>
    </w:tblStylePr>
    <w:tblStylePr w:type="swCell">
      <w:tblPr/>
      <w:tcPr>
        <w:tcBorders>
          <w:top w:val="double" w:sz="4" w:space="0" w:color="0096FF" w:themeColor="accent2"/>
          <w:right w:val="nil"/>
        </w:tcBorders>
      </w:tcPr>
    </w:tblStylePr>
  </w:style>
  <w:style w:type="table" w:styleId="Tablaconcuadrcula1clara">
    <w:name w:val="Grid Table 1 Light"/>
    <w:basedOn w:val="Tablanormal"/>
    <w:rsid w:val="00587BB4"/>
    <w:pPr>
      <w:spacing w:after="0"/>
    </w:pPr>
    <w:tblPr>
      <w:tblStyleRowBandSize w:val="1"/>
      <w:tblStyleColBandSize w:val="1"/>
      <w:tblBorders>
        <w:top w:val="single" w:sz="4" w:space="0" w:color="5FB6FF" w:themeColor="text1" w:themeTint="66"/>
        <w:left w:val="single" w:sz="4" w:space="0" w:color="5FB6FF" w:themeColor="text1" w:themeTint="66"/>
        <w:bottom w:val="single" w:sz="4" w:space="0" w:color="5FB6FF" w:themeColor="text1" w:themeTint="66"/>
        <w:right w:val="single" w:sz="4" w:space="0" w:color="5FB6FF" w:themeColor="text1" w:themeTint="66"/>
        <w:insideH w:val="single" w:sz="4" w:space="0" w:color="5FB6FF" w:themeColor="text1" w:themeTint="66"/>
        <w:insideV w:val="single" w:sz="4" w:space="0" w:color="5FB6FF" w:themeColor="text1" w:themeTint="66"/>
      </w:tblBorders>
    </w:tblPr>
    <w:tblStylePr w:type="firstRow">
      <w:rPr>
        <w:b/>
        <w:bCs/>
      </w:rPr>
      <w:tblPr/>
      <w:tcPr>
        <w:tcBorders>
          <w:bottom w:val="single" w:sz="12" w:space="0" w:color="0F91FF" w:themeColor="text1" w:themeTint="99"/>
        </w:tcBorders>
      </w:tcPr>
    </w:tblStylePr>
    <w:tblStylePr w:type="lastRow">
      <w:rPr>
        <w:b/>
        <w:bCs/>
      </w:rPr>
      <w:tblPr/>
      <w:tcPr>
        <w:tcBorders>
          <w:top w:val="double" w:sz="2" w:space="0" w:color="0F91FF" w:themeColor="text1" w:themeTint="99"/>
        </w:tcBorders>
      </w:tcPr>
    </w:tblStylePr>
    <w:tblStylePr w:type="firstCol">
      <w:rPr>
        <w:b/>
        <w:bCs/>
      </w:rPr>
    </w:tblStylePr>
    <w:tblStylePr w:type="lastCol">
      <w:rPr>
        <w:b/>
        <w:bCs/>
      </w:rPr>
    </w:tblStylePr>
  </w:style>
  <w:style w:type="character" w:customStyle="1" w:styleId="PrrafodelistaCar">
    <w:name w:val="Párrafo de lista Car"/>
    <w:basedOn w:val="Fuentedeprrafopredeter"/>
    <w:link w:val="Prrafodelista"/>
    <w:uiPriority w:val="1"/>
    <w:locked/>
    <w:rsid w:val="00C71616"/>
    <w:rPr>
      <w:rFonts w:ascii="Arial" w:hAnsi="Arial" w:cs="Arial"/>
      <w:color w:val="48565F" w:themeColor="accent3" w:themeShade="80"/>
      <w:sz w:val="22"/>
    </w:rPr>
  </w:style>
  <w:style w:type="character" w:styleId="Mencionar">
    <w:name w:val="Mention"/>
    <w:basedOn w:val="Fuentedeprrafopredeter"/>
    <w:uiPriority w:val="99"/>
    <w:unhideWhenUsed/>
    <w:rsid w:val="005240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10717">
      <w:bodyDiv w:val="1"/>
      <w:marLeft w:val="0"/>
      <w:marRight w:val="0"/>
      <w:marTop w:val="0"/>
      <w:marBottom w:val="0"/>
      <w:divBdr>
        <w:top w:val="none" w:sz="0" w:space="0" w:color="auto"/>
        <w:left w:val="none" w:sz="0" w:space="0" w:color="auto"/>
        <w:bottom w:val="none" w:sz="0" w:space="0" w:color="auto"/>
        <w:right w:val="none" w:sz="0" w:space="0" w:color="auto"/>
      </w:divBdr>
    </w:div>
    <w:div w:id="202835310">
      <w:bodyDiv w:val="1"/>
      <w:marLeft w:val="0"/>
      <w:marRight w:val="0"/>
      <w:marTop w:val="0"/>
      <w:marBottom w:val="0"/>
      <w:divBdr>
        <w:top w:val="none" w:sz="0" w:space="0" w:color="auto"/>
        <w:left w:val="none" w:sz="0" w:space="0" w:color="auto"/>
        <w:bottom w:val="none" w:sz="0" w:space="0" w:color="auto"/>
        <w:right w:val="none" w:sz="0" w:space="0" w:color="auto"/>
      </w:divBdr>
      <w:divsChild>
        <w:div w:id="1313824962">
          <w:marLeft w:val="0"/>
          <w:marRight w:val="0"/>
          <w:marTop w:val="0"/>
          <w:marBottom w:val="0"/>
          <w:divBdr>
            <w:top w:val="none" w:sz="0" w:space="0" w:color="auto"/>
            <w:left w:val="none" w:sz="0" w:space="0" w:color="auto"/>
            <w:bottom w:val="none" w:sz="0" w:space="0" w:color="auto"/>
            <w:right w:val="none" w:sz="0" w:space="0" w:color="auto"/>
          </w:divBdr>
          <w:divsChild>
            <w:div w:id="7405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9996">
      <w:bodyDiv w:val="1"/>
      <w:marLeft w:val="0"/>
      <w:marRight w:val="0"/>
      <w:marTop w:val="0"/>
      <w:marBottom w:val="0"/>
      <w:divBdr>
        <w:top w:val="none" w:sz="0" w:space="0" w:color="auto"/>
        <w:left w:val="none" w:sz="0" w:space="0" w:color="auto"/>
        <w:bottom w:val="none" w:sz="0" w:space="0" w:color="auto"/>
        <w:right w:val="none" w:sz="0" w:space="0" w:color="auto"/>
      </w:divBdr>
      <w:divsChild>
        <w:div w:id="2048488333">
          <w:marLeft w:val="0"/>
          <w:marRight w:val="0"/>
          <w:marTop w:val="0"/>
          <w:marBottom w:val="0"/>
          <w:divBdr>
            <w:top w:val="none" w:sz="0" w:space="0" w:color="auto"/>
            <w:left w:val="none" w:sz="0" w:space="0" w:color="auto"/>
            <w:bottom w:val="none" w:sz="0" w:space="0" w:color="auto"/>
            <w:right w:val="none" w:sz="0" w:space="0" w:color="auto"/>
          </w:divBdr>
          <w:divsChild>
            <w:div w:id="131216589">
              <w:marLeft w:val="0"/>
              <w:marRight w:val="0"/>
              <w:marTop w:val="0"/>
              <w:marBottom w:val="0"/>
              <w:divBdr>
                <w:top w:val="none" w:sz="0" w:space="0" w:color="auto"/>
                <w:left w:val="none" w:sz="0" w:space="0" w:color="auto"/>
                <w:bottom w:val="none" w:sz="0" w:space="0" w:color="auto"/>
                <w:right w:val="none" w:sz="0" w:space="0" w:color="auto"/>
              </w:divBdr>
            </w:div>
            <w:div w:id="146824638">
              <w:marLeft w:val="0"/>
              <w:marRight w:val="0"/>
              <w:marTop w:val="0"/>
              <w:marBottom w:val="0"/>
              <w:divBdr>
                <w:top w:val="none" w:sz="0" w:space="0" w:color="auto"/>
                <w:left w:val="none" w:sz="0" w:space="0" w:color="auto"/>
                <w:bottom w:val="none" w:sz="0" w:space="0" w:color="auto"/>
                <w:right w:val="none" w:sz="0" w:space="0" w:color="auto"/>
              </w:divBdr>
            </w:div>
            <w:div w:id="267739609">
              <w:marLeft w:val="0"/>
              <w:marRight w:val="0"/>
              <w:marTop w:val="0"/>
              <w:marBottom w:val="0"/>
              <w:divBdr>
                <w:top w:val="none" w:sz="0" w:space="0" w:color="auto"/>
                <w:left w:val="none" w:sz="0" w:space="0" w:color="auto"/>
                <w:bottom w:val="none" w:sz="0" w:space="0" w:color="auto"/>
                <w:right w:val="none" w:sz="0" w:space="0" w:color="auto"/>
              </w:divBdr>
            </w:div>
            <w:div w:id="727993314">
              <w:marLeft w:val="0"/>
              <w:marRight w:val="0"/>
              <w:marTop w:val="0"/>
              <w:marBottom w:val="0"/>
              <w:divBdr>
                <w:top w:val="none" w:sz="0" w:space="0" w:color="auto"/>
                <w:left w:val="none" w:sz="0" w:space="0" w:color="auto"/>
                <w:bottom w:val="none" w:sz="0" w:space="0" w:color="auto"/>
                <w:right w:val="none" w:sz="0" w:space="0" w:color="auto"/>
              </w:divBdr>
            </w:div>
            <w:div w:id="1003700989">
              <w:marLeft w:val="0"/>
              <w:marRight w:val="0"/>
              <w:marTop w:val="0"/>
              <w:marBottom w:val="0"/>
              <w:divBdr>
                <w:top w:val="none" w:sz="0" w:space="0" w:color="auto"/>
                <w:left w:val="none" w:sz="0" w:space="0" w:color="auto"/>
                <w:bottom w:val="none" w:sz="0" w:space="0" w:color="auto"/>
                <w:right w:val="none" w:sz="0" w:space="0" w:color="auto"/>
              </w:divBdr>
            </w:div>
            <w:div w:id="1282954116">
              <w:marLeft w:val="0"/>
              <w:marRight w:val="0"/>
              <w:marTop w:val="0"/>
              <w:marBottom w:val="0"/>
              <w:divBdr>
                <w:top w:val="none" w:sz="0" w:space="0" w:color="auto"/>
                <w:left w:val="none" w:sz="0" w:space="0" w:color="auto"/>
                <w:bottom w:val="none" w:sz="0" w:space="0" w:color="auto"/>
                <w:right w:val="none" w:sz="0" w:space="0" w:color="auto"/>
              </w:divBdr>
            </w:div>
            <w:div w:id="1319722052">
              <w:marLeft w:val="0"/>
              <w:marRight w:val="0"/>
              <w:marTop w:val="0"/>
              <w:marBottom w:val="0"/>
              <w:divBdr>
                <w:top w:val="none" w:sz="0" w:space="0" w:color="auto"/>
                <w:left w:val="none" w:sz="0" w:space="0" w:color="auto"/>
                <w:bottom w:val="none" w:sz="0" w:space="0" w:color="auto"/>
                <w:right w:val="none" w:sz="0" w:space="0" w:color="auto"/>
              </w:divBdr>
            </w:div>
            <w:div w:id="1813331935">
              <w:marLeft w:val="0"/>
              <w:marRight w:val="0"/>
              <w:marTop w:val="0"/>
              <w:marBottom w:val="0"/>
              <w:divBdr>
                <w:top w:val="none" w:sz="0" w:space="0" w:color="auto"/>
                <w:left w:val="none" w:sz="0" w:space="0" w:color="auto"/>
                <w:bottom w:val="none" w:sz="0" w:space="0" w:color="auto"/>
                <w:right w:val="none" w:sz="0" w:space="0" w:color="auto"/>
              </w:divBdr>
            </w:div>
            <w:div w:id="1965849325">
              <w:marLeft w:val="0"/>
              <w:marRight w:val="0"/>
              <w:marTop w:val="0"/>
              <w:marBottom w:val="0"/>
              <w:divBdr>
                <w:top w:val="none" w:sz="0" w:space="0" w:color="auto"/>
                <w:left w:val="none" w:sz="0" w:space="0" w:color="auto"/>
                <w:bottom w:val="none" w:sz="0" w:space="0" w:color="auto"/>
                <w:right w:val="none" w:sz="0" w:space="0" w:color="auto"/>
              </w:divBdr>
            </w:div>
            <w:div w:id="2115711390">
              <w:marLeft w:val="0"/>
              <w:marRight w:val="0"/>
              <w:marTop w:val="0"/>
              <w:marBottom w:val="0"/>
              <w:divBdr>
                <w:top w:val="none" w:sz="0" w:space="0" w:color="auto"/>
                <w:left w:val="none" w:sz="0" w:space="0" w:color="auto"/>
                <w:bottom w:val="none" w:sz="0" w:space="0" w:color="auto"/>
                <w:right w:val="none" w:sz="0" w:space="0" w:color="auto"/>
              </w:divBdr>
            </w:div>
            <w:div w:id="21168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5126">
      <w:bodyDiv w:val="1"/>
      <w:marLeft w:val="0"/>
      <w:marRight w:val="0"/>
      <w:marTop w:val="0"/>
      <w:marBottom w:val="0"/>
      <w:divBdr>
        <w:top w:val="none" w:sz="0" w:space="0" w:color="auto"/>
        <w:left w:val="none" w:sz="0" w:space="0" w:color="auto"/>
        <w:bottom w:val="none" w:sz="0" w:space="0" w:color="auto"/>
        <w:right w:val="none" w:sz="0" w:space="0" w:color="auto"/>
      </w:divBdr>
      <w:divsChild>
        <w:div w:id="615258722">
          <w:marLeft w:val="0"/>
          <w:marRight w:val="0"/>
          <w:marTop w:val="0"/>
          <w:marBottom w:val="0"/>
          <w:divBdr>
            <w:top w:val="none" w:sz="0" w:space="0" w:color="auto"/>
            <w:left w:val="none" w:sz="0" w:space="0" w:color="auto"/>
            <w:bottom w:val="none" w:sz="0" w:space="0" w:color="auto"/>
            <w:right w:val="none" w:sz="0" w:space="0" w:color="auto"/>
          </w:divBdr>
        </w:div>
        <w:div w:id="1424375703">
          <w:marLeft w:val="0"/>
          <w:marRight w:val="0"/>
          <w:marTop w:val="0"/>
          <w:marBottom w:val="0"/>
          <w:divBdr>
            <w:top w:val="none" w:sz="0" w:space="0" w:color="auto"/>
            <w:left w:val="none" w:sz="0" w:space="0" w:color="auto"/>
            <w:bottom w:val="none" w:sz="0" w:space="0" w:color="auto"/>
            <w:right w:val="none" w:sz="0" w:space="0" w:color="auto"/>
          </w:divBdr>
          <w:divsChild>
            <w:div w:id="16364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86597">
      <w:bodyDiv w:val="1"/>
      <w:marLeft w:val="0"/>
      <w:marRight w:val="0"/>
      <w:marTop w:val="0"/>
      <w:marBottom w:val="0"/>
      <w:divBdr>
        <w:top w:val="none" w:sz="0" w:space="0" w:color="auto"/>
        <w:left w:val="none" w:sz="0" w:space="0" w:color="auto"/>
        <w:bottom w:val="none" w:sz="0" w:space="0" w:color="auto"/>
        <w:right w:val="none" w:sz="0" w:space="0" w:color="auto"/>
      </w:divBdr>
      <w:divsChild>
        <w:div w:id="1203832768">
          <w:marLeft w:val="0"/>
          <w:marRight w:val="0"/>
          <w:marTop w:val="0"/>
          <w:marBottom w:val="0"/>
          <w:divBdr>
            <w:top w:val="none" w:sz="0" w:space="0" w:color="auto"/>
            <w:left w:val="none" w:sz="0" w:space="0" w:color="auto"/>
            <w:bottom w:val="none" w:sz="0" w:space="0" w:color="auto"/>
            <w:right w:val="none" w:sz="0" w:space="0" w:color="auto"/>
          </w:divBdr>
          <w:divsChild>
            <w:div w:id="1075474161">
              <w:marLeft w:val="0"/>
              <w:marRight w:val="0"/>
              <w:marTop w:val="0"/>
              <w:marBottom w:val="0"/>
              <w:divBdr>
                <w:top w:val="none" w:sz="0" w:space="0" w:color="auto"/>
                <w:left w:val="none" w:sz="0" w:space="0" w:color="auto"/>
                <w:bottom w:val="none" w:sz="0" w:space="0" w:color="auto"/>
                <w:right w:val="none" w:sz="0" w:space="0" w:color="auto"/>
              </w:divBdr>
            </w:div>
          </w:divsChild>
        </w:div>
        <w:div w:id="1257521892">
          <w:marLeft w:val="0"/>
          <w:marRight w:val="0"/>
          <w:marTop w:val="0"/>
          <w:marBottom w:val="0"/>
          <w:divBdr>
            <w:top w:val="none" w:sz="0" w:space="0" w:color="auto"/>
            <w:left w:val="none" w:sz="0" w:space="0" w:color="auto"/>
            <w:bottom w:val="none" w:sz="0" w:space="0" w:color="auto"/>
            <w:right w:val="none" w:sz="0" w:space="0" w:color="auto"/>
          </w:divBdr>
        </w:div>
      </w:divsChild>
    </w:div>
    <w:div w:id="1568809007">
      <w:bodyDiv w:val="1"/>
      <w:marLeft w:val="0"/>
      <w:marRight w:val="0"/>
      <w:marTop w:val="0"/>
      <w:marBottom w:val="0"/>
      <w:divBdr>
        <w:top w:val="none" w:sz="0" w:space="0" w:color="auto"/>
        <w:left w:val="none" w:sz="0" w:space="0" w:color="auto"/>
        <w:bottom w:val="none" w:sz="0" w:space="0" w:color="auto"/>
        <w:right w:val="none" w:sz="0" w:space="0" w:color="auto"/>
      </w:divBdr>
    </w:div>
    <w:div w:id="1700617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d@ree.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ETURPI\OneDrive%20-%20Red%20El&#233;ctrica%20Corporaci&#243;n\Datos%20adjuntos\RED_ELECTRICA_Acuerdo%20de%20adscripci&#243;n.dotx" TargetMode="External"/></Relationships>
</file>

<file path=word/theme/theme1.xml><?xml version="1.0" encoding="utf-8"?>
<a:theme xmlns:a="http://schemas.openxmlformats.org/drawingml/2006/main" name="Office Theme">
  <a:themeElements>
    <a:clrScheme name="RED ELECTRICA">
      <a:dk1>
        <a:srgbClr val="003C6E"/>
      </a:dk1>
      <a:lt1>
        <a:srgbClr val="FFFFFF"/>
      </a:lt1>
      <a:dk2>
        <a:srgbClr val="0A0A0A"/>
      </a:dk2>
      <a:lt2>
        <a:srgbClr val="9BAAB4"/>
      </a:lt2>
      <a:accent1>
        <a:srgbClr val="003C6E"/>
      </a:accent1>
      <a:accent2>
        <a:srgbClr val="0096FF"/>
      </a:accent2>
      <a:accent3>
        <a:srgbClr val="9BAAB4"/>
      </a:accent3>
      <a:accent4>
        <a:srgbClr val="D7DAE2"/>
      </a:accent4>
      <a:accent5>
        <a:srgbClr val="0A0A0A"/>
      </a:accent5>
      <a:accent6>
        <a:srgbClr val="003C6E"/>
      </a:accent6>
      <a:hlink>
        <a:srgbClr val="0096FF"/>
      </a:hlink>
      <a:folHlink>
        <a:srgbClr val="003C6E"/>
      </a:folHlink>
    </a:clrScheme>
    <a:fontScheme name="Barlow">
      <a:majorFont>
        <a:latin typeface="Barlow Semi Condensed SemiBold"/>
        <a:ea typeface=""/>
        <a:cs typeface=""/>
      </a:majorFont>
      <a:minorFont>
        <a:latin typeface="Barlow Semi Condense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9B569E191392542809F77BE2345E5D1" ma:contentTypeVersion="13" ma:contentTypeDescription="Crear nuevo documento." ma:contentTypeScope="" ma:versionID="be46de601227e3ec3104518d89b9d1f1">
  <xsd:schema xmlns:xsd="http://www.w3.org/2001/XMLSchema" xmlns:xs="http://www.w3.org/2001/XMLSchema" xmlns:p="http://schemas.microsoft.com/office/2006/metadata/properties" xmlns:ns2="d93b2479-4bb6-4322-a4e5-7cc6f9e6701d" xmlns:ns3="96192e38-07fe-48c3-9197-13b28340ddee" targetNamespace="http://schemas.microsoft.com/office/2006/metadata/properties" ma:root="true" ma:fieldsID="a48b7ff295aa1ec700956c271f40b153" ns2:_="" ns3:_="">
    <xsd:import namespace="d93b2479-4bb6-4322-a4e5-7cc6f9e6701d"/>
    <xsd:import namespace="96192e38-07fe-48c3-9197-13b28340dd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b2479-4bb6-4322-a4e5-7cc6f9e67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ebec56c3-488b-41b5-b48b-9055a495df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192e38-07fe-48c3-9197-13b28340dde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c085186d-3095-48c1-ac11-552bf97bbced}" ma:internalName="TaxCatchAll" ma:showField="CatchAllData" ma:web="96192e38-07fe-48c3-9197-13b28340dd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3b2479-4bb6-4322-a4e5-7cc6f9e6701d">
      <Terms xmlns="http://schemas.microsoft.com/office/infopath/2007/PartnerControls"/>
    </lcf76f155ced4ddcb4097134ff3c332f>
    <TaxCatchAll xmlns="96192e38-07fe-48c3-9197-13b28340ddee" xsi:nil="true"/>
  </documentManagement>
</p:properties>
</file>

<file path=customXml/itemProps1.xml><?xml version="1.0" encoding="utf-8"?>
<ds:datastoreItem xmlns:ds="http://schemas.openxmlformats.org/officeDocument/2006/customXml" ds:itemID="{ACE93DF3-3BF2-46FD-AF6A-885A91078F6E}">
  <ds:schemaRefs>
    <ds:schemaRef ds:uri="http://schemas.microsoft.com/sharepoint/v3/contenttype/forms"/>
  </ds:schemaRefs>
</ds:datastoreItem>
</file>

<file path=customXml/itemProps2.xml><?xml version="1.0" encoding="utf-8"?>
<ds:datastoreItem xmlns:ds="http://schemas.openxmlformats.org/officeDocument/2006/customXml" ds:itemID="{1E60B0B5-A875-4083-83E6-71DB085F6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b2479-4bb6-4322-a4e5-7cc6f9e6701d"/>
    <ds:schemaRef ds:uri="96192e38-07fe-48c3-9197-13b28340dd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2BB25-C077-42B2-8C7A-407C8D1A707E}">
  <ds:schemaRefs>
    <ds:schemaRef ds:uri="http://schemas.openxmlformats.org/officeDocument/2006/bibliography"/>
  </ds:schemaRefs>
</ds:datastoreItem>
</file>

<file path=customXml/itemProps4.xml><?xml version="1.0" encoding="utf-8"?>
<ds:datastoreItem xmlns:ds="http://schemas.openxmlformats.org/officeDocument/2006/customXml" ds:itemID="{3339C9FB-EEEA-4F44-AF1B-8907C3A2D8D6}">
  <ds:schemaRefs>
    <ds:schemaRef ds:uri="http://schemas.microsoft.com/office/2006/metadata/properties"/>
    <ds:schemaRef ds:uri="http://schemas.microsoft.com/office/infopath/2007/PartnerControls"/>
    <ds:schemaRef ds:uri="d93b2479-4bb6-4322-a4e5-7cc6f9e6701d"/>
    <ds:schemaRef ds:uri="96192e38-07fe-48c3-9197-13b28340ddee"/>
  </ds:schemaRefs>
</ds:datastoreItem>
</file>

<file path=docProps/app.xml><?xml version="1.0" encoding="utf-8"?>
<Properties xmlns="http://schemas.openxmlformats.org/officeDocument/2006/extended-properties" xmlns:vt="http://schemas.openxmlformats.org/officeDocument/2006/docPropsVTypes">
  <Template>RED_ELECTRICA_Acuerdo de adscripción</Template>
  <TotalTime>233</TotalTime>
  <Pages>7</Pages>
  <Words>1596</Words>
  <Characters>8778</Characters>
  <Application>Microsoft Office Word</Application>
  <DocSecurity>0</DocSecurity>
  <Lines>73</Lines>
  <Paragraphs>20</Paragraphs>
  <ScaleCrop>false</ScaleCrop>
  <Company>Red Electrica de España</Company>
  <LinksUpToDate>false</LinksUpToDate>
  <CharactersWithSpaces>10354</CharactersWithSpaces>
  <SharedDoc>false</SharedDoc>
  <HLinks>
    <vt:vector size="66" baseType="variant">
      <vt:variant>
        <vt:i4>1048625</vt:i4>
      </vt:variant>
      <vt:variant>
        <vt:i4>63</vt:i4>
      </vt:variant>
      <vt:variant>
        <vt:i4>0</vt:i4>
      </vt:variant>
      <vt:variant>
        <vt:i4>5</vt:i4>
      </vt:variant>
      <vt:variant>
        <vt:lpwstr>mailto:dpd@ree.es</vt:lpwstr>
      </vt:variant>
      <vt:variant>
        <vt:lpwstr/>
      </vt:variant>
      <vt:variant>
        <vt:i4>1507376</vt:i4>
      </vt:variant>
      <vt:variant>
        <vt:i4>56</vt:i4>
      </vt:variant>
      <vt:variant>
        <vt:i4>0</vt:i4>
      </vt:variant>
      <vt:variant>
        <vt:i4>5</vt:i4>
      </vt:variant>
      <vt:variant>
        <vt:lpwstr/>
      </vt:variant>
      <vt:variant>
        <vt:lpwstr>_Toc114053021</vt:lpwstr>
      </vt:variant>
      <vt:variant>
        <vt:i4>1507376</vt:i4>
      </vt:variant>
      <vt:variant>
        <vt:i4>50</vt:i4>
      </vt:variant>
      <vt:variant>
        <vt:i4>0</vt:i4>
      </vt:variant>
      <vt:variant>
        <vt:i4>5</vt:i4>
      </vt:variant>
      <vt:variant>
        <vt:lpwstr/>
      </vt:variant>
      <vt:variant>
        <vt:lpwstr>_Toc114053020</vt:lpwstr>
      </vt:variant>
      <vt:variant>
        <vt:i4>1310768</vt:i4>
      </vt:variant>
      <vt:variant>
        <vt:i4>44</vt:i4>
      </vt:variant>
      <vt:variant>
        <vt:i4>0</vt:i4>
      </vt:variant>
      <vt:variant>
        <vt:i4>5</vt:i4>
      </vt:variant>
      <vt:variant>
        <vt:lpwstr/>
      </vt:variant>
      <vt:variant>
        <vt:lpwstr>_Toc114053019</vt:lpwstr>
      </vt:variant>
      <vt:variant>
        <vt:i4>1310768</vt:i4>
      </vt:variant>
      <vt:variant>
        <vt:i4>38</vt:i4>
      </vt:variant>
      <vt:variant>
        <vt:i4>0</vt:i4>
      </vt:variant>
      <vt:variant>
        <vt:i4>5</vt:i4>
      </vt:variant>
      <vt:variant>
        <vt:lpwstr/>
      </vt:variant>
      <vt:variant>
        <vt:lpwstr>_Toc114053018</vt:lpwstr>
      </vt:variant>
      <vt:variant>
        <vt:i4>1310768</vt:i4>
      </vt:variant>
      <vt:variant>
        <vt:i4>32</vt:i4>
      </vt:variant>
      <vt:variant>
        <vt:i4>0</vt:i4>
      </vt:variant>
      <vt:variant>
        <vt:i4>5</vt:i4>
      </vt:variant>
      <vt:variant>
        <vt:lpwstr/>
      </vt:variant>
      <vt:variant>
        <vt:lpwstr>_Toc114053017</vt:lpwstr>
      </vt:variant>
      <vt:variant>
        <vt:i4>1310768</vt:i4>
      </vt:variant>
      <vt:variant>
        <vt:i4>26</vt:i4>
      </vt:variant>
      <vt:variant>
        <vt:i4>0</vt:i4>
      </vt:variant>
      <vt:variant>
        <vt:i4>5</vt:i4>
      </vt:variant>
      <vt:variant>
        <vt:lpwstr/>
      </vt:variant>
      <vt:variant>
        <vt:lpwstr>_Toc114053016</vt:lpwstr>
      </vt:variant>
      <vt:variant>
        <vt:i4>1310768</vt:i4>
      </vt:variant>
      <vt:variant>
        <vt:i4>20</vt:i4>
      </vt:variant>
      <vt:variant>
        <vt:i4>0</vt:i4>
      </vt:variant>
      <vt:variant>
        <vt:i4>5</vt:i4>
      </vt:variant>
      <vt:variant>
        <vt:lpwstr/>
      </vt:variant>
      <vt:variant>
        <vt:lpwstr>_Toc114053015</vt:lpwstr>
      </vt:variant>
      <vt:variant>
        <vt:i4>1310768</vt:i4>
      </vt:variant>
      <vt:variant>
        <vt:i4>14</vt:i4>
      </vt:variant>
      <vt:variant>
        <vt:i4>0</vt:i4>
      </vt:variant>
      <vt:variant>
        <vt:i4>5</vt:i4>
      </vt:variant>
      <vt:variant>
        <vt:lpwstr/>
      </vt:variant>
      <vt:variant>
        <vt:lpwstr>_Toc114053014</vt:lpwstr>
      </vt:variant>
      <vt:variant>
        <vt:i4>1310768</vt:i4>
      </vt:variant>
      <vt:variant>
        <vt:i4>8</vt:i4>
      </vt:variant>
      <vt:variant>
        <vt:i4>0</vt:i4>
      </vt:variant>
      <vt:variant>
        <vt:i4>5</vt:i4>
      </vt:variant>
      <vt:variant>
        <vt:lpwstr/>
      </vt:variant>
      <vt:variant>
        <vt:lpwstr>_Toc114053013</vt:lpwstr>
      </vt:variant>
      <vt:variant>
        <vt:i4>1310768</vt:i4>
      </vt:variant>
      <vt:variant>
        <vt:i4>2</vt:i4>
      </vt:variant>
      <vt:variant>
        <vt:i4>0</vt:i4>
      </vt:variant>
      <vt:variant>
        <vt:i4>5</vt:i4>
      </vt:variant>
      <vt:variant>
        <vt:lpwstr/>
      </vt:variant>
      <vt:variant>
        <vt:lpwstr>_Toc114053012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demostración regulatorio para el servicio de control de tensión</dc:title>
  <dc:subject/>
  <dc:creator>SJ</dc:creator>
  <cp:keywords/>
  <cp:lastModifiedBy>Marián Esteban Barrio</cp:lastModifiedBy>
  <cp:revision>410</cp:revision>
  <cp:lastPrinted>2022-05-31T14:44:00Z</cp:lastPrinted>
  <dcterms:created xsi:type="dcterms:W3CDTF">2022-07-15T01:23:00Z</dcterms:created>
  <dcterms:modified xsi:type="dcterms:W3CDTF">2022-09-16T07:50:00Z</dcterms:modified>
  <dc:language>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E Departamento">
    <vt:lpwstr>Departamento de Xxxxxx</vt:lpwstr>
  </property>
  <property fmtid="{D5CDD505-2E9C-101B-9397-08002B2CF9AE}" pid="3" name="REE Dirección">
    <vt:lpwstr>Dirección de Innovación Tecnológica y Sistemas</vt:lpwstr>
  </property>
  <property fmtid="{D5CDD505-2E9C-101B-9397-08002B2CF9AE}" pid="4" name="date">
    <vt:lpwstr>17 de abril de 2019</vt:lpwstr>
  </property>
  <property fmtid="{D5CDD505-2E9C-101B-9397-08002B2CF9AE}" pid="5" name="subtitle">
    <vt:lpwstr>subtitle, p.ej: Versión 0.1</vt:lpwstr>
  </property>
  <property fmtid="{D5CDD505-2E9C-101B-9397-08002B2CF9AE}" pid="6" name="ContentTypeId">
    <vt:lpwstr>0x01010089B569E191392542809F77BE2345E5D1</vt:lpwstr>
  </property>
  <property fmtid="{D5CDD505-2E9C-101B-9397-08002B2CF9AE}" pid="7" name="MediaServiceImageTags">
    <vt:lpwstr/>
  </property>
  <property fmtid="{D5CDD505-2E9C-101B-9397-08002B2CF9AE}" pid="8" name="MSIP_Label_e463cba9-5f6c-478d-9329-7b2295e4e8ed_Enabled">
    <vt:lpwstr>true</vt:lpwstr>
  </property>
  <property fmtid="{D5CDD505-2E9C-101B-9397-08002B2CF9AE}" pid="9" name="MSIP_Label_e463cba9-5f6c-478d-9329-7b2295e4e8ed_SetDate">
    <vt:lpwstr>2022-09-16T07:50:22Z</vt:lpwstr>
  </property>
  <property fmtid="{D5CDD505-2E9C-101B-9397-08002B2CF9AE}" pid="10" name="MSIP_Label_e463cba9-5f6c-478d-9329-7b2295e4e8ed_Method">
    <vt:lpwstr>Standard</vt:lpwstr>
  </property>
  <property fmtid="{D5CDD505-2E9C-101B-9397-08002B2CF9AE}" pid="11" name="MSIP_Label_e463cba9-5f6c-478d-9329-7b2295e4e8ed_Name">
    <vt:lpwstr>All Employees_2</vt:lpwstr>
  </property>
  <property fmtid="{D5CDD505-2E9C-101B-9397-08002B2CF9AE}" pid="12" name="MSIP_Label_e463cba9-5f6c-478d-9329-7b2295e4e8ed_SiteId">
    <vt:lpwstr>33440fc6-b7c7-412c-bb73-0e70b0198d5a</vt:lpwstr>
  </property>
  <property fmtid="{D5CDD505-2E9C-101B-9397-08002B2CF9AE}" pid="13" name="MSIP_Label_e463cba9-5f6c-478d-9329-7b2295e4e8ed_ActionId">
    <vt:lpwstr>9818fa07-7bad-478b-a8b5-f7addb7bbc85</vt:lpwstr>
  </property>
  <property fmtid="{D5CDD505-2E9C-101B-9397-08002B2CF9AE}" pid="14" name="MSIP_Label_e463cba9-5f6c-478d-9329-7b2295e4e8ed_ContentBits">
    <vt:lpwstr>0</vt:lpwstr>
  </property>
</Properties>
</file>